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68" w:rsidRPr="00CB790D" w:rsidRDefault="00DD3968" w:rsidP="00405F02">
      <w:p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8F5992">
        <w:rPr>
          <w:rFonts w:ascii="Times New Roman" w:hAnsi="Times New Roman"/>
          <w:sz w:val="24"/>
          <w:szCs w:val="24"/>
        </w:rPr>
        <w:tab/>
      </w:r>
      <w:r w:rsidRPr="00CB790D">
        <w:rPr>
          <w:rFonts w:ascii="Times New Roman" w:hAnsi="Times New Roman"/>
          <w:sz w:val="28"/>
          <w:szCs w:val="28"/>
        </w:rPr>
        <w:t>Приложение № 2</w:t>
      </w:r>
    </w:p>
    <w:p w:rsidR="00DD3968" w:rsidRPr="00CB790D" w:rsidRDefault="00DD3968" w:rsidP="00405F02">
      <w:pPr>
        <w:spacing w:after="0" w:line="240" w:lineRule="auto"/>
        <w:rPr>
          <w:rFonts w:ascii="Times New Roman" w:hAnsi="Times New Roman"/>
          <w:lang w:val="en-US"/>
        </w:rPr>
      </w:pPr>
    </w:p>
    <w:tbl>
      <w:tblPr>
        <w:tblW w:w="0" w:type="auto"/>
        <w:tblInd w:w="4644" w:type="dxa"/>
        <w:tblLook w:val="0000"/>
      </w:tblPr>
      <w:tblGrid>
        <w:gridCol w:w="4908"/>
      </w:tblGrid>
      <w:tr w:rsidR="00DD3968" w:rsidRPr="00724B60" w:rsidTr="00E13A6D">
        <w:trPr>
          <w:trHeight w:val="480"/>
        </w:trPr>
        <w:tc>
          <w:tcPr>
            <w:tcW w:w="4908" w:type="dxa"/>
          </w:tcPr>
          <w:p w:rsidR="00DD3968" w:rsidRPr="00724B60" w:rsidRDefault="00DD3968" w:rsidP="00E13A6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r w:rsidRPr="00CB790D">
              <w:rPr>
                <w:rFonts w:ascii="Times New Roman" w:hAnsi="Times New Roman"/>
                <w:sz w:val="28"/>
                <w:szCs w:val="28"/>
              </w:rPr>
              <w:t>дминистративному регламенту</w:t>
            </w:r>
            <w:r w:rsidRPr="00724B6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B790D">
              <w:rPr>
                <w:rFonts w:ascii="Times New Roman" w:hAnsi="Times New Roman"/>
                <w:sz w:val="28"/>
                <w:szCs w:val="28"/>
              </w:rPr>
              <w:t xml:space="preserve">предоставления государственной услуги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«У</w:t>
            </w:r>
            <w:r w:rsidRPr="00D81B9F">
              <w:rPr>
                <w:rFonts w:ascii="Times New Roman" w:hAnsi="Times New Roman"/>
                <w:sz w:val="28"/>
                <w:szCs w:val="28"/>
              </w:rPr>
              <w:t>становление опеки (попечительства) над несовершеннолетними»</w:t>
            </w:r>
          </w:p>
        </w:tc>
      </w:tr>
    </w:tbl>
    <w:p w:rsidR="00DD3968" w:rsidRPr="008F5992" w:rsidRDefault="00DD3968" w:rsidP="00CB790D">
      <w:pPr>
        <w:spacing w:before="12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</w:p>
    <w:p w:rsidR="00DD3968" w:rsidRPr="004D344D" w:rsidRDefault="00DD3968" w:rsidP="00CB790D">
      <w:pPr>
        <w:spacing w:after="0" w:line="240" w:lineRule="auto"/>
        <w:ind w:left="4248"/>
        <w:rPr>
          <w:rFonts w:ascii="Times New Roman" w:hAnsi="Times New Roman"/>
          <w:b/>
          <w:sz w:val="28"/>
          <w:szCs w:val="28"/>
        </w:rPr>
      </w:pPr>
      <w:r w:rsidRPr="004D344D">
        <w:rPr>
          <w:rFonts w:ascii="Times New Roman" w:hAnsi="Times New Roman"/>
          <w:sz w:val="28"/>
          <w:szCs w:val="28"/>
        </w:rPr>
        <w:t xml:space="preserve">   от</w:t>
      </w:r>
      <w:r w:rsidRPr="004D344D">
        <w:rPr>
          <w:rFonts w:ascii="Times New Roman" w:hAnsi="Times New Roman"/>
          <w:b/>
          <w:sz w:val="28"/>
          <w:szCs w:val="28"/>
        </w:rPr>
        <w:t xml:space="preserve">    ______________________________</w:t>
      </w:r>
    </w:p>
    <w:p w:rsidR="00DD3968" w:rsidRPr="004D344D" w:rsidRDefault="00DD3968" w:rsidP="004D344D">
      <w:pPr>
        <w:spacing w:after="0" w:line="240" w:lineRule="auto"/>
        <w:ind w:left="4956"/>
        <w:jc w:val="center"/>
        <w:rPr>
          <w:rFonts w:ascii="Times New Roman" w:hAnsi="Times New Roman"/>
          <w:b/>
          <w:bCs/>
          <w:sz w:val="28"/>
          <w:szCs w:val="28"/>
        </w:rPr>
      </w:pPr>
      <w:r w:rsidRPr="004D344D">
        <w:rPr>
          <w:rFonts w:ascii="Times New Roman" w:hAnsi="Times New Roman"/>
          <w:b/>
          <w:sz w:val="28"/>
          <w:szCs w:val="28"/>
        </w:rPr>
        <w:t>(</w:t>
      </w:r>
      <w:r w:rsidRPr="004D344D">
        <w:rPr>
          <w:rFonts w:ascii="Times New Roman" w:hAnsi="Times New Roman"/>
          <w:b/>
          <w:sz w:val="24"/>
          <w:szCs w:val="24"/>
        </w:rPr>
        <w:t>фамилия, имя, отчество (при наличии</w:t>
      </w:r>
      <w:r w:rsidRPr="004D344D">
        <w:rPr>
          <w:rFonts w:ascii="Times New Roman" w:hAnsi="Times New Roman"/>
          <w:b/>
          <w:sz w:val="28"/>
          <w:szCs w:val="28"/>
        </w:rPr>
        <w:t>)</w:t>
      </w:r>
    </w:p>
    <w:p w:rsidR="00DD3968" w:rsidRDefault="00DD3968" w:rsidP="00CB790D">
      <w:pPr>
        <w:spacing w:before="240" w:after="24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D3968" w:rsidRPr="00CB790D" w:rsidRDefault="00DD3968" w:rsidP="00CB790D">
      <w:pPr>
        <w:spacing w:before="240" w:after="24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790D">
        <w:rPr>
          <w:rFonts w:ascii="Times New Roman" w:hAnsi="Times New Roman"/>
          <w:bCs/>
          <w:sz w:val="28"/>
          <w:szCs w:val="28"/>
        </w:rPr>
        <w:t>Заявление гражданина, выразившего желание стать опекуном</w:t>
      </w:r>
      <w:r w:rsidRPr="00CB790D">
        <w:rPr>
          <w:rFonts w:ascii="Times New Roman" w:hAnsi="Times New Roman"/>
          <w:bCs/>
          <w:sz w:val="28"/>
          <w:szCs w:val="28"/>
        </w:rPr>
        <w:br/>
        <w:t>или попечителем либо принять детей, оставшихся без попечения родителей,</w:t>
      </w:r>
      <w:r w:rsidRPr="00CB790D">
        <w:rPr>
          <w:rFonts w:ascii="Times New Roman" w:hAnsi="Times New Roman"/>
          <w:bCs/>
          <w:sz w:val="28"/>
          <w:szCs w:val="28"/>
        </w:rPr>
        <w:br/>
        <w:t>в семью на воспитание в иных установленных семейным законодательством Российской Федерации формах</w:t>
      </w:r>
    </w:p>
    <w:p w:rsidR="00DD3968" w:rsidRPr="0004527D" w:rsidRDefault="00DD3968" w:rsidP="00CB790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Я, </w:t>
      </w:r>
      <w:r w:rsidRPr="0004527D">
        <w:rPr>
          <w:rFonts w:ascii="Times New Roman" w:hAnsi="Times New Roman"/>
          <w:sz w:val="28"/>
          <w:szCs w:val="28"/>
        </w:rPr>
        <w:t>____________________________________________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DD3968" w:rsidRPr="0004527D" w:rsidRDefault="00DD3968" w:rsidP="00CB790D">
      <w:pPr>
        <w:spacing w:after="0" w:line="240" w:lineRule="auto"/>
        <w:rPr>
          <w:rFonts w:ascii="Times New Roman" w:hAnsi="Times New Roman"/>
        </w:rPr>
      </w:pPr>
      <w:r w:rsidRPr="0004527D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4527D">
        <w:rPr>
          <w:rFonts w:ascii="Times New Roman" w:hAnsi="Times New Roman"/>
        </w:rPr>
        <w:t>(фамилия, имя, отчество (при наличии)</w:t>
      </w:r>
    </w:p>
    <w:p w:rsidR="00DD3968" w:rsidRPr="0004527D" w:rsidRDefault="00DD3968" w:rsidP="008F5992">
      <w:pPr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>Гражданство _______________________________________________________</w:t>
      </w:r>
    </w:p>
    <w:p w:rsidR="00DD3968" w:rsidRPr="0004527D" w:rsidRDefault="00DD3968" w:rsidP="00CB79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>До</w:t>
      </w:r>
      <w:r>
        <w:rPr>
          <w:rFonts w:ascii="Times New Roman" w:hAnsi="Times New Roman"/>
          <w:sz w:val="28"/>
          <w:szCs w:val="28"/>
        </w:rPr>
        <w:t xml:space="preserve">кумент, удостоверяющий личность </w:t>
      </w:r>
      <w:r w:rsidRPr="0004527D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____________________</w:t>
      </w:r>
    </w:p>
    <w:p w:rsidR="00DD3968" w:rsidRPr="0004527D" w:rsidRDefault="00DD3968" w:rsidP="0004527D">
      <w:pPr>
        <w:spacing w:after="0" w:line="240" w:lineRule="auto"/>
        <w:rPr>
          <w:rFonts w:ascii="Times New Roman" w:hAnsi="Times New Roman"/>
        </w:rPr>
      </w:pPr>
      <w:r w:rsidRPr="0004527D">
        <w:rPr>
          <w:rFonts w:ascii="Times New Roman" w:hAnsi="Times New Roman"/>
          <w:sz w:val="28"/>
          <w:szCs w:val="28"/>
        </w:rPr>
        <w:tab/>
      </w:r>
      <w:r w:rsidRPr="0004527D">
        <w:rPr>
          <w:rFonts w:ascii="Times New Roman" w:hAnsi="Times New Roman"/>
          <w:sz w:val="28"/>
          <w:szCs w:val="28"/>
        </w:rPr>
        <w:tab/>
      </w:r>
      <w:r w:rsidRPr="0004527D">
        <w:rPr>
          <w:rFonts w:ascii="Times New Roman" w:hAnsi="Times New Roman"/>
          <w:sz w:val="28"/>
          <w:szCs w:val="28"/>
        </w:rPr>
        <w:tab/>
      </w:r>
      <w:r w:rsidRPr="0004527D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 w:rsidRPr="0004527D">
        <w:rPr>
          <w:rFonts w:ascii="Times New Roman" w:hAnsi="Times New Roman"/>
        </w:rPr>
        <w:t>(когда и кем выдан)</w:t>
      </w:r>
    </w:p>
    <w:p w:rsidR="00DD3968" w:rsidRPr="0004527D" w:rsidRDefault="00DD3968" w:rsidP="0004527D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DD3968" w:rsidRPr="0004527D" w:rsidRDefault="00DD3968" w:rsidP="0004527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>место жительства 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DD3968" w:rsidRPr="0004527D" w:rsidRDefault="00DD3968" w:rsidP="0004527D">
      <w:pPr>
        <w:spacing w:after="0" w:line="240" w:lineRule="auto"/>
        <w:ind w:left="2124" w:firstLine="708"/>
        <w:rPr>
          <w:rFonts w:ascii="Times New Roman" w:hAnsi="Times New Roman"/>
        </w:rPr>
      </w:pPr>
      <w:r w:rsidRPr="0004527D">
        <w:rPr>
          <w:rFonts w:ascii="Times New Roman" w:hAnsi="Times New Roman"/>
        </w:rPr>
        <w:t>(адрес места жительства, подтвержденный регистрацией)</w:t>
      </w:r>
    </w:p>
    <w:p w:rsidR="00DD3968" w:rsidRDefault="00DD3968" w:rsidP="00BE18B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 xml:space="preserve">место пребывания  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</w:t>
      </w:r>
    </w:p>
    <w:p w:rsidR="00DD3968" w:rsidRPr="00BE18B6" w:rsidRDefault="00DD3968" w:rsidP="00BE18B6">
      <w:pPr>
        <w:spacing w:after="0" w:line="240" w:lineRule="auto"/>
        <w:ind w:left="3540" w:firstLine="708"/>
        <w:rPr>
          <w:rFonts w:ascii="Times New Roman" w:hAnsi="Times New Roman"/>
          <w:sz w:val="20"/>
          <w:szCs w:val="20"/>
        </w:rPr>
      </w:pPr>
      <w:r w:rsidRPr="00BE18B6">
        <w:rPr>
          <w:rFonts w:ascii="Times New Roman" w:hAnsi="Times New Roman"/>
          <w:sz w:val="20"/>
          <w:szCs w:val="20"/>
        </w:rPr>
        <w:t>(адрес места фактического проживания)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9696"/>
      </w:tblGrid>
      <w:tr w:rsidR="00DD3968" w:rsidRPr="00724B60" w:rsidTr="00BE18B6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968" w:rsidRPr="00724B60" w:rsidRDefault="00DD3968" w:rsidP="003D27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24B60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968" w:rsidRPr="00724B60" w:rsidRDefault="00DD3968" w:rsidP="003D2770">
            <w:pPr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724B60">
              <w:rPr>
                <w:rFonts w:ascii="Times New Roman" w:hAnsi="Times New Roman"/>
                <w:sz w:val="28"/>
                <w:szCs w:val="28"/>
              </w:rPr>
              <w:t>прошу выдать мне заключение о возможности быть опекуном (попечителем)</w:t>
            </w:r>
          </w:p>
        </w:tc>
      </w:tr>
    </w:tbl>
    <w:p w:rsidR="00DD3968" w:rsidRPr="0004527D" w:rsidRDefault="00DD3968" w:rsidP="008F5992">
      <w:pPr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9696"/>
      </w:tblGrid>
      <w:tr w:rsidR="00DD3968" w:rsidRPr="00724B60" w:rsidTr="003D2770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968" w:rsidRPr="00724B60" w:rsidRDefault="00DD3968" w:rsidP="003D27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968" w:rsidRPr="00724B60" w:rsidRDefault="00DD3968" w:rsidP="003D2770">
            <w:pPr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724B60">
              <w:rPr>
                <w:rFonts w:ascii="Times New Roman" w:hAnsi="Times New Roman"/>
                <w:sz w:val="28"/>
                <w:szCs w:val="28"/>
              </w:rPr>
              <w:t>прошу выдать мне заключение о возможности быть приемным родителем</w:t>
            </w:r>
          </w:p>
        </w:tc>
      </w:tr>
    </w:tbl>
    <w:p w:rsidR="00DD3968" w:rsidRPr="0004527D" w:rsidRDefault="00DD3968" w:rsidP="008F5992">
      <w:pPr>
        <w:rPr>
          <w:rFonts w:ascii="Times New Roman" w:hAnsi="Times New Roman"/>
          <w:sz w:val="28"/>
          <w:szCs w:val="28"/>
        </w:rPr>
      </w:pP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9696"/>
      </w:tblGrid>
      <w:tr w:rsidR="00DD3968" w:rsidRPr="00724B60" w:rsidTr="00D800CC">
        <w:trPr>
          <w:cantSplit/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968" w:rsidRPr="00724B60" w:rsidRDefault="00DD3968" w:rsidP="003D27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968" w:rsidRPr="00724B60" w:rsidRDefault="00DD3968" w:rsidP="00D800CC">
            <w:pPr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724B60">
              <w:rPr>
                <w:rFonts w:ascii="Times New Roman" w:hAnsi="Times New Roman"/>
                <w:sz w:val="28"/>
                <w:szCs w:val="28"/>
              </w:rPr>
              <w:t>прошу передать мне под опеку (попечительство)</w:t>
            </w:r>
          </w:p>
          <w:p w:rsidR="00DD3968" w:rsidRPr="00724B60" w:rsidRDefault="00DD3968" w:rsidP="003D277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3968" w:rsidRDefault="00DD3968" w:rsidP="00BE18B6">
      <w:pPr>
        <w:pBdr>
          <w:top w:val="single" w:sz="4" w:space="0" w:color="auto"/>
        </w:pBdr>
        <w:spacing w:after="12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(фа</w:t>
      </w:r>
      <w:r w:rsidRPr="00BE18B6">
        <w:rPr>
          <w:rFonts w:ascii="Times New Roman" w:hAnsi="Times New Roman"/>
        </w:rPr>
        <w:t>милия, имя, отчество (при наличии) ребенка (детей), число, месяц, год рождения)</w:t>
      </w:r>
    </w:p>
    <w:p w:rsidR="00DD3968" w:rsidRDefault="00DD3968" w:rsidP="00BE18B6">
      <w:pPr>
        <w:pBdr>
          <w:top w:val="single" w:sz="4" w:space="0" w:color="auto"/>
        </w:pBdr>
        <w:spacing w:after="120"/>
        <w:jc w:val="center"/>
        <w:rPr>
          <w:rFonts w:ascii="Times New Roman" w:hAnsi="Times New Roman"/>
        </w:rPr>
      </w:pPr>
    </w:p>
    <w:p w:rsidR="00DD3968" w:rsidRDefault="00DD3968" w:rsidP="00BE18B6">
      <w:pPr>
        <w:pBdr>
          <w:top w:val="single" w:sz="4" w:space="0" w:color="auto"/>
        </w:pBdr>
        <w:spacing w:after="120"/>
        <w:jc w:val="center"/>
        <w:rPr>
          <w:rFonts w:ascii="Times New Roman" w:hAnsi="Times New Roman"/>
        </w:rPr>
      </w:pPr>
    </w:p>
    <w:p w:rsidR="00DD3968" w:rsidRPr="00BE18B6" w:rsidRDefault="00DD3968" w:rsidP="00BE18B6">
      <w:pPr>
        <w:pBdr>
          <w:top w:val="single" w:sz="4" w:space="0" w:color="auto"/>
        </w:pBdr>
        <w:spacing w:after="120"/>
        <w:jc w:val="center"/>
        <w:rPr>
          <w:rFonts w:ascii="Times New Roman" w:hAnsi="Times New Roman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255"/>
        <w:gridCol w:w="9696"/>
      </w:tblGrid>
      <w:tr w:rsidR="00DD3968" w:rsidRPr="00724B60" w:rsidTr="003D2770">
        <w:trPr>
          <w:trHeight w:val="320"/>
        </w:trPr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3968" w:rsidRPr="00724B60" w:rsidRDefault="00DD3968" w:rsidP="003D27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6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D3968" w:rsidRPr="00724B60" w:rsidRDefault="00DD3968" w:rsidP="003D2770">
            <w:pPr>
              <w:ind w:left="57"/>
              <w:rPr>
                <w:rFonts w:ascii="Times New Roman" w:hAnsi="Times New Roman"/>
                <w:sz w:val="28"/>
                <w:szCs w:val="28"/>
              </w:rPr>
            </w:pPr>
            <w:r w:rsidRPr="00724B60">
              <w:rPr>
                <w:rFonts w:ascii="Times New Roman" w:hAnsi="Times New Roman"/>
                <w:sz w:val="28"/>
                <w:szCs w:val="28"/>
              </w:rPr>
              <w:t>прошу передать мне под опеку (попечительство) на возмездной основе</w:t>
            </w:r>
          </w:p>
        </w:tc>
      </w:tr>
    </w:tbl>
    <w:p w:rsidR="00DD3968" w:rsidRPr="00BE18B6" w:rsidRDefault="00DD3968" w:rsidP="008F5992">
      <w:pPr>
        <w:pBdr>
          <w:top w:val="single" w:sz="4" w:space="1" w:color="auto"/>
        </w:pBdr>
        <w:jc w:val="center"/>
        <w:rPr>
          <w:rFonts w:ascii="Times New Roman" w:hAnsi="Times New Roman"/>
        </w:rPr>
      </w:pPr>
      <w:r w:rsidRPr="00BE18B6">
        <w:rPr>
          <w:rFonts w:ascii="Times New Roman" w:hAnsi="Times New Roman"/>
        </w:rPr>
        <w:t>(фамилия, имя, отчество (при наличии) ребенка (детей), число, месяц, год рождения)</w:t>
      </w:r>
    </w:p>
    <w:p w:rsidR="00DD3968" w:rsidRPr="0004527D" w:rsidRDefault="00DD3968" w:rsidP="00BE18B6">
      <w:pPr>
        <w:spacing w:before="12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>Материальные возможности, жилищные условия, состояние здоровья и характер работы позволяют мне взять ребенка (детей) под опеку (попечительство) либо принять в семью на воспитание в иных установленных семейным законодательством Российской Федерации формах.</w:t>
      </w:r>
    </w:p>
    <w:p w:rsidR="00DD3968" w:rsidRDefault="00DD3968" w:rsidP="00BE18B6">
      <w:pPr>
        <w:spacing w:before="120" w:after="0" w:line="240" w:lineRule="auto"/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 xml:space="preserve">Дополнительно могу сообщить о себе следующее: </w:t>
      </w:r>
      <w:r>
        <w:rPr>
          <w:rFonts w:ascii="Times New Roman" w:hAnsi="Times New Roman"/>
          <w:sz w:val="28"/>
          <w:szCs w:val="28"/>
        </w:rPr>
        <w:t>_______________________</w:t>
      </w:r>
      <w:r w:rsidRPr="0004527D">
        <w:rPr>
          <w:rFonts w:ascii="Times New Roman" w:hAnsi="Times New Roman"/>
          <w:sz w:val="28"/>
          <w:szCs w:val="28"/>
        </w:rPr>
        <w:t xml:space="preserve"> </w:t>
      </w:r>
    </w:p>
    <w:p w:rsidR="00DD3968" w:rsidRPr="004A0D00" w:rsidRDefault="00DD3968" w:rsidP="004A0D00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  <w:r w:rsidRPr="004A0D00">
        <w:rPr>
          <w:rFonts w:ascii="Times New Roman" w:hAnsi="Times New Roman"/>
        </w:rPr>
        <w:t>(указывается наличие у гражданина</w:t>
      </w:r>
    </w:p>
    <w:p w:rsidR="00DD3968" w:rsidRPr="004A0D00" w:rsidRDefault="00DD3968" w:rsidP="004A0D00">
      <w:pPr>
        <w:spacing w:after="0" w:line="240" w:lineRule="auto"/>
        <w:ind w:left="5664"/>
        <w:rPr>
          <w:rFonts w:ascii="Times New Roman" w:hAnsi="Times New Roman"/>
        </w:rPr>
      </w:pPr>
    </w:p>
    <w:p w:rsidR="00DD3968" w:rsidRPr="004A0D00" w:rsidRDefault="00DD3968" w:rsidP="004A0D00">
      <w:pPr>
        <w:pBdr>
          <w:top w:val="single" w:sz="4" w:space="1" w:color="auto"/>
        </w:pBdr>
        <w:spacing w:after="0" w:line="240" w:lineRule="auto"/>
        <w:jc w:val="both"/>
        <w:rPr>
          <w:rFonts w:ascii="Times New Roman" w:hAnsi="Times New Roman"/>
        </w:rPr>
      </w:pPr>
      <w:r w:rsidRPr="004A0D00">
        <w:rPr>
          <w:rFonts w:ascii="Times New Roman" w:hAnsi="Times New Roman"/>
        </w:rPr>
        <w:t>необходимых знаний и навыков в воспитании детей, в том числе информация о наличии документов об образования, о профессиональной деятельности, о прохождении программ подготовки кандидатов</w:t>
      </w:r>
      <w:r>
        <w:rPr>
          <w:rFonts w:ascii="Times New Roman" w:hAnsi="Times New Roman"/>
        </w:rPr>
        <w:t xml:space="preserve"> </w:t>
      </w:r>
      <w:r w:rsidRPr="004A0D00">
        <w:rPr>
          <w:rFonts w:ascii="Times New Roman" w:hAnsi="Times New Roman"/>
        </w:rPr>
        <w:t>в опекуны или попечители и т.д.)</w:t>
      </w:r>
    </w:p>
    <w:p w:rsidR="00DD3968" w:rsidRPr="0004527D" w:rsidRDefault="00DD3968" w:rsidP="008F5992">
      <w:pPr>
        <w:tabs>
          <w:tab w:val="left" w:pos="9837"/>
        </w:tabs>
        <w:spacing w:before="120"/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 xml:space="preserve">Я,  </w:t>
      </w:r>
      <w:r w:rsidRPr="0004527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</w:p>
    <w:p w:rsidR="00DD3968" w:rsidRPr="0098460F" w:rsidRDefault="00DD3968" w:rsidP="008F5992">
      <w:pPr>
        <w:pBdr>
          <w:top w:val="single" w:sz="4" w:space="1" w:color="auto"/>
        </w:pBdr>
        <w:ind w:left="340" w:right="113"/>
        <w:jc w:val="center"/>
        <w:rPr>
          <w:rFonts w:ascii="Times New Roman" w:hAnsi="Times New Roman"/>
        </w:rPr>
      </w:pPr>
      <w:r w:rsidRPr="0098460F">
        <w:rPr>
          <w:rFonts w:ascii="Times New Roman" w:hAnsi="Times New Roman"/>
        </w:rPr>
        <w:t>(фамилия, имя, отчество (при наличии)</w:t>
      </w:r>
    </w:p>
    <w:p w:rsidR="00DD3968" w:rsidRPr="0004527D" w:rsidRDefault="00DD3968" w:rsidP="008F5992">
      <w:pPr>
        <w:jc w:val="both"/>
        <w:rPr>
          <w:rFonts w:ascii="Times New Roman" w:hAnsi="Times New Roman"/>
          <w:sz w:val="28"/>
          <w:szCs w:val="28"/>
        </w:rPr>
      </w:pPr>
      <w:r w:rsidRPr="0004527D">
        <w:rPr>
          <w:rFonts w:ascii="Times New Roman" w:hAnsi="Times New Roman"/>
          <w:sz w:val="28"/>
          <w:szCs w:val="28"/>
        </w:rPr>
        <w:t>даю согласие на обработку и использование моих персональных данных, содержащихся в настоящем заявлении и в представленных мною документах.</w:t>
      </w:r>
    </w:p>
    <w:p w:rsidR="00DD3968" w:rsidRPr="0004527D" w:rsidRDefault="00DD3968" w:rsidP="008F5992">
      <w:pPr>
        <w:spacing w:before="120"/>
        <w:ind w:left="5954"/>
        <w:jc w:val="right"/>
        <w:rPr>
          <w:rFonts w:ascii="Times New Roman" w:hAnsi="Times New Roman"/>
          <w:sz w:val="28"/>
          <w:szCs w:val="28"/>
        </w:rPr>
      </w:pPr>
    </w:p>
    <w:p w:rsidR="00DD3968" w:rsidRPr="004A0D00" w:rsidRDefault="00DD3968" w:rsidP="008F5992">
      <w:pPr>
        <w:pBdr>
          <w:top w:val="single" w:sz="4" w:space="1" w:color="auto"/>
        </w:pBdr>
        <w:ind w:left="5954"/>
        <w:jc w:val="center"/>
        <w:rPr>
          <w:rFonts w:ascii="Times New Roman" w:hAnsi="Times New Roman"/>
        </w:rPr>
      </w:pPr>
      <w:r w:rsidRPr="004A0D00">
        <w:rPr>
          <w:rFonts w:ascii="Times New Roman" w:hAnsi="Times New Roman"/>
        </w:rPr>
        <w:t>(подпись, дата)</w:t>
      </w:r>
    </w:p>
    <w:p w:rsidR="00DD3968" w:rsidRPr="0004527D" w:rsidRDefault="00DD3968" w:rsidP="008F5992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D3968" w:rsidRPr="0004527D" w:rsidRDefault="00DD3968" w:rsidP="008F5992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DD3968" w:rsidRPr="008F5992" w:rsidRDefault="00DD3968" w:rsidP="008F59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D3968" w:rsidRPr="008F5992" w:rsidSect="0098460F">
      <w:headerReference w:type="default" r:id="rId6"/>
      <w:footerReference w:type="default" r:id="rId7"/>
      <w:pgSz w:w="11906" w:h="16838"/>
      <w:pgMar w:top="1134" w:right="850" w:bottom="1134" w:left="1701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968" w:rsidRDefault="00DD3968" w:rsidP="0098460F">
      <w:pPr>
        <w:spacing w:after="0" w:line="240" w:lineRule="auto"/>
      </w:pPr>
      <w:r>
        <w:separator/>
      </w:r>
    </w:p>
  </w:endnote>
  <w:endnote w:type="continuationSeparator" w:id="0">
    <w:p w:rsidR="00DD3968" w:rsidRDefault="00DD3968" w:rsidP="00984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968" w:rsidRDefault="00DD3968">
    <w:pPr>
      <w:pStyle w:val="Footer"/>
      <w:jc w:val="center"/>
    </w:pPr>
  </w:p>
  <w:p w:rsidR="00DD3968" w:rsidRDefault="00DD39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968" w:rsidRDefault="00DD3968" w:rsidP="0098460F">
      <w:pPr>
        <w:spacing w:after="0" w:line="240" w:lineRule="auto"/>
      </w:pPr>
      <w:r>
        <w:separator/>
      </w:r>
    </w:p>
  </w:footnote>
  <w:footnote w:type="continuationSeparator" w:id="0">
    <w:p w:rsidR="00DD3968" w:rsidRDefault="00DD3968" w:rsidP="00984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968" w:rsidRDefault="00DD3968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DD3968" w:rsidRDefault="00DD396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5F02"/>
    <w:rsid w:val="000054AE"/>
    <w:rsid w:val="0004527D"/>
    <w:rsid w:val="003D2770"/>
    <w:rsid w:val="003F665C"/>
    <w:rsid w:val="00405F02"/>
    <w:rsid w:val="004257EB"/>
    <w:rsid w:val="004A0D00"/>
    <w:rsid w:val="004D344D"/>
    <w:rsid w:val="004E28C9"/>
    <w:rsid w:val="00721565"/>
    <w:rsid w:val="00724B60"/>
    <w:rsid w:val="007455E6"/>
    <w:rsid w:val="007D2437"/>
    <w:rsid w:val="0089673B"/>
    <w:rsid w:val="008F5992"/>
    <w:rsid w:val="009473C4"/>
    <w:rsid w:val="0098460F"/>
    <w:rsid w:val="009A0235"/>
    <w:rsid w:val="00B46C1D"/>
    <w:rsid w:val="00BB62DC"/>
    <w:rsid w:val="00BE18B6"/>
    <w:rsid w:val="00C44739"/>
    <w:rsid w:val="00CB790D"/>
    <w:rsid w:val="00D24ECE"/>
    <w:rsid w:val="00D800CC"/>
    <w:rsid w:val="00D81B9F"/>
    <w:rsid w:val="00DD3968"/>
    <w:rsid w:val="00E13A6D"/>
    <w:rsid w:val="00FB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8C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8460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9846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98460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846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46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2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2</Pages>
  <Words>342</Words>
  <Characters>1951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HappyUser</dc:creator>
  <cp:keywords/>
  <dc:description/>
  <cp:lastModifiedBy>Пользователь</cp:lastModifiedBy>
  <cp:revision>11</cp:revision>
  <cp:lastPrinted>2013-11-15T02:41:00Z</cp:lastPrinted>
  <dcterms:created xsi:type="dcterms:W3CDTF">2013-07-22T17:27:00Z</dcterms:created>
  <dcterms:modified xsi:type="dcterms:W3CDTF">2013-11-20T13:46:00Z</dcterms:modified>
</cp:coreProperties>
</file>