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341" w:rsidRDefault="00DA5341" w:rsidP="005678B9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DA5341" w:rsidRPr="004E4994" w:rsidRDefault="00DA5341" w:rsidP="005678B9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DA5341" w:rsidRPr="004E4994" w:rsidRDefault="00DA5341" w:rsidP="005678B9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DA5341" w:rsidRPr="004E4994" w:rsidRDefault="00DA5341" w:rsidP="005678B9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DA5341" w:rsidRPr="004E4994" w:rsidRDefault="00DA5341" w:rsidP="00DE6F6F">
      <w:pPr>
        <w:pStyle w:val="ConsPlusNormal"/>
        <w:ind w:left="504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4E499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A5341" w:rsidRPr="004E4994" w:rsidRDefault="00DA5341" w:rsidP="00DE6F6F">
      <w:pPr>
        <w:pStyle w:val="ConsPlusNormal"/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 w:rsidRPr="004E499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A5341" w:rsidRPr="004E4994" w:rsidRDefault="00DA5341" w:rsidP="00DE6F6F">
      <w:pPr>
        <w:pStyle w:val="ConsPlusNormal"/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 w:rsidRPr="004E4994">
        <w:rPr>
          <w:rFonts w:ascii="Times New Roman" w:hAnsi="Times New Roman" w:cs="Times New Roman"/>
          <w:sz w:val="28"/>
          <w:szCs w:val="28"/>
        </w:rPr>
        <w:t xml:space="preserve"> Крутинского муниципального района </w:t>
      </w:r>
    </w:p>
    <w:p w:rsidR="00DA5341" w:rsidRPr="004E4994" w:rsidRDefault="00DA5341" w:rsidP="00DE6F6F">
      <w:pPr>
        <w:pStyle w:val="ConsPlusNormal"/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07.07.2022 № 367-п</w:t>
      </w:r>
    </w:p>
    <w:p w:rsidR="00DA5341" w:rsidRPr="004E4994" w:rsidRDefault="00DA5341" w:rsidP="00DE6F6F">
      <w:pPr>
        <w:pStyle w:val="ConsPlusNormal"/>
        <w:ind w:left="6096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A5341" w:rsidRPr="004E4994" w:rsidRDefault="00DA5341" w:rsidP="00DE6F6F">
      <w:pPr>
        <w:pStyle w:val="ConsPlusNormal"/>
        <w:ind w:left="6096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A5341" w:rsidRPr="004E4994" w:rsidRDefault="00DA5341" w:rsidP="00F75D3A">
      <w:pPr>
        <w:pStyle w:val="ConsPlusNormal"/>
        <w:ind w:left="6096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A5341" w:rsidRPr="004E4994" w:rsidRDefault="00DA5341" w:rsidP="00E11A81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4E4994">
        <w:rPr>
          <w:rFonts w:ascii="Times New Roman" w:hAnsi="Times New Roman" w:cs="Times New Roman"/>
          <w:sz w:val="28"/>
          <w:szCs w:val="28"/>
        </w:rPr>
        <w:t>ПЕРЕЧЕНЬ</w:t>
      </w:r>
    </w:p>
    <w:p w:rsidR="00DA5341" w:rsidRPr="004E4994" w:rsidRDefault="00DA5341" w:rsidP="00E11A8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4994">
        <w:rPr>
          <w:rFonts w:ascii="Times New Roman" w:hAnsi="Times New Roman" w:cs="Times New Roman"/>
          <w:sz w:val="28"/>
          <w:szCs w:val="28"/>
        </w:rPr>
        <w:t>учреждений Крутинского муниципального района, на базе которых, создаются пункты временного размещения пострадавшего в чрезвычайных ситуациях населения</w:t>
      </w:r>
    </w:p>
    <w:p w:rsidR="00DA5341" w:rsidRPr="004E4994" w:rsidRDefault="00DA5341" w:rsidP="00E11A8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4263"/>
        <w:gridCol w:w="2837"/>
        <w:gridCol w:w="2443"/>
      </w:tblGrid>
      <w:tr w:rsidR="00DA5341" w:rsidRPr="004E4994">
        <w:tc>
          <w:tcPr>
            <w:tcW w:w="540" w:type="dxa"/>
            <w:vAlign w:val="center"/>
          </w:tcPr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33" w:type="dxa"/>
            <w:vAlign w:val="center"/>
          </w:tcPr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</w:t>
            </w:r>
          </w:p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2973" w:type="dxa"/>
            <w:vAlign w:val="center"/>
          </w:tcPr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Адрес организации, учреждения,</w:t>
            </w:r>
          </w:p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№ тел.</w:t>
            </w:r>
          </w:p>
        </w:tc>
        <w:tc>
          <w:tcPr>
            <w:tcW w:w="2488" w:type="dxa"/>
            <w:vAlign w:val="center"/>
          </w:tcPr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Возможность предоставления мест в организации, человек</w:t>
            </w:r>
          </w:p>
        </w:tc>
      </w:tr>
      <w:tr w:rsidR="00DA5341" w:rsidRPr="004E4994">
        <w:tc>
          <w:tcPr>
            <w:tcW w:w="540" w:type="dxa"/>
          </w:tcPr>
          <w:p w:rsidR="00DA5341" w:rsidRPr="004E4994" w:rsidRDefault="00DA5341" w:rsidP="00364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3" w:type="dxa"/>
          </w:tcPr>
          <w:p w:rsidR="00DA5341" w:rsidRPr="004E4994" w:rsidRDefault="00DA5341" w:rsidP="00364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3" w:type="dxa"/>
          </w:tcPr>
          <w:p w:rsidR="00DA5341" w:rsidRPr="004E4994" w:rsidRDefault="00DA5341" w:rsidP="00364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88" w:type="dxa"/>
          </w:tcPr>
          <w:p w:rsidR="00DA5341" w:rsidRPr="004E4994" w:rsidRDefault="00DA5341" w:rsidP="00364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A5341" w:rsidRPr="004E4994">
        <w:tc>
          <w:tcPr>
            <w:tcW w:w="540" w:type="dxa"/>
          </w:tcPr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3" w:type="dxa"/>
          </w:tcPr>
          <w:p w:rsidR="00DA5341" w:rsidRPr="004E4994" w:rsidRDefault="00DA5341" w:rsidP="0036432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 xml:space="preserve">ОУ Крутинский лицей </w:t>
            </w:r>
          </w:p>
        </w:tc>
        <w:tc>
          <w:tcPr>
            <w:tcW w:w="2973" w:type="dxa"/>
          </w:tcPr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 xml:space="preserve">р.п. Крутинка, </w:t>
            </w:r>
          </w:p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ул. Заречная, 10</w:t>
            </w:r>
          </w:p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 xml:space="preserve">т. (38167) 2-17-78   </w:t>
            </w:r>
          </w:p>
        </w:tc>
        <w:tc>
          <w:tcPr>
            <w:tcW w:w="2488" w:type="dxa"/>
          </w:tcPr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341" w:rsidRPr="004E4994">
        <w:tc>
          <w:tcPr>
            <w:tcW w:w="540" w:type="dxa"/>
          </w:tcPr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3" w:type="dxa"/>
          </w:tcPr>
          <w:p w:rsidR="00DA5341" w:rsidRPr="004E4994" w:rsidRDefault="00DA5341" w:rsidP="0036432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ОУ Новокарасукская СОШ</w:t>
            </w:r>
          </w:p>
        </w:tc>
        <w:tc>
          <w:tcPr>
            <w:tcW w:w="2973" w:type="dxa"/>
          </w:tcPr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с. Новокарасук,                        ул. 50 Лет Октября 3,</w:t>
            </w:r>
          </w:p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т. (38167) 38-369</w:t>
            </w:r>
          </w:p>
        </w:tc>
        <w:tc>
          <w:tcPr>
            <w:tcW w:w="2488" w:type="dxa"/>
          </w:tcPr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341" w:rsidRPr="004E4994">
        <w:tc>
          <w:tcPr>
            <w:tcW w:w="540" w:type="dxa"/>
          </w:tcPr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3" w:type="dxa"/>
          </w:tcPr>
          <w:p w:rsidR="00DA5341" w:rsidRPr="004E4994" w:rsidRDefault="00DA5341" w:rsidP="00364327">
            <w:pPr>
              <w:spacing w:after="0" w:line="240" w:lineRule="auto"/>
              <w:rPr>
                <w:rFonts w:ascii="Times New Roman" w:hAnsi="Times New Roman" w:cs="Times New Roman"/>
                <w:shadow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hadow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hadow/>
                <w:sz w:val="28"/>
                <w:szCs w:val="28"/>
              </w:rPr>
              <w:t>Б</w:t>
            </w:r>
            <w:r w:rsidRPr="004E4994">
              <w:rPr>
                <w:rFonts w:ascii="Times New Roman" w:hAnsi="Times New Roman" w:cs="Times New Roman"/>
                <w:shadow/>
                <w:sz w:val="28"/>
                <w:szCs w:val="28"/>
              </w:rPr>
              <w:t>ОУ Пановская СОШ</w:t>
            </w:r>
          </w:p>
        </w:tc>
        <w:tc>
          <w:tcPr>
            <w:tcW w:w="2973" w:type="dxa"/>
          </w:tcPr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с. Паново,</w:t>
            </w:r>
          </w:p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ул. Советская 4,</w:t>
            </w:r>
          </w:p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 xml:space="preserve">т. (38167) 35-121   </w:t>
            </w:r>
          </w:p>
        </w:tc>
        <w:tc>
          <w:tcPr>
            <w:tcW w:w="2488" w:type="dxa"/>
          </w:tcPr>
          <w:p w:rsidR="00DA5341" w:rsidRPr="004E4994" w:rsidRDefault="00DA5341" w:rsidP="003643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99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A5341" w:rsidRPr="004E4994" w:rsidRDefault="00DA5341" w:rsidP="00E11A8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341" w:rsidRPr="004E4994" w:rsidRDefault="00DA5341" w:rsidP="00DE6F6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DA5341" w:rsidRPr="004E4994" w:rsidRDefault="00DA5341" w:rsidP="00DE6F6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DA5341" w:rsidRPr="004E4994" w:rsidRDefault="00DA5341" w:rsidP="00DE6F6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DA5341" w:rsidRPr="004E4994" w:rsidRDefault="00DA5341" w:rsidP="00DE6F6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DA5341" w:rsidRPr="004E4994" w:rsidRDefault="00DA5341" w:rsidP="00DE6F6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DA5341" w:rsidRPr="004E4994" w:rsidRDefault="00DA5341" w:rsidP="00DE6F6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DA5341" w:rsidRPr="004E4994" w:rsidRDefault="00DA5341" w:rsidP="00DE6F6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DA5341" w:rsidRPr="004E4994" w:rsidRDefault="00DA5341" w:rsidP="00DE6F6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DA5341" w:rsidRPr="004E4994" w:rsidRDefault="00DA5341" w:rsidP="00DE6F6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DA5341" w:rsidRPr="004E4994" w:rsidRDefault="00DA5341" w:rsidP="00DE6F6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DA5341" w:rsidRPr="004E4994" w:rsidRDefault="00DA5341" w:rsidP="00DE6F6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sectPr w:rsidR="00DA5341" w:rsidRPr="004E4994" w:rsidSect="00951EE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910CB"/>
    <w:multiLevelType w:val="hybridMultilevel"/>
    <w:tmpl w:val="9B6ABE6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3A3"/>
    <w:rsid w:val="00002DB6"/>
    <w:rsid w:val="00035B5F"/>
    <w:rsid w:val="00094F9B"/>
    <w:rsid w:val="000A0C4D"/>
    <w:rsid w:val="001901A5"/>
    <w:rsid w:val="002408A0"/>
    <w:rsid w:val="002677C7"/>
    <w:rsid w:val="00295E76"/>
    <w:rsid w:val="002A3CC7"/>
    <w:rsid w:val="002C0817"/>
    <w:rsid w:val="002E3A6C"/>
    <w:rsid w:val="0032445D"/>
    <w:rsid w:val="0035276F"/>
    <w:rsid w:val="00364327"/>
    <w:rsid w:val="003C0037"/>
    <w:rsid w:val="004303C1"/>
    <w:rsid w:val="0047033A"/>
    <w:rsid w:val="00471041"/>
    <w:rsid w:val="0047457E"/>
    <w:rsid w:val="004E4994"/>
    <w:rsid w:val="00503986"/>
    <w:rsid w:val="0051150B"/>
    <w:rsid w:val="00516BBE"/>
    <w:rsid w:val="0052127A"/>
    <w:rsid w:val="00543402"/>
    <w:rsid w:val="005678B9"/>
    <w:rsid w:val="005C3AFA"/>
    <w:rsid w:val="00616CE0"/>
    <w:rsid w:val="00617A39"/>
    <w:rsid w:val="006615B6"/>
    <w:rsid w:val="006724BC"/>
    <w:rsid w:val="006C13E9"/>
    <w:rsid w:val="007F337C"/>
    <w:rsid w:val="00835CCB"/>
    <w:rsid w:val="0084376F"/>
    <w:rsid w:val="00862D2C"/>
    <w:rsid w:val="0087042A"/>
    <w:rsid w:val="00892324"/>
    <w:rsid w:val="00903020"/>
    <w:rsid w:val="00904321"/>
    <w:rsid w:val="00951EE9"/>
    <w:rsid w:val="009C3C24"/>
    <w:rsid w:val="009F4F8A"/>
    <w:rsid w:val="00A918F5"/>
    <w:rsid w:val="00AD6D8C"/>
    <w:rsid w:val="00BA6795"/>
    <w:rsid w:val="00BC7156"/>
    <w:rsid w:val="00BF6B6A"/>
    <w:rsid w:val="00C40316"/>
    <w:rsid w:val="00C4193E"/>
    <w:rsid w:val="00C552AA"/>
    <w:rsid w:val="00C85506"/>
    <w:rsid w:val="00CB7B3E"/>
    <w:rsid w:val="00CE09DE"/>
    <w:rsid w:val="00D023A3"/>
    <w:rsid w:val="00DA5341"/>
    <w:rsid w:val="00DC6752"/>
    <w:rsid w:val="00DE6F6F"/>
    <w:rsid w:val="00DF35E4"/>
    <w:rsid w:val="00E11A81"/>
    <w:rsid w:val="00E25B29"/>
    <w:rsid w:val="00E2791D"/>
    <w:rsid w:val="00E64562"/>
    <w:rsid w:val="00E75DDB"/>
    <w:rsid w:val="00F107DD"/>
    <w:rsid w:val="00F34FF3"/>
    <w:rsid w:val="00F47C2F"/>
    <w:rsid w:val="00F47C9A"/>
    <w:rsid w:val="00F75D3A"/>
    <w:rsid w:val="00FA3EF4"/>
    <w:rsid w:val="00FD5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42A"/>
    <w:pPr>
      <w:spacing w:after="200" w:line="276" w:lineRule="auto"/>
    </w:pPr>
    <w:rPr>
      <w:rFonts w:cs="Calibri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23A3"/>
    <w:pPr>
      <w:keepNext/>
      <w:spacing w:after="0" w:line="240" w:lineRule="auto"/>
      <w:jc w:val="center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023A3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D023A3"/>
    <w:pPr>
      <w:spacing w:after="0" w:line="240" w:lineRule="auto"/>
      <w:ind w:left="720"/>
    </w:pPr>
    <w:rPr>
      <w:sz w:val="20"/>
      <w:szCs w:val="20"/>
    </w:rPr>
  </w:style>
  <w:style w:type="paragraph" w:customStyle="1" w:styleId="Default">
    <w:name w:val="Default"/>
    <w:uiPriority w:val="99"/>
    <w:rsid w:val="005678B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99"/>
    <w:qFormat/>
    <w:rsid w:val="00C552AA"/>
    <w:rPr>
      <w:rFonts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A3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3CC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E6F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035B5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16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334</TotalTime>
  <Pages>2</Pages>
  <Words>104</Words>
  <Characters>598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Rizhakin</dc:creator>
  <cp:keywords/>
  <dc:description/>
  <cp:lastModifiedBy>user</cp:lastModifiedBy>
  <cp:revision>46</cp:revision>
  <cp:lastPrinted>2022-07-01T05:38:00Z</cp:lastPrinted>
  <dcterms:created xsi:type="dcterms:W3CDTF">2022-06-28T11:41:00Z</dcterms:created>
  <dcterms:modified xsi:type="dcterms:W3CDTF">2022-07-07T05:44:00Z</dcterms:modified>
</cp:coreProperties>
</file>