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242" w:rsidRPr="00FA6BF6" w:rsidRDefault="00C87242" w:rsidP="00AF1CB1">
      <w:pPr>
        <w:shd w:val="clear" w:color="auto" w:fill="FFFFFF"/>
        <w:spacing w:after="0"/>
        <w:ind w:left="5103" w:right="-221"/>
        <w:jc w:val="right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A6BF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Приложение № 1 </w:t>
      </w:r>
    </w:p>
    <w:p w:rsidR="00C87242" w:rsidRPr="00C07C41" w:rsidRDefault="00C87242" w:rsidP="00AF1CB1">
      <w:pPr>
        <w:shd w:val="clear" w:color="auto" w:fill="FFFFFF"/>
        <w:spacing w:after="0"/>
        <w:ind w:left="5103" w:right="-221"/>
        <w:jc w:val="right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 постановлению А</w:t>
      </w:r>
      <w:r w:rsidRPr="00C07C4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дминистрации</w:t>
      </w:r>
    </w:p>
    <w:p w:rsidR="00C87242" w:rsidRPr="00C07C41" w:rsidRDefault="00C87242" w:rsidP="00AF1CB1">
      <w:pPr>
        <w:shd w:val="clear" w:color="auto" w:fill="FFFFFF"/>
        <w:spacing w:after="0"/>
        <w:ind w:left="5103" w:right="-221"/>
        <w:jc w:val="right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Крутинского муниципального </w:t>
      </w:r>
      <w:r w:rsidRPr="00C07C4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района</w:t>
      </w:r>
    </w:p>
    <w:p w:rsidR="00C87242" w:rsidRPr="00C07C41" w:rsidRDefault="00C87242" w:rsidP="00AF1CB1">
      <w:pPr>
        <w:shd w:val="clear" w:color="auto" w:fill="FFFFFF"/>
        <w:spacing w:after="0"/>
        <w:ind w:left="5103" w:right="-22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C07C41">
        <w:rPr>
          <w:rFonts w:ascii="Times New Roman" w:hAnsi="Times New Roman" w:cs="Times New Roman"/>
          <w:sz w:val="24"/>
          <w:szCs w:val="24"/>
          <w:lang w:eastAsia="en-US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26.09.2022 г. </w:t>
      </w:r>
      <w:r w:rsidRPr="00C07C41">
        <w:rPr>
          <w:rFonts w:ascii="Times New Roman" w:hAnsi="Times New Roman" w:cs="Times New Roman"/>
          <w:sz w:val="24"/>
          <w:szCs w:val="24"/>
          <w:lang w:eastAsia="en-US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eastAsia="en-US"/>
        </w:rPr>
        <w:t>477-п</w:t>
      </w:r>
    </w:p>
    <w:p w:rsidR="00C87242" w:rsidRPr="00C07C41" w:rsidRDefault="00C87242" w:rsidP="00AF1CB1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after="0" w:line="322" w:lineRule="exact"/>
        <w:ind w:right="-30" w:firstLine="706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C87242" w:rsidRDefault="00C87242" w:rsidP="00AF1CB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C87242" w:rsidRPr="000D5172" w:rsidRDefault="00C87242" w:rsidP="00AF1C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Положение</w:t>
      </w:r>
    </w:p>
    <w:p w:rsidR="00C87242" w:rsidRPr="000D5172" w:rsidRDefault="00C87242" w:rsidP="00AF1C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о силах</w:t>
      </w:r>
      <w:r>
        <w:rPr>
          <w:rFonts w:ascii="Times New Roman" w:hAnsi="Times New Roman" w:cs="Times New Roman"/>
          <w:sz w:val="28"/>
          <w:szCs w:val="28"/>
        </w:rPr>
        <w:t xml:space="preserve"> и средствах</w:t>
      </w:r>
      <w:r w:rsidRPr="000D5172">
        <w:rPr>
          <w:rFonts w:ascii="Times New Roman" w:hAnsi="Times New Roman" w:cs="Times New Roman"/>
          <w:sz w:val="28"/>
          <w:szCs w:val="28"/>
        </w:rPr>
        <w:t xml:space="preserve"> постоянной готовности муниципального звена (служб</w:t>
      </w:r>
      <w:r>
        <w:rPr>
          <w:rFonts w:ascii="Times New Roman" w:hAnsi="Times New Roman" w:cs="Times New Roman"/>
          <w:sz w:val="28"/>
          <w:szCs w:val="28"/>
        </w:rPr>
        <w:t xml:space="preserve">ах РСЧС)    </w:t>
      </w:r>
      <w:r w:rsidRPr="000D5172">
        <w:rPr>
          <w:rFonts w:ascii="Times New Roman" w:hAnsi="Times New Roman" w:cs="Times New Roman"/>
          <w:sz w:val="28"/>
          <w:szCs w:val="28"/>
        </w:rPr>
        <w:t>Крутинского муниципального района  территориальной подсистемы единой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 xml:space="preserve"> государственной системы предупреждения и ликвидации 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D5172">
        <w:rPr>
          <w:rFonts w:ascii="Times New Roman" w:hAnsi="Times New Roman" w:cs="Times New Roman"/>
          <w:sz w:val="28"/>
          <w:szCs w:val="28"/>
        </w:rPr>
        <w:t xml:space="preserve"> ситуаций Омской области</w:t>
      </w:r>
    </w:p>
    <w:p w:rsidR="00C87242" w:rsidRPr="000D5172" w:rsidRDefault="00C87242" w:rsidP="00AF1C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87242" w:rsidRPr="000D5172" w:rsidRDefault="00C87242" w:rsidP="00AF1CB1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5172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C87242" w:rsidRPr="000D5172" w:rsidRDefault="00C87242" w:rsidP="00AF1CB1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87242" w:rsidRPr="000D5172" w:rsidRDefault="00C87242" w:rsidP="00AF1CB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 xml:space="preserve">1.1.  Настоящее Положение устанавливает требования к созданию и функционированию сил постоянной готовности муниципального звена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>Крутинского муниципального района  территориальной подсистемы единой  государственной системы предупреждения и ликвидации чрезвычайных  ситуаций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0D5172">
        <w:rPr>
          <w:rFonts w:ascii="Times New Roman" w:hAnsi="Times New Roman" w:cs="Times New Roman"/>
          <w:sz w:val="28"/>
          <w:szCs w:val="28"/>
        </w:rPr>
        <w:t>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D5172">
        <w:rPr>
          <w:rFonts w:ascii="Times New Roman" w:hAnsi="Times New Roman" w:cs="Times New Roman"/>
          <w:sz w:val="28"/>
          <w:szCs w:val="28"/>
        </w:rPr>
        <w:t xml:space="preserve"> РСЧС</w:t>
      </w:r>
      <w:r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</w:t>
      </w:r>
      <w:r w:rsidRPr="000D517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87242" w:rsidRPr="000D5172" w:rsidRDefault="00C87242" w:rsidP="00AF1C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Службы РСЧС Крутинского муниципального района при выполнении своих задач руководствуются </w:t>
      </w:r>
      <w:r w:rsidRPr="00D22DA8">
        <w:rPr>
          <w:rFonts w:ascii="Times New Roman" w:hAnsi="Times New Roman" w:cs="Times New Roman"/>
          <w:sz w:val="28"/>
          <w:szCs w:val="28"/>
        </w:rPr>
        <w:t>федеральными законами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DA8">
        <w:rPr>
          <w:rFonts w:ascii="Times New Roman" w:hAnsi="Times New Roman" w:cs="Times New Roman"/>
          <w:sz w:val="28"/>
          <w:szCs w:val="28"/>
        </w:rPr>
        <w:t xml:space="preserve"> № 68-ФЗ от 21.12.1994 г. «О защите населения и территорий от чрезвычайных ситуаций природного и техноген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D22DA8">
        <w:rPr>
          <w:rFonts w:ascii="Times New Roman" w:hAnsi="Times New Roman" w:cs="Times New Roman"/>
          <w:sz w:val="28"/>
          <w:szCs w:val="28"/>
        </w:rPr>
        <w:t>характера»,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2DA8">
        <w:rPr>
          <w:rFonts w:ascii="Times New Roman" w:hAnsi="Times New Roman" w:cs="Times New Roman"/>
          <w:sz w:val="28"/>
          <w:szCs w:val="28"/>
        </w:rPr>
        <w:t xml:space="preserve"> № 28-ФЗ от 12.02.1998 г. «О гражданской обороне»,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DA8">
        <w:rPr>
          <w:rFonts w:ascii="Times New Roman" w:hAnsi="Times New Roman" w:cs="Times New Roman"/>
          <w:sz w:val="28"/>
          <w:szCs w:val="28"/>
        </w:rPr>
        <w:t xml:space="preserve"> постановлениями Правительства Российской Федерации № 794 от 30.12.2003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DA8">
        <w:rPr>
          <w:rFonts w:ascii="Times New Roman" w:hAnsi="Times New Roman" w:cs="Times New Roman"/>
          <w:sz w:val="28"/>
          <w:szCs w:val="28"/>
        </w:rPr>
        <w:t xml:space="preserve"> «О единой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DA8">
        <w:rPr>
          <w:rFonts w:ascii="Times New Roman" w:hAnsi="Times New Roman" w:cs="Times New Roman"/>
          <w:sz w:val="28"/>
          <w:szCs w:val="28"/>
        </w:rPr>
        <w:t xml:space="preserve"> государственной системе предупреждения и ликвидации чрезвычайных ситуаций», №1007 от 08.11.2013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DA8">
        <w:rPr>
          <w:rFonts w:ascii="Times New Roman" w:hAnsi="Times New Roman" w:cs="Times New Roman"/>
          <w:sz w:val="28"/>
          <w:szCs w:val="28"/>
        </w:rPr>
        <w:t xml:space="preserve"> «О силах и средствах единой государственной системы  предупреждения и ликвидации чрезвычайных ситуаций», постановлением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22DA8">
        <w:rPr>
          <w:rFonts w:ascii="Times New Roman" w:hAnsi="Times New Roman" w:cs="Times New Roman"/>
          <w:sz w:val="28"/>
          <w:szCs w:val="28"/>
        </w:rPr>
        <w:t xml:space="preserve">равительства Омской области N 144-п от 10 ноября 2006 г. «Об утверждении  положения о территориальной подсистеме единой государственной системы предупреждения и ликвидации чрезвычайных ситуаций Омской области»,  постановлением Главы Крутинского муниципального района  № 865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22DA8">
        <w:rPr>
          <w:rFonts w:ascii="Times New Roman" w:hAnsi="Times New Roman" w:cs="Times New Roman"/>
          <w:sz w:val="28"/>
          <w:szCs w:val="28"/>
        </w:rPr>
        <w:t xml:space="preserve">29.10.2013 года   «Об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Крутинского муниципального района» и    </w:t>
      </w:r>
      <w:r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C87242" w:rsidRDefault="00C87242" w:rsidP="00AF1C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5172">
        <w:rPr>
          <w:rFonts w:ascii="Times New Roman" w:hAnsi="Times New Roman" w:cs="Times New Roman"/>
          <w:sz w:val="28"/>
          <w:szCs w:val="28"/>
        </w:rPr>
        <w:t>.  Служба РСЧС Крутинского муниципального района – это организационно-техническое объединение органов управления, сил и средств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5172">
        <w:rPr>
          <w:rFonts w:ascii="Times New Roman" w:hAnsi="Times New Roman" w:cs="Times New Roman"/>
          <w:sz w:val="28"/>
          <w:szCs w:val="28"/>
        </w:rPr>
        <w:t>, независимо от форм собственности, осуществляющих свою профессиональную деятельность на территории К</w:t>
      </w:r>
      <w:r>
        <w:rPr>
          <w:rFonts w:ascii="Times New Roman" w:hAnsi="Times New Roman" w:cs="Times New Roman"/>
          <w:sz w:val="28"/>
          <w:szCs w:val="28"/>
        </w:rPr>
        <w:t>рутин</w:t>
      </w:r>
      <w:r w:rsidRPr="000D5172">
        <w:rPr>
          <w:rFonts w:ascii="Times New Roman" w:hAnsi="Times New Roman" w:cs="Times New Roman"/>
          <w:sz w:val="28"/>
          <w:szCs w:val="28"/>
        </w:rPr>
        <w:t>ского района, в компетенцию котор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D5172">
        <w:rPr>
          <w:rFonts w:ascii="Times New Roman" w:hAnsi="Times New Roman" w:cs="Times New Roman"/>
          <w:sz w:val="28"/>
          <w:szCs w:val="28"/>
        </w:rPr>
        <w:t xml:space="preserve"> входят вопросы предупреждения и ликвидации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Pr="007A0F19">
        <w:rPr>
          <w:rFonts w:ascii="Times New Roman" w:hAnsi="Times New Roman" w:cs="Times New Roman"/>
          <w:sz w:val="28"/>
          <w:szCs w:val="28"/>
        </w:rPr>
        <w:t>соответствующего профиля  (соответствующих задачам данной организации).</w:t>
      </w:r>
    </w:p>
    <w:p w:rsidR="00C87242" w:rsidRPr="001D6D0F" w:rsidRDefault="00C87242" w:rsidP="00AF1C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1D6D0F">
        <w:rPr>
          <w:rFonts w:ascii="Times New Roman" w:hAnsi="Times New Roman" w:cs="Times New Roman"/>
          <w:sz w:val="28"/>
          <w:szCs w:val="28"/>
        </w:rPr>
        <w:t xml:space="preserve">Состав и структуру </w:t>
      </w:r>
      <w:r>
        <w:rPr>
          <w:rFonts w:ascii="Times New Roman" w:hAnsi="Times New Roman" w:cs="Times New Roman"/>
          <w:sz w:val="28"/>
          <w:szCs w:val="28"/>
        </w:rPr>
        <w:t>службы  РСЧС Крутинского муниципального района</w:t>
      </w:r>
      <w:r w:rsidRPr="001D6D0F">
        <w:rPr>
          <w:rFonts w:ascii="Times New Roman" w:hAnsi="Times New Roman" w:cs="Times New Roman"/>
          <w:sz w:val="28"/>
          <w:szCs w:val="28"/>
        </w:rPr>
        <w:t xml:space="preserve"> определяют создающие их организации и предприятия, исходя из возложенных на них задач по предупреждению и ликвидации чрезвычайных ситуаций.</w:t>
      </w:r>
    </w:p>
    <w:p w:rsidR="00C87242" w:rsidRPr="000D5172" w:rsidRDefault="00C87242" w:rsidP="00AF1C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5172">
        <w:rPr>
          <w:rFonts w:ascii="Times New Roman" w:hAnsi="Times New Roman" w:cs="Times New Roman"/>
          <w:sz w:val="28"/>
          <w:szCs w:val="28"/>
        </w:rPr>
        <w:t>. Службы РСЧС К</w:t>
      </w:r>
      <w:r>
        <w:rPr>
          <w:rFonts w:ascii="Times New Roman" w:hAnsi="Times New Roman" w:cs="Times New Roman"/>
          <w:sz w:val="28"/>
          <w:szCs w:val="28"/>
        </w:rPr>
        <w:t>рутинск</w:t>
      </w:r>
      <w:r w:rsidRPr="000D517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0D5172">
        <w:rPr>
          <w:rFonts w:ascii="Times New Roman" w:hAnsi="Times New Roman" w:cs="Times New Roman"/>
          <w:sz w:val="28"/>
          <w:szCs w:val="28"/>
        </w:rPr>
        <w:t xml:space="preserve"> района создаются в целях:</w:t>
      </w:r>
    </w:p>
    <w:p w:rsidR="00C87242" w:rsidRPr="000D5172" w:rsidRDefault="00C87242" w:rsidP="00AF1CB1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 xml:space="preserve">          - совершенствовани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5172">
        <w:rPr>
          <w:rFonts w:ascii="Times New Roman" w:hAnsi="Times New Roman" w:cs="Times New Roman"/>
          <w:sz w:val="28"/>
          <w:szCs w:val="28"/>
        </w:rPr>
        <w:t xml:space="preserve"> вопросов реагирования органов управления и сил на возникающие </w:t>
      </w:r>
      <w:r>
        <w:rPr>
          <w:rFonts w:ascii="Times New Roman" w:hAnsi="Times New Roman" w:cs="Times New Roman"/>
          <w:sz w:val="28"/>
          <w:szCs w:val="28"/>
        </w:rPr>
        <w:t>чрезвычайные ситуации</w:t>
      </w:r>
      <w:r w:rsidRPr="000D5172">
        <w:rPr>
          <w:rFonts w:ascii="Times New Roman" w:hAnsi="Times New Roman" w:cs="Times New Roman"/>
          <w:sz w:val="28"/>
          <w:szCs w:val="28"/>
        </w:rPr>
        <w:t xml:space="preserve"> и происшествия в пределах муниципального района; </w:t>
      </w:r>
    </w:p>
    <w:p w:rsidR="00C87242" w:rsidRPr="000D5172" w:rsidRDefault="00C87242" w:rsidP="00AF1CB1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-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5172">
        <w:rPr>
          <w:rFonts w:ascii="Times New Roman" w:hAnsi="Times New Roman" w:cs="Times New Roman"/>
          <w:sz w:val="28"/>
          <w:szCs w:val="28"/>
        </w:rPr>
        <w:t xml:space="preserve"> уровня и качества взаимодействия органов управления и сил при реагировании на </w:t>
      </w:r>
      <w:r>
        <w:rPr>
          <w:rFonts w:ascii="Times New Roman" w:hAnsi="Times New Roman" w:cs="Times New Roman"/>
          <w:sz w:val="28"/>
          <w:szCs w:val="28"/>
        </w:rPr>
        <w:t>чрезвычайные ситуации</w:t>
      </w:r>
      <w:r w:rsidRPr="000D5172">
        <w:rPr>
          <w:rFonts w:ascii="Times New Roman" w:hAnsi="Times New Roman" w:cs="Times New Roman"/>
          <w:sz w:val="28"/>
          <w:szCs w:val="28"/>
        </w:rPr>
        <w:t xml:space="preserve"> и происшествия в пределах муниципального района;</w:t>
      </w:r>
    </w:p>
    <w:p w:rsidR="00C87242" w:rsidRPr="000D5172" w:rsidRDefault="00C87242" w:rsidP="00AF1CB1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0D5172">
        <w:rPr>
          <w:rFonts w:ascii="Times New Roman" w:hAnsi="Times New Roman" w:cs="Times New Roman"/>
          <w:sz w:val="28"/>
          <w:szCs w:val="28"/>
        </w:rPr>
        <w:t xml:space="preserve"> ответственности руководителей органов управления, в полномочия которых входят вопросы предупреждения и ликвидации </w:t>
      </w:r>
      <w:r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Pr="000D5172"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AF1CB1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5172">
        <w:rPr>
          <w:rFonts w:ascii="Times New Roman" w:hAnsi="Times New Roman" w:cs="Times New Roman"/>
          <w:sz w:val="28"/>
          <w:szCs w:val="28"/>
        </w:rPr>
        <w:t xml:space="preserve">. </w:t>
      </w:r>
      <w:r w:rsidRPr="001D6D0F">
        <w:rPr>
          <w:rFonts w:ascii="Times New Roman" w:hAnsi="Times New Roman" w:cs="Times New Roman"/>
          <w:sz w:val="28"/>
          <w:szCs w:val="28"/>
        </w:rPr>
        <w:t>Координаци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D6D0F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D5172">
        <w:rPr>
          <w:rFonts w:ascii="Times New Roman" w:hAnsi="Times New Roman" w:cs="Times New Roman"/>
          <w:sz w:val="28"/>
          <w:szCs w:val="28"/>
        </w:rPr>
        <w:t xml:space="preserve">ри реагировании на </w:t>
      </w:r>
      <w:r>
        <w:rPr>
          <w:rFonts w:ascii="Times New Roman" w:hAnsi="Times New Roman" w:cs="Times New Roman"/>
          <w:sz w:val="28"/>
          <w:szCs w:val="28"/>
        </w:rPr>
        <w:t>чрезвычайные ситуации</w:t>
      </w:r>
      <w:r w:rsidRPr="000D5172">
        <w:rPr>
          <w:rFonts w:ascii="Times New Roman" w:hAnsi="Times New Roman" w:cs="Times New Roman"/>
          <w:sz w:val="28"/>
          <w:szCs w:val="28"/>
        </w:rPr>
        <w:t xml:space="preserve"> и происшествия служб РСЧС</w:t>
      </w:r>
      <w:r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района, а также</w:t>
      </w:r>
      <w:r w:rsidRPr="001D6D0F">
        <w:rPr>
          <w:rFonts w:ascii="Times New Roman" w:hAnsi="Times New Roman" w:cs="Times New Roman"/>
          <w:sz w:val="28"/>
          <w:szCs w:val="28"/>
        </w:rPr>
        <w:t xml:space="preserve"> участвующих в проведении аварийно-</w:t>
      </w:r>
      <w:r>
        <w:rPr>
          <w:rFonts w:ascii="Times New Roman" w:hAnsi="Times New Roman" w:cs="Times New Roman"/>
          <w:sz w:val="28"/>
          <w:szCs w:val="28"/>
        </w:rPr>
        <w:t>восстанови</w:t>
      </w:r>
      <w:r w:rsidRPr="001D6D0F">
        <w:rPr>
          <w:rFonts w:ascii="Times New Roman" w:hAnsi="Times New Roman" w:cs="Times New Roman"/>
          <w:sz w:val="28"/>
          <w:szCs w:val="28"/>
        </w:rPr>
        <w:t xml:space="preserve">тельных работ на территории муниципального образования осуществляет </w:t>
      </w:r>
      <w:r>
        <w:rPr>
          <w:rFonts w:ascii="Times New Roman" w:hAnsi="Times New Roman" w:cs="Times New Roman"/>
          <w:sz w:val="28"/>
          <w:szCs w:val="28"/>
        </w:rPr>
        <w:t>комиссия по предупреждению и ликвидации чрезвычайных ситуаций и обеспечению пожарной безопасности Крутинского</w:t>
      </w:r>
      <w:r w:rsidRPr="001D6D0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87242" w:rsidRPr="00FE6C64" w:rsidRDefault="00C87242" w:rsidP="00AF1CB1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FE6C64">
        <w:rPr>
          <w:rFonts w:ascii="Times New Roman" w:hAnsi="Times New Roman" w:cs="Times New Roman"/>
          <w:sz w:val="28"/>
          <w:szCs w:val="28"/>
        </w:rPr>
        <w:t xml:space="preserve">Привлечение служб </w:t>
      </w:r>
      <w:r>
        <w:rPr>
          <w:rFonts w:ascii="Times New Roman" w:hAnsi="Times New Roman" w:cs="Times New Roman"/>
          <w:sz w:val="28"/>
          <w:szCs w:val="28"/>
        </w:rPr>
        <w:t>РСЧС Крутинского муниципального района</w:t>
      </w:r>
      <w:r w:rsidRPr="00FE6C64">
        <w:rPr>
          <w:rFonts w:ascii="Times New Roman" w:hAnsi="Times New Roman" w:cs="Times New Roman"/>
          <w:sz w:val="28"/>
          <w:szCs w:val="28"/>
        </w:rPr>
        <w:t xml:space="preserve"> к ликвидации чрезвычайных ситуаций осуществляется:</w:t>
      </w:r>
    </w:p>
    <w:p w:rsidR="00C87242" w:rsidRPr="00FE6C64" w:rsidRDefault="00C87242" w:rsidP="00AF1CB1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6C64">
        <w:rPr>
          <w:rFonts w:ascii="Times New Roman" w:hAnsi="Times New Roman" w:cs="Times New Roman"/>
          <w:sz w:val="28"/>
          <w:szCs w:val="28"/>
        </w:rPr>
        <w:t xml:space="preserve">- в соответствии с планами предупреждения и ликвидации чрезвычайных ситуаций </w:t>
      </w:r>
      <w:r>
        <w:rPr>
          <w:rFonts w:ascii="Times New Roman" w:hAnsi="Times New Roman" w:cs="Times New Roman"/>
          <w:sz w:val="28"/>
          <w:szCs w:val="28"/>
        </w:rPr>
        <w:t xml:space="preserve">Крутинского муниципального района </w:t>
      </w:r>
      <w:r w:rsidRPr="00FE6C64">
        <w:rPr>
          <w:rFonts w:ascii="Times New Roman" w:hAnsi="Times New Roman" w:cs="Times New Roman"/>
          <w:sz w:val="28"/>
          <w:szCs w:val="28"/>
        </w:rPr>
        <w:t xml:space="preserve">на обслуживаемых </w:t>
      </w:r>
      <w:r>
        <w:rPr>
          <w:rFonts w:ascii="Times New Roman" w:hAnsi="Times New Roman" w:cs="Times New Roman"/>
          <w:sz w:val="28"/>
          <w:szCs w:val="28"/>
        </w:rPr>
        <w:t>ими</w:t>
      </w:r>
      <w:r w:rsidRPr="00FE6C64">
        <w:rPr>
          <w:rFonts w:ascii="Times New Roman" w:hAnsi="Times New Roman" w:cs="Times New Roman"/>
          <w:sz w:val="28"/>
          <w:szCs w:val="28"/>
        </w:rPr>
        <w:t xml:space="preserve"> объектах и территориях;</w:t>
      </w:r>
    </w:p>
    <w:p w:rsidR="00C87242" w:rsidRPr="00FE6C64" w:rsidRDefault="00C87242" w:rsidP="00AF1CB1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6C64">
        <w:rPr>
          <w:rFonts w:ascii="Times New Roman" w:hAnsi="Times New Roman" w:cs="Times New Roman"/>
          <w:sz w:val="28"/>
          <w:szCs w:val="28"/>
        </w:rPr>
        <w:t xml:space="preserve">-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объектовыми планами предупреждения и ликвидации чрезвычайных ситуаций и </w:t>
      </w:r>
      <w:r w:rsidRPr="00FE6C64">
        <w:rPr>
          <w:rFonts w:ascii="Times New Roman" w:hAnsi="Times New Roman" w:cs="Times New Roman"/>
          <w:sz w:val="28"/>
          <w:szCs w:val="28"/>
        </w:rPr>
        <w:t>планами взаимодействия при ликвидации чрезвычайных ситуаций на других объектах и территориях;</w:t>
      </w:r>
    </w:p>
    <w:p w:rsidR="00C87242" w:rsidRDefault="00C87242" w:rsidP="00AF1CB1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6C64">
        <w:rPr>
          <w:rFonts w:ascii="Times New Roman" w:hAnsi="Times New Roman" w:cs="Times New Roman"/>
          <w:sz w:val="28"/>
          <w:szCs w:val="28"/>
        </w:rPr>
        <w:t xml:space="preserve">- по решению </w:t>
      </w:r>
      <w:r>
        <w:rPr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 ситуаций и обеспечению пожарной безопасности Крутинского</w:t>
      </w:r>
      <w:r w:rsidRPr="001D6D0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E6C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решением руководителей</w:t>
      </w:r>
      <w:r w:rsidRPr="00FE6C64">
        <w:rPr>
          <w:rFonts w:ascii="Times New Roman" w:hAnsi="Times New Roman" w:cs="Times New Roman"/>
          <w:sz w:val="28"/>
          <w:szCs w:val="28"/>
        </w:rPr>
        <w:t xml:space="preserve"> организаций и предприятий, осуществляющих руководство деятельностью указанных служб.</w:t>
      </w:r>
    </w:p>
    <w:p w:rsidR="00C87242" w:rsidRPr="007A0F19" w:rsidRDefault="00C87242" w:rsidP="00AF1CB1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С</w:t>
      </w:r>
      <w:r w:rsidRPr="00FE6C64">
        <w:rPr>
          <w:rFonts w:ascii="Times New Roman" w:hAnsi="Times New Roman" w:cs="Times New Roman"/>
          <w:sz w:val="28"/>
          <w:szCs w:val="28"/>
        </w:rPr>
        <w:t>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E6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РСЧС Крутинского муниципального района</w:t>
      </w:r>
      <w:r w:rsidRPr="00FE6C64">
        <w:rPr>
          <w:rFonts w:ascii="Times New Roman" w:hAnsi="Times New Roman" w:cs="Times New Roman"/>
          <w:sz w:val="28"/>
          <w:szCs w:val="28"/>
        </w:rPr>
        <w:t xml:space="preserve"> </w:t>
      </w:r>
      <w:r w:rsidRPr="007A0F19">
        <w:rPr>
          <w:rFonts w:ascii="Times New Roman" w:hAnsi="Times New Roman" w:cs="Times New Roman"/>
          <w:sz w:val="28"/>
          <w:szCs w:val="28"/>
        </w:rPr>
        <w:t>участвуют в ликвидации чрезвычайных ситуаций за счет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 w:rsidRPr="007A0F19">
        <w:rPr>
          <w:rFonts w:ascii="Times New Roman" w:hAnsi="Times New Roman" w:cs="Times New Roman"/>
          <w:sz w:val="28"/>
          <w:szCs w:val="28"/>
        </w:rPr>
        <w:t xml:space="preserve"> собственных средств.</w:t>
      </w:r>
    </w:p>
    <w:p w:rsidR="00C87242" w:rsidRPr="00FE6C64" w:rsidRDefault="00C87242" w:rsidP="00AF1CB1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87242" w:rsidRPr="00725193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7242" w:rsidRPr="00725193" w:rsidRDefault="00C87242" w:rsidP="00C17E38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193">
        <w:rPr>
          <w:rFonts w:ascii="Times New Roman" w:hAnsi="Times New Roman" w:cs="Times New Roman"/>
          <w:b/>
          <w:bCs/>
          <w:sz w:val="28"/>
          <w:szCs w:val="28"/>
        </w:rPr>
        <w:t>2. Состав  служб РСЧС Крутинского района</w:t>
      </w:r>
    </w:p>
    <w:p w:rsidR="00C87242" w:rsidRPr="0072256F" w:rsidRDefault="00C87242" w:rsidP="00C17E3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7242" w:rsidRDefault="00C87242" w:rsidP="00CC522B">
      <w:pPr>
        <w:pStyle w:val="ListParagraph"/>
        <w:ind w:left="0"/>
        <w:jc w:val="left"/>
      </w:pPr>
      <w:r w:rsidRPr="000D5172">
        <w:t xml:space="preserve">2.1. </w:t>
      </w:r>
      <w:r w:rsidRPr="0084061C">
        <w:t>Служ</w:t>
      </w:r>
      <w:r>
        <w:t xml:space="preserve">ба </w:t>
      </w:r>
      <w:r w:rsidRPr="0084061C">
        <w:t xml:space="preserve"> информирования и оповещения населения</w:t>
      </w:r>
      <w:r w:rsidRPr="000D5172">
        <w:rPr>
          <w:b/>
          <w:bCs/>
        </w:rPr>
        <w:t xml:space="preserve"> </w:t>
      </w:r>
      <w:r w:rsidRPr="000D5172">
        <w:t>создается</w:t>
      </w:r>
      <w:r>
        <w:t xml:space="preserve"> – </w:t>
      </w:r>
      <w:r w:rsidRPr="000D5172">
        <w:t xml:space="preserve">на базе </w:t>
      </w:r>
      <w:r>
        <w:t xml:space="preserve">казенного муниципального управления «Хозяйственное управление»  </w:t>
      </w:r>
      <w:r w:rsidRPr="00CC522B">
        <w:t>Администрации Крутинского муниципального района (ЕЕДС) и ПАО «Ростелеком» сервисный центр р. п. Марьяновка</w:t>
      </w:r>
      <w:r>
        <w:t xml:space="preserve">  с оповещение Главы Администрации Крутинского муниципального, службы РСЧС района, населения о</w:t>
      </w:r>
      <w:r w:rsidRPr="000D5172">
        <w:t xml:space="preserve"> ЧС и происшест</w:t>
      </w:r>
      <w:r>
        <w:t>вий, поддержание устойчивой и непрерывность связи.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 xml:space="preserve">2.2. </w:t>
      </w:r>
      <w:r w:rsidRPr="00E933ED">
        <w:rPr>
          <w:rFonts w:ascii="Times New Roman" w:hAnsi="Times New Roman" w:cs="Times New Roman"/>
          <w:sz w:val="28"/>
          <w:szCs w:val="28"/>
        </w:rPr>
        <w:t>Служба тушения пожаров</w:t>
      </w:r>
      <w:r>
        <w:rPr>
          <w:rFonts w:ascii="Times New Roman" w:hAnsi="Times New Roman" w:cs="Times New Roman"/>
          <w:sz w:val="28"/>
          <w:szCs w:val="28"/>
        </w:rPr>
        <w:t xml:space="preserve"> – с</w:t>
      </w:r>
      <w:r w:rsidRPr="000D5172">
        <w:rPr>
          <w:rFonts w:ascii="Times New Roman" w:hAnsi="Times New Roman" w:cs="Times New Roman"/>
          <w:sz w:val="28"/>
          <w:szCs w:val="28"/>
        </w:rPr>
        <w:t xml:space="preserve">оздается на базе </w:t>
      </w:r>
      <w:r>
        <w:rPr>
          <w:rFonts w:ascii="Times New Roman" w:hAnsi="Times New Roman" w:cs="Times New Roman"/>
          <w:sz w:val="28"/>
          <w:szCs w:val="28"/>
        </w:rPr>
        <w:t xml:space="preserve">54 </w:t>
      </w:r>
      <w:r w:rsidRPr="000D5172">
        <w:rPr>
          <w:rFonts w:ascii="Times New Roman" w:hAnsi="Times New Roman" w:cs="Times New Roman"/>
          <w:sz w:val="28"/>
          <w:szCs w:val="28"/>
        </w:rPr>
        <w:t>пожарно</w:t>
      </w:r>
      <w:r>
        <w:rPr>
          <w:rFonts w:ascii="Times New Roman" w:hAnsi="Times New Roman" w:cs="Times New Roman"/>
          <w:sz w:val="28"/>
          <w:szCs w:val="28"/>
        </w:rPr>
        <w:t>-спасательной части  10 О</w:t>
      </w:r>
      <w:r w:rsidRPr="000D5172">
        <w:rPr>
          <w:rFonts w:ascii="Times New Roman" w:hAnsi="Times New Roman" w:cs="Times New Roman"/>
          <w:sz w:val="28"/>
          <w:szCs w:val="28"/>
        </w:rPr>
        <w:t>ПС</w:t>
      </w:r>
      <w:r>
        <w:rPr>
          <w:rFonts w:ascii="Times New Roman" w:hAnsi="Times New Roman" w:cs="Times New Roman"/>
          <w:sz w:val="28"/>
          <w:szCs w:val="28"/>
        </w:rPr>
        <w:t xml:space="preserve"> ФПС  ГУ МЧС России</w:t>
      </w:r>
      <w:r w:rsidRPr="000D517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D5172">
        <w:rPr>
          <w:rFonts w:ascii="Times New Roman" w:hAnsi="Times New Roman" w:cs="Times New Roman"/>
          <w:sz w:val="28"/>
          <w:szCs w:val="28"/>
        </w:rPr>
        <w:t>ской облас</w:t>
      </w:r>
      <w:r>
        <w:rPr>
          <w:rFonts w:ascii="Times New Roman" w:hAnsi="Times New Roman" w:cs="Times New Roman"/>
          <w:sz w:val="28"/>
          <w:szCs w:val="28"/>
        </w:rPr>
        <w:t>ти и 5 постов Называевского ОПО БУ Омской области «Управления ПСС»</w:t>
      </w:r>
      <w:r w:rsidRPr="000D5172">
        <w:rPr>
          <w:rFonts w:ascii="Times New Roman" w:hAnsi="Times New Roman" w:cs="Times New Roman"/>
          <w:sz w:val="28"/>
          <w:szCs w:val="28"/>
        </w:rPr>
        <w:t xml:space="preserve"> с целью оперативного реагирования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>ЧС и происшествия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F0D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вызванные пожарами, взрывами (с возможным последующим горением</w:t>
      </w:r>
      <w:r w:rsidRPr="00752A03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)</w:t>
      </w:r>
      <w:r w:rsidRPr="004659B7">
        <w:rPr>
          <w:rFonts w:ascii="Times New Roman" w:hAnsi="Times New Roman" w:cs="Times New Roman"/>
          <w:sz w:val="28"/>
          <w:szCs w:val="28"/>
        </w:rPr>
        <w:t xml:space="preserve"> на территории Крутинского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E933ED">
        <w:rPr>
          <w:rFonts w:ascii="Times New Roman" w:hAnsi="Times New Roman" w:cs="Times New Roman"/>
          <w:sz w:val="28"/>
          <w:szCs w:val="28"/>
        </w:rPr>
        <w:t>Служба предупреждения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(далее – ЧС)</w:t>
      </w:r>
      <w:r w:rsidRPr="00E933ED">
        <w:rPr>
          <w:rFonts w:ascii="Times New Roman" w:hAnsi="Times New Roman" w:cs="Times New Roman"/>
          <w:sz w:val="28"/>
          <w:szCs w:val="28"/>
        </w:rPr>
        <w:t xml:space="preserve"> на транспорте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D5172">
        <w:rPr>
          <w:rFonts w:ascii="Times New Roman" w:hAnsi="Times New Roman" w:cs="Times New Roman"/>
          <w:sz w:val="28"/>
          <w:szCs w:val="28"/>
        </w:rPr>
        <w:t xml:space="preserve">создается на базе </w:t>
      </w:r>
      <w:r>
        <w:rPr>
          <w:rFonts w:ascii="Times New Roman" w:hAnsi="Times New Roman" w:cs="Times New Roman"/>
          <w:sz w:val="28"/>
          <w:szCs w:val="28"/>
        </w:rPr>
        <w:t>государственного предприятия   Омской области «Называевское ДРСУ» (Крутинское ДЭУ)</w:t>
      </w:r>
      <w:r w:rsidRPr="000D5172">
        <w:rPr>
          <w:rFonts w:ascii="Times New Roman" w:hAnsi="Times New Roman" w:cs="Times New Roman"/>
          <w:sz w:val="28"/>
          <w:szCs w:val="28"/>
        </w:rPr>
        <w:t xml:space="preserve"> 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>оперативного реагирования на ЧС и происшествия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76501">
        <w:rPr>
          <w:rFonts w:ascii="Times New Roman" w:hAnsi="Times New Roman" w:cs="Times New Roman"/>
          <w:color w:val="000000"/>
          <w:sz w:val="28"/>
          <w:szCs w:val="28"/>
        </w:rPr>
        <w:t>на объектах автомобильного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9B7">
        <w:rPr>
          <w:rFonts w:ascii="Times New Roman" w:hAnsi="Times New Roman" w:cs="Times New Roman"/>
          <w:sz w:val="28"/>
          <w:szCs w:val="28"/>
        </w:rPr>
        <w:t>на территории Крутинского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0D5172">
        <w:rPr>
          <w:rFonts w:ascii="Times New Roman" w:hAnsi="Times New Roman" w:cs="Times New Roman"/>
          <w:sz w:val="28"/>
          <w:szCs w:val="28"/>
        </w:rPr>
        <w:t xml:space="preserve">. </w:t>
      </w:r>
      <w:r w:rsidRPr="00F70634">
        <w:rPr>
          <w:rFonts w:ascii="Times New Roman" w:hAnsi="Times New Roman" w:cs="Times New Roman"/>
          <w:sz w:val="28"/>
          <w:szCs w:val="28"/>
        </w:rPr>
        <w:t xml:space="preserve">Служба </w:t>
      </w:r>
      <w:r>
        <w:rPr>
          <w:rFonts w:ascii="Times New Roman" w:hAnsi="Times New Roman" w:cs="Times New Roman"/>
          <w:sz w:val="28"/>
          <w:szCs w:val="28"/>
        </w:rPr>
        <w:t>предупреждения</w:t>
      </w:r>
      <w:r w:rsidRPr="00F70634">
        <w:rPr>
          <w:rFonts w:ascii="Times New Roman" w:hAnsi="Times New Roman" w:cs="Times New Roman"/>
          <w:sz w:val="28"/>
          <w:szCs w:val="28"/>
        </w:rPr>
        <w:t xml:space="preserve"> и ликвидации ЧС на объектах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,  объектов жизнеобеспечения населения и строительства – </w:t>
      </w:r>
      <w:r w:rsidRPr="000D5172">
        <w:rPr>
          <w:rFonts w:ascii="Times New Roman" w:hAnsi="Times New Roman" w:cs="Times New Roman"/>
          <w:sz w:val="28"/>
          <w:szCs w:val="28"/>
        </w:rPr>
        <w:t>создается на баз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0D5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МУП «Крутинское» </w:t>
      </w:r>
      <w:r w:rsidRPr="000D5172">
        <w:rPr>
          <w:rFonts w:ascii="Times New Roman" w:hAnsi="Times New Roman" w:cs="Times New Roman"/>
          <w:sz w:val="28"/>
          <w:szCs w:val="28"/>
        </w:rPr>
        <w:t xml:space="preserve">с целью оперативного реагирования </w:t>
      </w:r>
      <w:r>
        <w:rPr>
          <w:rFonts w:ascii="Times New Roman" w:hAnsi="Times New Roman" w:cs="Times New Roman"/>
          <w:sz w:val="28"/>
          <w:szCs w:val="28"/>
        </w:rPr>
        <w:t xml:space="preserve">на ЧС </w:t>
      </w:r>
      <w:r w:rsidRPr="000D5172">
        <w:rPr>
          <w:rFonts w:ascii="Times New Roman" w:hAnsi="Times New Roman" w:cs="Times New Roman"/>
          <w:sz w:val="28"/>
          <w:szCs w:val="28"/>
        </w:rPr>
        <w:t>и происшестви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6A9E">
        <w:rPr>
          <w:rFonts w:ascii="Times New Roman" w:hAnsi="Times New Roman" w:cs="Times New Roman"/>
          <w:sz w:val="28"/>
          <w:szCs w:val="28"/>
        </w:rPr>
        <w:t xml:space="preserve"> </w:t>
      </w:r>
      <w:r w:rsidRPr="004659B7">
        <w:rPr>
          <w:rFonts w:ascii="Times New Roman" w:hAnsi="Times New Roman" w:cs="Times New Roman"/>
          <w:sz w:val="28"/>
          <w:szCs w:val="28"/>
        </w:rPr>
        <w:t xml:space="preserve">природного и </w:t>
      </w:r>
      <w:r>
        <w:rPr>
          <w:rFonts w:ascii="Times New Roman" w:hAnsi="Times New Roman" w:cs="Times New Roman"/>
          <w:sz w:val="28"/>
          <w:szCs w:val="28"/>
        </w:rPr>
        <w:t>техногенного характера, на объектах жилищно-коммунальных хозяйства, жизнеобеспечении населения и строительства</w:t>
      </w:r>
      <w:r w:rsidRPr="004659B7">
        <w:rPr>
          <w:rFonts w:ascii="Times New Roman" w:hAnsi="Times New Roman" w:cs="Times New Roman"/>
          <w:sz w:val="28"/>
          <w:szCs w:val="28"/>
        </w:rPr>
        <w:t xml:space="preserve"> природного 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659B7">
        <w:rPr>
          <w:rFonts w:ascii="Times New Roman" w:hAnsi="Times New Roman" w:cs="Times New Roman"/>
          <w:sz w:val="28"/>
          <w:szCs w:val="28"/>
        </w:rPr>
        <w:t>ехногенного характера на территории Крутинского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F70634">
        <w:rPr>
          <w:rFonts w:ascii="Times New Roman" w:hAnsi="Times New Roman" w:cs="Times New Roman"/>
          <w:sz w:val="28"/>
          <w:szCs w:val="28"/>
        </w:rPr>
        <w:t xml:space="preserve">Служба </w:t>
      </w:r>
      <w:r>
        <w:rPr>
          <w:rFonts w:ascii="Times New Roman" w:hAnsi="Times New Roman" w:cs="Times New Roman"/>
          <w:sz w:val="28"/>
          <w:szCs w:val="28"/>
        </w:rPr>
        <w:t>предупреждения</w:t>
      </w:r>
      <w:r w:rsidRPr="00F70634">
        <w:rPr>
          <w:rFonts w:ascii="Times New Roman" w:hAnsi="Times New Roman" w:cs="Times New Roman"/>
          <w:sz w:val="28"/>
          <w:szCs w:val="28"/>
        </w:rPr>
        <w:t xml:space="preserve"> и ликвидации ЧС на объектах </w:t>
      </w:r>
      <w:r>
        <w:rPr>
          <w:rFonts w:ascii="Times New Roman" w:hAnsi="Times New Roman" w:cs="Times New Roman"/>
          <w:sz w:val="28"/>
          <w:szCs w:val="28"/>
        </w:rPr>
        <w:t xml:space="preserve">газоснабжения (газового хозяйства) – </w:t>
      </w:r>
      <w:r w:rsidRPr="000D5172">
        <w:rPr>
          <w:rFonts w:ascii="Times New Roman" w:hAnsi="Times New Roman" w:cs="Times New Roman"/>
          <w:sz w:val="28"/>
          <w:szCs w:val="28"/>
        </w:rPr>
        <w:t>создается на баз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0D5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Крутинского газового эксплуатационного участка № 7  </w:t>
      </w:r>
      <w:r w:rsidRPr="000D5172">
        <w:rPr>
          <w:rFonts w:ascii="Times New Roman" w:hAnsi="Times New Roman" w:cs="Times New Roman"/>
          <w:sz w:val="28"/>
          <w:szCs w:val="28"/>
        </w:rPr>
        <w:t xml:space="preserve">с целью оперативного реагирования </w:t>
      </w:r>
      <w:r>
        <w:rPr>
          <w:rFonts w:ascii="Times New Roman" w:hAnsi="Times New Roman" w:cs="Times New Roman"/>
          <w:sz w:val="28"/>
          <w:szCs w:val="28"/>
        </w:rPr>
        <w:t xml:space="preserve">на ЧС </w:t>
      </w:r>
      <w:r w:rsidRPr="000D5172">
        <w:rPr>
          <w:rFonts w:ascii="Times New Roman" w:hAnsi="Times New Roman" w:cs="Times New Roman"/>
          <w:sz w:val="28"/>
          <w:szCs w:val="28"/>
        </w:rPr>
        <w:t>и происшествия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59B7">
        <w:rPr>
          <w:rFonts w:ascii="Times New Roman" w:hAnsi="Times New Roman" w:cs="Times New Roman"/>
          <w:sz w:val="28"/>
          <w:szCs w:val="28"/>
        </w:rPr>
        <w:t xml:space="preserve"> природного 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659B7">
        <w:rPr>
          <w:rFonts w:ascii="Times New Roman" w:hAnsi="Times New Roman" w:cs="Times New Roman"/>
          <w:sz w:val="28"/>
          <w:szCs w:val="28"/>
        </w:rPr>
        <w:t>ехногенного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на объектах газоснабжение,</w:t>
      </w:r>
      <w:r w:rsidRPr="004659B7">
        <w:rPr>
          <w:rFonts w:ascii="Times New Roman" w:hAnsi="Times New Roman" w:cs="Times New Roman"/>
          <w:sz w:val="28"/>
          <w:szCs w:val="28"/>
        </w:rPr>
        <w:t xml:space="preserve"> на территории Крутинского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F70634">
        <w:rPr>
          <w:rFonts w:ascii="Times New Roman" w:hAnsi="Times New Roman" w:cs="Times New Roman"/>
          <w:sz w:val="28"/>
          <w:szCs w:val="28"/>
        </w:rPr>
        <w:t xml:space="preserve">Служба </w:t>
      </w:r>
      <w:r>
        <w:rPr>
          <w:rFonts w:ascii="Times New Roman" w:hAnsi="Times New Roman" w:cs="Times New Roman"/>
          <w:sz w:val="28"/>
          <w:szCs w:val="28"/>
        </w:rPr>
        <w:t>предупреждения</w:t>
      </w:r>
      <w:r w:rsidRPr="00F70634">
        <w:rPr>
          <w:rFonts w:ascii="Times New Roman" w:hAnsi="Times New Roman" w:cs="Times New Roman"/>
          <w:sz w:val="28"/>
          <w:szCs w:val="28"/>
        </w:rPr>
        <w:t xml:space="preserve"> и ликвидации ЧС на объектах </w:t>
      </w:r>
      <w:r>
        <w:rPr>
          <w:rFonts w:ascii="Times New Roman" w:hAnsi="Times New Roman" w:cs="Times New Roman"/>
          <w:sz w:val="28"/>
          <w:szCs w:val="28"/>
        </w:rPr>
        <w:t xml:space="preserve">энергетики – </w:t>
      </w:r>
      <w:r w:rsidRPr="000D5172">
        <w:rPr>
          <w:rFonts w:ascii="Times New Roman" w:hAnsi="Times New Roman" w:cs="Times New Roman"/>
          <w:sz w:val="28"/>
          <w:szCs w:val="28"/>
        </w:rPr>
        <w:t>создается на баз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5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Крутинского РЭС ПО ЗЭК филиалПАО «Россети Сибирь»-Омскэнерго </w:t>
      </w:r>
      <w:r w:rsidRPr="000D5172">
        <w:rPr>
          <w:rFonts w:ascii="Times New Roman" w:hAnsi="Times New Roman" w:cs="Times New Roman"/>
          <w:sz w:val="28"/>
          <w:szCs w:val="28"/>
        </w:rPr>
        <w:t xml:space="preserve">с целью оперативного реагирования </w:t>
      </w:r>
      <w:r>
        <w:rPr>
          <w:rFonts w:ascii="Times New Roman" w:hAnsi="Times New Roman" w:cs="Times New Roman"/>
          <w:sz w:val="28"/>
          <w:szCs w:val="28"/>
        </w:rPr>
        <w:t xml:space="preserve">на ЧС </w:t>
      </w:r>
      <w:r w:rsidRPr="000D5172">
        <w:rPr>
          <w:rFonts w:ascii="Times New Roman" w:hAnsi="Times New Roman" w:cs="Times New Roman"/>
          <w:sz w:val="28"/>
          <w:szCs w:val="28"/>
        </w:rPr>
        <w:t>и происшествия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659B7">
        <w:rPr>
          <w:rFonts w:ascii="Times New Roman" w:hAnsi="Times New Roman" w:cs="Times New Roman"/>
          <w:sz w:val="28"/>
          <w:szCs w:val="28"/>
        </w:rPr>
        <w:t xml:space="preserve"> возникновения чрезвычайных ситуаций природного 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659B7">
        <w:rPr>
          <w:rFonts w:ascii="Times New Roman" w:hAnsi="Times New Roman" w:cs="Times New Roman"/>
          <w:sz w:val="28"/>
          <w:szCs w:val="28"/>
        </w:rPr>
        <w:t>ехногенного характера на территории Крутинского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5172">
        <w:rPr>
          <w:rFonts w:ascii="Times New Roman" w:hAnsi="Times New Roman" w:cs="Times New Roman"/>
          <w:sz w:val="28"/>
          <w:szCs w:val="28"/>
        </w:rPr>
        <w:t xml:space="preserve">. </w:t>
      </w:r>
      <w:r w:rsidRPr="002D6ACA">
        <w:rPr>
          <w:rFonts w:ascii="Times New Roman" w:hAnsi="Times New Roman" w:cs="Times New Roman"/>
          <w:sz w:val="28"/>
          <w:szCs w:val="28"/>
        </w:rPr>
        <w:t>Служба защиты лесов от пожаров, вредителей и болезней леса</w:t>
      </w:r>
      <w:r w:rsidRPr="000D5172">
        <w:rPr>
          <w:rFonts w:ascii="Times New Roman" w:hAnsi="Times New Roman" w:cs="Times New Roman"/>
          <w:sz w:val="28"/>
          <w:szCs w:val="28"/>
        </w:rPr>
        <w:t xml:space="preserve"> создается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D5172">
        <w:rPr>
          <w:rFonts w:ascii="Times New Roman" w:hAnsi="Times New Roman" w:cs="Times New Roman"/>
          <w:sz w:val="28"/>
          <w:szCs w:val="28"/>
        </w:rPr>
        <w:t xml:space="preserve">на базе отдела </w:t>
      </w:r>
      <w:r>
        <w:rPr>
          <w:rFonts w:ascii="Times New Roman" w:hAnsi="Times New Roman" w:cs="Times New Roman"/>
          <w:sz w:val="28"/>
          <w:szCs w:val="28"/>
        </w:rPr>
        <w:t xml:space="preserve">Крутинского лесничества и САУ «Крутинский лесхоз» </w:t>
      </w:r>
      <w:r w:rsidRPr="000D5172">
        <w:rPr>
          <w:rFonts w:ascii="Times New Roman" w:hAnsi="Times New Roman" w:cs="Times New Roman"/>
          <w:sz w:val="28"/>
          <w:szCs w:val="28"/>
        </w:rPr>
        <w:t xml:space="preserve">с целью оперативного на ЧС и происшествия, </w:t>
      </w:r>
      <w:r>
        <w:rPr>
          <w:rFonts w:ascii="Times New Roman" w:hAnsi="Times New Roman" w:cs="Times New Roman"/>
          <w:sz w:val="28"/>
          <w:szCs w:val="28"/>
        </w:rPr>
        <w:t xml:space="preserve"> защиты лесов от пожаров, вредителей и болезнью леса</w:t>
      </w:r>
      <w:r w:rsidRPr="004659B7">
        <w:rPr>
          <w:rFonts w:ascii="Times New Roman" w:hAnsi="Times New Roman" w:cs="Times New Roman"/>
          <w:sz w:val="28"/>
          <w:szCs w:val="28"/>
        </w:rPr>
        <w:t xml:space="preserve"> на территории Крутинского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5172">
        <w:rPr>
          <w:rFonts w:ascii="Times New Roman" w:hAnsi="Times New Roman" w:cs="Times New Roman"/>
          <w:sz w:val="28"/>
          <w:szCs w:val="28"/>
        </w:rPr>
        <w:t xml:space="preserve">. </w:t>
      </w:r>
      <w:r w:rsidRPr="002D6ACA">
        <w:rPr>
          <w:rFonts w:ascii="Times New Roman" w:hAnsi="Times New Roman" w:cs="Times New Roman"/>
          <w:sz w:val="28"/>
          <w:szCs w:val="28"/>
        </w:rPr>
        <w:t>Служба медицинской защиты и противоэпидемиологических мероприятий</w:t>
      </w:r>
      <w:r w:rsidRPr="000D51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>создается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D5172">
        <w:rPr>
          <w:rFonts w:ascii="Times New Roman" w:hAnsi="Times New Roman" w:cs="Times New Roman"/>
          <w:sz w:val="28"/>
          <w:szCs w:val="28"/>
        </w:rPr>
        <w:t xml:space="preserve">на базе </w:t>
      </w:r>
      <w:r>
        <w:rPr>
          <w:rFonts w:ascii="Times New Roman" w:hAnsi="Times New Roman" w:cs="Times New Roman"/>
          <w:sz w:val="28"/>
          <w:szCs w:val="28"/>
        </w:rPr>
        <w:t>БУЗОО</w:t>
      </w:r>
      <w:r w:rsidRPr="000D5172">
        <w:rPr>
          <w:rFonts w:ascii="Times New Roman" w:hAnsi="Times New Roman" w:cs="Times New Roman"/>
          <w:sz w:val="28"/>
          <w:szCs w:val="28"/>
        </w:rPr>
        <w:t xml:space="preserve"> «К</w:t>
      </w:r>
      <w:r>
        <w:rPr>
          <w:rFonts w:ascii="Times New Roman" w:hAnsi="Times New Roman" w:cs="Times New Roman"/>
          <w:sz w:val="28"/>
          <w:szCs w:val="28"/>
        </w:rPr>
        <w:t>рутин</w:t>
      </w:r>
      <w:r w:rsidRPr="000D5172">
        <w:rPr>
          <w:rFonts w:ascii="Times New Roman" w:hAnsi="Times New Roman" w:cs="Times New Roman"/>
          <w:sz w:val="28"/>
          <w:szCs w:val="28"/>
        </w:rPr>
        <w:t>ская ЦРБ» с целью выполнения мероприятий по минимизации людских потерь, оказания медицинской помощи пострадавшим, в результате ЧС и происшествий, организации работы по предупреждению и ликвидации ЧС</w:t>
      </w:r>
      <w:r w:rsidRPr="004659B7">
        <w:rPr>
          <w:rFonts w:ascii="Times New Roman" w:hAnsi="Times New Roman" w:cs="Times New Roman"/>
          <w:sz w:val="28"/>
          <w:szCs w:val="28"/>
        </w:rPr>
        <w:t xml:space="preserve"> на территории Крутинского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5172">
        <w:rPr>
          <w:rFonts w:ascii="Times New Roman" w:hAnsi="Times New Roman" w:cs="Times New Roman"/>
          <w:sz w:val="28"/>
          <w:szCs w:val="28"/>
        </w:rPr>
        <w:t xml:space="preserve">. </w:t>
      </w:r>
      <w:r w:rsidRPr="002D6ACA">
        <w:rPr>
          <w:rFonts w:ascii="Times New Roman" w:hAnsi="Times New Roman" w:cs="Times New Roman"/>
          <w:sz w:val="28"/>
          <w:szCs w:val="28"/>
        </w:rPr>
        <w:t xml:space="preserve">Служба защиты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Pr="002D6ACA">
        <w:rPr>
          <w:rFonts w:ascii="Times New Roman" w:hAnsi="Times New Roman" w:cs="Times New Roman"/>
          <w:sz w:val="28"/>
          <w:szCs w:val="28"/>
        </w:rPr>
        <w:t xml:space="preserve">животных </w:t>
      </w:r>
      <w:r w:rsidRPr="000D5172">
        <w:rPr>
          <w:rFonts w:ascii="Times New Roman" w:hAnsi="Times New Roman" w:cs="Times New Roman"/>
          <w:sz w:val="28"/>
          <w:szCs w:val="28"/>
        </w:rPr>
        <w:t>создается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D5172">
        <w:rPr>
          <w:rFonts w:ascii="Times New Roman" w:hAnsi="Times New Roman" w:cs="Times New Roman"/>
          <w:sz w:val="28"/>
          <w:szCs w:val="28"/>
        </w:rPr>
        <w:t xml:space="preserve">на базе </w:t>
      </w:r>
      <w:r>
        <w:rPr>
          <w:rFonts w:ascii="Times New Roman" w:hAnsi="Times New Roman" w:cs="Times New Roman"/>
          <w:sz w:val="28"/>
          <w:szCs w:val="28"/>
        </w:rPr>
        <w:t>бюджетного учреждения</w:t>
      </w:r>
      <w:r w:rsidRPr="0084061C">
        <w:rPr>
          <w:rFonts w:ascii="Times New Roman" w:hAnsi="Times New Roman" w:cs="Times New Roman"/>
          <w:sz w:val="28"/>
          <w:szCs w:val="28"/>
        </w:rPr>
        <w:t xml:space="preserve"> Омской области «Областная станция по борьбе с болезнями животных по Крутинскому району»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 xml:space="preserve">с целью выполнения мероприятий по предупреждению и ликвидации ЧС, обусловленных </w:t>
      </w:r>
      <w:r>
        <w:rPr>
          <w:rFonts w:ascii="Times New Roman" w:hAnsi="Times New Roman" w:cs="Times New Roman"/>
          <w:sz w:val="28"/>
          <w:szCs w:val="28"/>
        </w:rPr>
        <w:t xml:space="preserve"> особо опасных болезнями животных </w:t>
      </w:r>
      <w:r w:rsidRPr="004659B7">
        <w:rPr>
          <w:rFonts w:ascii="Times New Roman" w:hAnsi="Times New Roman" w:cs="Times New Roman"/>
          <w:sz w:val="28"/>
          <w:szCs w:val="28"/>
        </w:rPr>
        <w:t>на территории Крутинского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17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5172">
        <w:rPr>
          <w:rFonts w:ascii="Times New Roman" w:hAnsi="Times New Roman" w:cs="Times New Roman"/>
          <w:sz w:val="28"/>
          <w:szCs w:val="28"/>
        </w:rPr>
        <w:t xml:space="preserve">. </w:t>
      </w:r>
      <w:r w:rsidRPr="00604280">
        <w:rPr>
          <w:rFonts w:ascii="Times New Roman" w:hAnsi="Times New Roman" w:cs="Times New Roman"/>
          <w:sz w:val="28"/>
          <w:szCs w:val="28"/>
        </w:rPr>
        <w:t xml:space="preserve">Служба эвакуации и обеспечения функционирования пунктов временного размещения пострадавшего населения </w:t>
      </w:r>
      <w:r w:rsidRPr="000D5172">
        <w:rPr>
          <w:rFonts w:ascii="Times New Roman" w:hAnsi="Times New Roman" w:cs="Times New Roman"/>
          <w:sz w:val="28"/>
          <w:szCs w:val="28"/>
        </w:rPr>
        <w:t>создается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D5172">
        <w:rPr>
          <w:rFonts w:ascii="Times New Roman" w:hAnsi="Times New Roman" w:cs="Times New Roman"/>
          <w:sz w:val="28"/>
          <w:szCs w:val="28"/>
        </w:rPr>
        <w:t xml:space="preserve">на базе </w:t>
      </w:r>
      <w:r>
        <w:rPr>
          <w:rFonts w:ascii="Times New Roman" w:hAnsi="Times New Roman" w:cs="Times New Roman"/>
          <w:sz w:val="28"/>
          <w:szCs w:val="28"/>
        </w:rPr>
        <w:t>эвакуационно-приёмной комиссии А</w:t>
      </w:r>
      <w:r w:rsidRPr="000D5172">
        <w:rPr>
          <w:rFonts w:ascii="Times New Roman" w:hAnsi="Times New Roman" w:cs="Times New Roman"/>
          <w:sz w:val="28"/>
          <w:szCs w:val="28"/>
        </w:rPr>
        <w:t>дминистрации К</w:t>
      </w:r>
      <w:r>
        <w:rPr>
          <w:rFonts w:ascii="Times New Roman" w:hAnsi="Times New Roman" w:cs="Times New Roman"/>
          <w:sz w:val="28"/>
          <w:szCs w:val="28"/>
        </w:rPr>
        <w:t>рутин</w:t>
      </w:r>
      <w:r w:rsidRPr="000D5172">
        <w:rPr>
          <w:rFonts w:ascii="Times New Roman" w:hAnsi="Times New Roman" w:cs="Times New Roman"/>
          <w:sz w:val="28"/>
          <w:szCs w:val="28"/>
        </w:rPr>
        <w:t>ского района с целью выполнения мероприятий по организованному вывозу (выводу) населения из зон ЧС и его кратковременному размещению</w:t>
      </w:r>
      <w:r w:rsidRPr="00604280">
        <w:rPr>
          <w:rFonts w:ascii="Times New Roman" w:hAnsi="Times New Roman" w:cs="Times New Roman"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>вне зон действия поражающих факторов источник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D5172">
        <w:rPr>
          <w:rFonts w:ascii="Times New Roman" w:hAnsi="Times New Roman" w:cs="Times New Roman"/>
          <w:sz w:val="28"/>
          <w:szCs w:val="28"/>
        </w:rPr>
        <w:t xml:space="preserve"> ЧС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6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242" w:rsidRDefault="00C87242" w:rsidP="00C17E38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2.10</w:t>
      </w:r>
      <w:r w:rsidRPr="000D5172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0D5172"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  <w:r w:rsidRPr="00F46E96">
        <w:rPr>
          <w:rFonts w:ascii="Times New Roman" w:hAnsi="Times New Roman" w:cs="Times New Roman"/>
          <w:sz w:val="28"/>
          <w:szCs w:val="28"/>
          <w:lang w:eastAsia="ar-SA"/>
        </w:rPr>
        <w:t>Служба по оценке ущерба от ЧС и оказанию социальной помощи населению</w:t>
      </w:r>
      <w:r w:rsidRPr="000D5172">
        <w:rPr>
          <w:rFonts w:ascii="Times New Roman" w:hAnsi="Times New Roman" w:cs="Times New Roman"/>
          <w:sz w:val="28"/>
          <w:szCs w:val="28"/>
          <w:lang w:eastAsia="ar-SA"/>
        </w:rPr>
        <w:t xml:space="preserve"> создается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– </w:t>
      </w:r>
      <w:r w:rsidRPr="000D5172">
        <w:rPr>
          <w:rFonts w:ascii="Times New Roman" w:hAnsi="Times New Roman" w:cs="Times New Roman"/>
          <w:sz w:val="28"/>
          <w:szCs w:val="28"/>
          <w:lang w:eastAsia="ar-SA"/>
        </w:rPr>
        <w:t xml:space="preserve">на базе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комиссии по предупреждению и ликвидации чрезвычайных ситуаций и обеспечению пожарной безопасности и Комитета финансов и контроля А</w:t>
      </w:r>
      <w:r w:rsidRPr="000D5172">
        <w:rPr>
          <w:rFonts w:ascii="Times New Roman" w:hAnsi="Times New Roman" w:cs="Times New Roman"/>
          <w:sz w:val="28"/>
          <w:szCs w:val="28"/>
          <w:lang w:eastAsia="ar-SA"/>
        </w:rPr>
        <w:t>дминистрации К</w:t>
      </w:r>
      <w:r>
        <w:rPr>
          <w:rFonts w:ascii="Times New Roman" w:hAnsi="Times New Roman" w:cs="Times New Roman"/>
          <w:sz w:val="28"/>
          <w:szCs w:val="28"/>
          <w:lang w:eastAsia="ar-SA"/>
        </w:rPr>
        <w:t>рутинс</w:t>
      </w:r>
      <w:r w:rsidRPr="000D5172">
        <w:rPr>
          <w:rFonts w:ascii="Times New Roman" w:hAnsi="Times New Roman" w:cs="Times New Roman"/>
          <w:sz w:val="28"/>
          <w:szCs w:val="28"/>
          <w:lang w:eastAsia="ar-SA"/>
        </w:rPr>
        <w:t>кого района с целью о</w:t>
      </w:r>
      <w:r w:rsidRPr="000D5172">
        <w:rPr>
          <w:rFonts w:ascii="Times New Roman" w:hAnsi="Times New Roman" w:cs="Times New Roman"/>
          <w:sz w:val="28"/>
          <w:szCs w:val="28"/>
        </w:rPr>
        <w:t xml:space="preserve">рганизации </w:t>
      </w:r>
      <w:r w:rsidRPr="000D5172">
        <w:rPr>
          <w:rFonts w:ascii="Times New Roman" w:hAnsi="Times New Roman" w:cs="Times New Roman"/>
          <w:sz w:val="28"/>
          <w:szCs w:val="28"/>
          <w:lang w:eastAsia="ar-SA"/>
        </w:rPr>
        <w:t>проведения объективной и единообразной оценки фактического и возможного ущербов от чрезвычайных ситуаций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4659B7">
        <w:rPr>
          <w:rFonts w:ascii="Times New Roman" w:hAnsi="Times New Roman" w:cs="Times New Roman"/>
          <w:sz w:val="28"/>
          <w:szCs w:val="28"/>
        </w:rPr>
        <w:t>на территории Крутинского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Default="00C87242" w:rsidP="00070C7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Служба</w:t>
      </w:r>
      <w:r w:rsidRPr="003B188D"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B188D">
        <w:rPr>
          <w:rFonts w:ascii="Times New Roman" w:hAnsi="Times New Roman" w:cs="Times New Roman"/>
          <w:color w:val="000000"/>
          <w:sz w:val="28"/>
          <w:szCs w:val="28"/>
        </w:rPr>
        <w:t>беспечение проведения АСР на водных объектах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создается на базе  - </w:t>
      </w:r>
      <w:r w:rsidRPr="003B188D">
        <w:rPr>
          <w:rFonts w:ascii="Times New Roman" w:hAnsi="Times New Roman" w:cs="Times New Roman"/>
          <w:sz w:val="28"/>
          <w:szCs w:val="28"/>
        </w:rPr>
        <w:t>Крутинский инспекторский участок ГИМС ГУ МЧС России по Омской обл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88D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с целью выполнения мероприятий </w:t>
      </w:r>
      <w:r w:rsidRPr="000D5172">
        <w:rPr>
          <w:rFonts w:ascii="Times New Roman" w:hAnsi="Times New Roman" w:cs="Times New Roman"/>
          <w:sz w:val="28"/>
          <w:szCs w:val="28"/>
        </w:rPr>
        <w:t>по предупреждению и ликвидации ЧС</w:t>
      </w:r>
      <w:r>
        <w:rPr>
          <w:rFonts w:ascii="Times New Roman" w:hAnsi="Times New Roman" w:cs="Times New Roman"/>
          <w:sz w:val="28"/>
          <w:szCs w:val="28"/>
        </w:rPr>
        <w:t xml:space="preserve"> на водных объектах.                                  </w:t>
      </w:r>
      <w:r w:rsidRPr="000D51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Pr="007D20A2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4280">
        <w:rPr>
          <w:rFonts w:ascii="Times New Roman" w:hAnsi="Times New Roman" w:cs="Times New Roman"/>
          <w:sz w:val="28"/>
          <w:szCs w:val="28"/>
        </w:rPr>
        <w:t>Служба охраны общественного порядка и безопасности дорожного движения</w:t>
      </w:r>
      <w:r w:rsidRPr="000D51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>создается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D5172">
        <w:rPr>
          <w:rFonts w:ascii="Times New Roman" w:hAnsi="Times New Roman" w:cs="Times New Roman"/>
          <w:sz w:val="28"/>
          <w:szCs w:val="28"/>
        </w:rPr>
        <w:t>на базе ОМВД России по К</w:t>
      </w:r>
      <w:r>
        <w:rPr>
          <w:rFonts w:ascii="Times New Roman" w:hAnsi="Times New Roman" w:cs="Times New Roman"/>
          <w:sz w:val="28"/>
          <w:szCs w:val="28"/>
        </w:rPr>
        <w:t>рутин</w:t>
      </w:r>
      <w:r w:rsidRPr="000D5172">
        <w:rPr>
          <w:rFonts w:ascii="Times New Roman" w:hAnsi="Times New Roman" w:cs="Times New Roman"/>
          <w:sz w:val="28"/>
          <w:szCs w:val="28"/>
        </w:rPr>
        <w:t>скому району с целью выполнения мероприятий по охране общественного порядка и обеспечению общественной безопасности в зоне 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242" w:rsidRPr="00725193" w:rsidRDefault="00C87242" w:rsidP="007251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242" w:rsidRDefault="00C87242" w:rsidP="00596E53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Порядок действия сил и средств РСЧС Крутинского муниципального района.</w:t>
      </w:r>
    </w:p>
    <w:p w:rsidR="00C87242" w:rsidRDefault="00C87242" w:rsidP="00BC4D0E">
      <w:pPr>
        <w:pStyle w:val="ListParagraph"/>
        <w:ind w:left="1080"/>
        <w:jc w:val="left"/>
        <w:rPr>
          <w:b/>
          <w:bCs/>
        </w:rPr>
      </w:pPr>
    </w:p>
    <w:p w:rsidR="00C87242" w:rsidRDefault="00C87242" w:rsidP="00BC4D0E">
      <w:pPr>
        <w:pStyle w:val="ListParagraph"/>
        <w:ind w:left="0" w:firstLine="851"/>
        <w:jc w:val="both"/>
      </w:pPr>
      <w:r w:rsidRPr="00BC4D0E">
        <w:t>3.1 Аварийно-спасательные работы на объектах (территориях), подвергшихся воздействию аварий, катастроф или иных стихийных бедствий, осуществляются в целях спасения жизни и сохранения здоровья людей, снижения размеров ущерба окружающей природной среде и материальных потерь, а также для локализации зон чрезвычайных ситуаций, прекращения действия характерных для них опасных факторов.</w:t>
      </w:r>
    </w:p>
    <w:p w:rsidR="00C87242" w:rsidRDefault="00C87242" w:rsidP="00BC4D0E">
      <w:pPr>
        <w:pStyle w:val="ListParagraph"/>
        <w:ind w:left="0" w:firstLine="851"/>
        <w:jc w:val="both"/>
      </w:pPr>
      <w:r>
        <w:t xml:space="preserve">3.2 </w:t>
      </w:r>
      <w:r w:rsidRPr="00BC4D0E">
        <w:t>Мероприятия по проведению и обеспечению аварийно-спасательных работ планируются заблаговременно при разработке планов действий по предупреждению и ликвидации чрезвычайных ситуаций природного и техногенного характера.</w:t>
      </w:r>
    </w:p>
    <w:p w:rsidR="00C87242" w:rsidRPr="00BC4D0E" w:rsidRDefault="00C87242" w:rsidP="00C36598">
      <w:pPr>
        <w:pStyle w:val="Default"/>
        <w:ind w:firstLine="851"/>
        <w:rPr>
          <w:sz w:val="28"/>
          <w:szCs w:val="28"/>
        </w:rPr>
      </w:pPr>
      <w:r w:rsidRPr="00C36598">
        <w:rPr>
          <w:sz w:val="28"/>
          <w:szCs w:val="28"/>
        </w:rPr>
        <w:t>3.3</w:t>
      </w:r>
      <w:r>
        <w:t xml:space="preserve">  </w:t>
      </w:r>
      <w:r w:rsidRPr="00BC4D0E">
        <w:rPr>
          <w:sz w:val="28"/>
          <w:szCs w:val="28"/>
        </w:rPr>
        <w:t xml:space="preserve">Ликвидация чрезвычайных ситуаций осуществляется в соответствии с их классификацией: </w:t>
      </w:r>
    </w:p>
    <w:p w:rsidR="00C87242" w:rsidRPr="00BC4D0E" w:rsidRDefault="00C87242" w:rsidP="00BC4D0E">
      <w:pPr>
        <w:pStyle w:val="Default"/>
        <w:rPr>
          <w:sz w:val="28"/>
          <w:szCs w:val="28"/>
        </w:rPr>
      </w:pPr>
      <w:r w:rsidRPr="00BC4D0E">
        <w:rPr>
          <w:sz w:val="28"/>
          <w:szCs w:val="28"/>
        </w:rPr>
        <w:t xml:space="preserve">локальная – силами и средствами организации; </w:t>
      </w:r>
    </w:p>
    <w:p w:rsidR="00C87242" w:rsidRPr="00BC4D0E" w:rsidRDefault="00C87242" w:rsidP="00C36598">
      <w:pPr>
        <w:pStyle w:val="Default"/>
        <w:jc w:val="both"/>
        <w:rPr>
          <w:sz w:val="28"/>
          <w:szCs w:val="28"/>
        </w:rPr>
      </w:pPr>
      <w:r w:rsidRPr="00BC4D0E">
        <w:rPr>
          <w:sz w:val="28"/>
          <w:szCs w:val="28"/>
        </w:rPr>
        <w:t xml:space="preserve">муниципальная – силами и средствами муниципального образования (поселения); </w:t>
      </w:r>
    </w:p>
    <w:p w:rsidR="00C87242" w:rsidRPr="00BC4D0E" w:rsidRDefault="00C87242" w:rsidP="00C36598">
      <w:pPr>
        <w:pStyle w:val="Default"/>
        <w:jc w:val="both"/>
        <w:rPr>
          <w:sz w:val="28"/>
          <w:szCs w:val="28"/>
        </w:rPr>
      </w:pPr>
      <w:r w:rsidRPr="00BC4D0E">
        <w:rPr>
          <w:sz w:val="28"/>
          <w:szCs w:val="28"/>
        </w:rPr>
        <w:t xml:space="preserve">межмуниципальная – силами и средствами муниципальных образований (поселений), если чрезвычайная ситуация не выходит за пределы границ поселений или муниципального района; </w:t>
      </w:r>
    </w:p>
    <w:p w:rsidR="00C87242" w:rsidRPr="00BC4D0E" w:rsidRDefault="00C87242" w:rsidP="00C36598">
      <w:pPr>
        <w:pStyle w:val="Default"/>
        <w:jc w:val="both"/>
        <w:rPr>
          <w:sz w:val="28"/>
          <w:szCs w:val="28"/>
        </w:rPr>
      </w:pPr>
      <w:r w:rsidRPr="00BC4D0E">
        <w:rPr>
          <w:sz w:val="28"/>
          <w:szCs w:val="28"/>
        </w:rPr>
        <w:t xml:space="preserve">межмуниципальная и региональная – силами и средствами органов государственной власти </w:t>
      </w:r>
      <w:r>
        <w:rPr>
          <w:sz w:val="28"/>
          <w:szCs w:val="28"/>
        </w:rPr>
        <w:t>Омской области</w:t>
      </w:r>
      <w:r w:rsidRPr="00BC4D0E">
        <w:rPr>
          <w:sz w:val="28"/>
          <w:szCs w:val="28"/>
        </w:rPr>
        <w:t xml:space="preserve">, если чрезвычайная ситуация частично распространяется на территории двух и более муниципальных районов </w:t>
      </w:r>
      <w:r>
        <w:rPr>
          <w:sz w:val="28"/>
          <w:szCs w:val="28"/>
        </w:rPr>
        <w:t>Омской области</w:t>
      </w:r>
      <w:r w:rsidRPr="00BC4D0E">
        <w:rPr>
          <w:sz w:val="28"/>
          <w:szCs w:val="28"/>
        </w:rPr>
        <w:t xml:space="preserve">; </w:t>
      </w:r>
    </w:p>
    <w:p w:rsidR="00C87242" w:rsidRPr="00BC4D0E" w:rsidRDefault="00C87242" w:rsidP="00C36598">
      <w:pPr>
        <w:pStyle w:val="Default"/>
        <w:jc w:val="both"/>
        <w:rPr>
          <w:sz w:val="28"/>
          <w:szCs w:val="28"/>
        </w:rPr>
      </w:pPr>
      <w:r w:rsidRPr="00BC4D0E">
        <w:rPr>
          <w:sz w:val="28"/>
          <w:szCs w:val="28"/>
        </w:rPr>
        <w:t xml:space="preserve">межрегиональная и федеральная – силами и средствами исполнительных органов государственной власти </w:t>
      </w:r>
      <w:r>
        <w:rPr>
          <w:sz w:val="28"/>
          <w:szCs w:val="28"/>
        </w:rPr>
        <w:t>Омской области</w:t>
      </w:r>
      <w:r w:rsidRPr="00BC4D0E">
        <w:rPr>
          <w:sz w:val="28"/>
          <w:szCs w:val="28"/>
        </w:rPr>
        <w:t xml:space="preserve"> если чрезвычайная ситуация частично распространяется на территорию </w:t>
      </w:r>
      <w:r>
        <w:rPr>
          <w:sz w:val="28"/>
          <w:szCs w:val="28"/>
        </w:rPr>
        <w:t>Омской области</w:t>
      </w:r>
      <w:r w:rsidRPr="00BC4D0E">
        <w:rPr>
          <w:sz w:val="28"/>
          <w:szCs w:val="28"/>
        </w:rPr>
        <w:t xml:space="preserve">. </w:t>
      </w:r>
    </w:p>
    <w:p w:rsidR="00C87242" w:rsidRDefault="00C87242" w:rsidP="00BC4D0E">
      <w:pPr>
        <w:pStyle w:val="ListParagraph"/>
        <w:ind w:left="0" w:firstLine="851"/>
        <w:jc w:val="both"/>
      </w:pPr>
      <w:r w:rsidRPr="00BC4D0E">
        <w:t>В случае недостаточности собственных сил и средств дополнительно привлекаются в установленном порядке силы и средства областной подсистемы единой государственной системы предупреждения и ликвидации чрезвычайных ситуаций (далее – РСЧС).</w:t>
      </w:r>
    </w:p>
    <w:p w:rsidR="00C87242" w:rsidRDefault="00C87242" w:rsidP="00BC4D0E">
      <w:pPr>
        <w:pStyle w:val="ListParagraph"/>
        <w:ind w:left="0" w:firstLine="851"/>
        <w:jc w:val="both"/>
      </w:pPr>
      <w:r>
        <w:t>3.3</w:t>
      </w:r>
      <w:r w:rsidRPr="00FC75DB">
        <w:t xml:space="preserve"> Диспетчера (дежурные) организаций и единой дежурно-диспетчерской службы </w:t>
      </w:r>
      <w:r>
        <w:t>А</w:t>
      </w:r>
      <w:r w:rsidRPr="00FC75DB">
        <w:t xml:space="preserve">дминистрации </w:t>
      </w:r>
      <w:r>
        <w:t xml:space="preserve">Крутинского муниципального </w:t>
      </w:r>
      <w:r w:rsidRPr="00FC75DB">
        <w:t xml:space="preserve"> района при поступлении информации (доклада) об угрозе или возникновении чрезвычайной ситуации осуществляют проведение первичных мероприятий по оповещению и привлечению необходимых сил и средств.</w:t>
      </w:r>
    </w:p>
    <w:p w:rsidR="00C87242" w:rsidRDefault="00C87242" w:rsidP="00BC4D0E">
      <w:pPr>
        <w:pStyle w:val="ListParagraph"/>
        <w:ind w:left="0" w:firstLine="851"/>
        <w:jc w:val="both"/>
      </w:pPr>
      <w:r>
        <w:t xml:space="preserve">3.4 </w:t>
      </w:r>
      <w:r w:rsidRPr="00FC75DB">
        <w:t>Для оценки обстановки и организации управления силами и средствами ликвидации чрезвычайных ситуаций в районы чрезвычайных ситуаций направляются оперативные группы от соответствующих комиссий по предупреждению и ликвидации чрезвычайных ситуаций и обеспечению пожарной безопасности (далее – КЧС и ПБ) или от органов, уполномоченных на решение задач в области защиты населения и территорий от чрезвычайных ситуаций (далее – органы ГО ЧС).</w:t>
      </w:r>
    </w:p>
    <w:p w:rsidR="00C87242" w:rsidRPr="00FC75DB" w:rsidRDefault="00C87242" w:rsidP="00FC75DB">
      <w:pPr>
        <w:pStyle w:val="Default"/>
        <w:ind w:firstLine="993"/>
        <w:jc w:val="both"/>
        <w:rPr>
          <w:sz w:val="28"/>
          <w:szCs w:val="28"/>
        </w:rPr>
      </w:pPr>
      <w:r w:rsidRPr="00FC75DB">
        <w:rPr>
          <w:sz w:val="28"/>
          <w:szCs w:val="28"/>
        </w:rPr>
        <w:t>3.5</w:t>
      </w:r>
      <w:r>
        <w:rPr>
          <w:sz w:val="28"/>
          <w:szCs w:val="28"/>
        </w:rPr>
        <w:t xml:space="preserve"> </w:t>
      </w:r>
      <w:r w:rsidRPr="00FC75DB">
        <w:rPr>
          <w:sz w:val="28"/>
          <w:szCs w:val="28"/>
        </w:rPr>
        <w:t xml:space="preserve"> Непосредственное руководство всеми силами и средствами, привлеченными для проведения аварийно-спасательных и других неотложных работ (далее – АС и ДНР), в зоне чрезвычайной ситуации (на месте чрезвычайной ситуации) осуществляют руководители работ по ликвидации чрезвычайных ситуаций. </w:t>
      </w:r>
    </w:p>
    <w:p w:rsidR="00C87242" w:rsidRPr="00FC75DB" w:rsidRDefault="00C87242" w:rsidP="003C2E7B">
      <w:pPr>
        <w:pStyle w:val="Default"/>
        <w:jc w:val="both"/>
        <w:rPr>
          <w:sz w:val="28"/>
          <w:szCs w:val="28"/>
        </w:rPr>
      </w:pPr>
      <w:r w:rsidRPr="00FC75DB">
        <w:rPr>
          <w:sz w:val="28"/>
          <w:szCs w:val="28"/>
        </w:rPr>
        <w:t xml:space="preserve"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работ по ликвидации чрезвычайных ситуаций и исполняют их до прибытия старшего оперативной группы или назначенного руководителя работ по ликвидации чрезвычайных ситуаций. </w:t>
      </w:r>
    </w:p>
    <w:p w:rsidR="00C87242" w:rsidRPr="00FC75DB" w:rsidRDefault="00C87242" w:rsidP="00FC75DB">
      <w:pPr>
        <w:pStyle w:val="Default"/>
        <w:jc w:val="both"/>
        <w:rPr>
          <w:sz w:val="28"/>
          <w:szCs w:val="28"/>
        </w:rPr>
      </w:pPr>
      <w:r w:rsidRPr="00FC75DB">
        <w:rPr>
          <w:sz w:val="28"/>
          <w:szCs w:val="28"/>
        </w:rPr>
        <w:t xml:space="preserve">Старший уполномоченный начальник, прибывший на место чрезвычайной ситуации, может взять руководство работами по ликвидации ЧС на себя. </w:t>
      </w:r>
    </w:p>
    <w:p w:rsidR="00C87242" w:rsidRDefault="00C87242" w:rsidP="00FC75DB">
      <w:pPr>
        <w:pStyle w:val="ListParagraph"/>
        <w:ind w:left="0" w:firstLine="851"/>
        <w:jc w:val="both"/>
      </w:pPr>
      <w:r w:rsidRPr="00FC75DB">
        <w:t>Замена (смена) руководителя работ по ликвидации чрезвычайной ситуации происходит после записи данного события в журнале оперативной группы и объявления фамилии нового руководителя.</w:t>
      </w:r>
    </w:p>
    <w:p w:rsidR="00C87242" w:rsidRPr="003C2E7B" w:rsidRDefault="00C87242" w:rsidP="00C36598">
      <w:pPr>
        <w:pStyle w:val="Default"/>
        <w:ind w:firstLine="851"/>
        <w:rPr>
          <w:sz w:val="28"/>
          <w:szCs w:val="28"/>
        </w:rPr>
      </w:pPr>
      <w:r w:rsidRPr="003C2E7B">
        <w:rPr>
          <w:sz w:val="28"/>
          <w:szCs w:val="28"/>
        </w:rPr>
        <w:t xml:space="preserve">3.6  Для организации проведения АС и ДНР решением </w:t>
      </w:r>
      <w:r>
        <w:rPr>
          <w:sz w:val="28"/>
          <w:szCs w:val="28"/>
        </w:rPr>
        <w:t>Г</w:t>
      </w:r>
      <w:r w:rsidRPr="003C2E7B">
        <w:rPr>
          <w:sz w:val="28"/>
          <w:szCs w:val="28"/>
        </w:rPr>
        <w:t xml:space="preserve">лавы </w:t>
      </w:r>
      <w:r>
        <w:rPr>
          <w:sz w:val="28"/>
          <w:szCs w:val="28"/>
        </w:rPr>
        <w:t>Крутин</w:t>
      </w:r>
      <w:r w:rsidRPr="003C2E7B">
        <w:rPr>
          <w:sz w:val="28"/>
          <w:szCs w:val="28"/>
        </w:rPr>
        <w:t xml:space="preserve">ского </w:t>
      </w:r>
      <w:r>
        <w:rPr>
          <w:sz w:val="28"/>
          <w:szCs w:val="28"/>
        </w:rPr>
        <w:t xml:space="preserve">муниципального </w:t>
      </w:r>
      <w:r w:rsidRPr="003C2E7B">
        <w:rPr>
          <w:sz w:val="28"/>
          <w:szCs w:val="28"/>
        </w:rPr>
        <w:t xml:space="preserve">района или председателя КЧС и ПБ администрации района: </w:t>
      </w:r>
    </w:p>
    <w:p w:rsidR="00C87242" w:rsidRPr="003C2E7B" w:rsidRDefault="00C87242" w:rsidP="003C2E7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Pr="003C2E7B">
        <w:rPr>
          <w:sz w:val="28"/>
          <w:szCs w:val="28"/>
        </w:rPr>
        <w:t xml:space="preserve">назначается (утверждается) руководитель работ по ликвидации чрезвычайной ситуации; </w:t>
      </w:r>
    </w:p>
    <w:p w:rsidR="00C87242" w:rsidRDefault="00C87242" w:rsidP="003C2E7B">
      <w:pPr>
        <w:pStyle w:val="ListParagraph"/>
        <w:ind w:left="0" w:firstLine="851"/>
        <w:jc w:val="left"/>
      </w:pPr>
      <w:r>
        <w:t xml:space="preserve">-  </w:t>
      </w:r>
      <w:r w:rsidRPr="003C2E7B">
        <w:t>образуется штаб ликвидации чрезвычайной ситуации, или рабочая группа из числа членов соответствующих КЧС и ПБ.</w:t>
      </w:r>
    </w:p>
    <w:p w:rsidR="00C87242" w:rsidRDefault="00C87242" w:rsidP="00C263C6">
      <w:pPr>
        <w:pStyle w:val="ListParagraph"/>
        <w:ind w:left="0" w:firstLine="851"/>
        <w:jc w:val="both"/>
      </w:pPr>
      <w:r>
        <w:t xml:space="preserve">3.7   </w:t>
      </w:r>
      <w:r w:rsidRPr="00C263C6">
        <w:t>Координацию деятельности органов управления и сил ликвидации чрезвычайных ситуаций при проведении аварийно-спасательных и других неотложных работ осуществляют комиссии по предупреждению и ликвидации чрезвычайных ситуаций и обеспечению пожарной безопасности.</w:t>
      </w:r>
    </w:p>
    <w:p w:rsidR="00C87242" w:rsidRPr="00C263C6" w:rsidRDefault="00C87242" w:rsidP="00C36598">
      <w:pPr>
        <w:pStyle w:val="Default"/>
        <w:ind w:firstLine="851"/>
        <w:jc w:val="both"/>
        <w:rPr>
          <w:sz w:val="28"/>
          <w:szCs w:val="28"/>
        </w:rPr>
      </w:pPr>
      <w:r w:rsidRPr="00C263C6">
        <w:rPr>
          <w:sz w:val="28"/>
          <w:szCs w:val="28"/>
        </w:rPr>
        <w:t xml:space="preserve">3.8    Ликвидация чрезвычайных ситуаций проводится поэтапно: </w:t>
      </w:r>
    </w:p>
    <w:p w:rsidR="00C87242" w:rsidRPr="00C263C6" w:rsidRDefault="00C87242" w:rsidP="00C263C6">
      <w:pPr>
        <w:pStyle w:val="Default"/>
        <w:jc w:val="both"/>
        <w:rPr>
          <w:sz w:val="28"/>
          <w:szCs w:val="28"/>
        </w:rPr>
      </w:pPr>
      <w:r w:rsidRPr="00C263C6">
        <w:rPr>
          <w:sz w:val="28"/>
          <w:szCs w:val="28"/>
        </w:rPr>
        <w:t xml:space="preserve">1-й этап – проведение мероприятий по экстренной защите и спасению населения; </w:t>
      </w:r>
    </w:p>
    <w:p w:rsidR="00C87242" w:rsidRPr="00C263C6" w:rsidRDefault="00C87242" w:rsidP="00C263C6">
      <w:pPr>
        <w:pStyle w:val="Default"/>
        <w:jc w:val="both"/>
        <w:rPr>
          <w:sz w:val="28"/>
          <w:szCs w:val="28"/>
        </w:rPr>
      </w:pPr>
      <w:r w:rsidRPr="00C263C6">
        <w:rPr>
          <w:sz w:val="28"/>
          <w:szCs w:val="28"/>
        </w:rPr>
        <w:t xml:space="preserve">2-й этап – проведение аварийно-спасательных и других неотложных работ в зонах чрезвычайных ситуаций; </w:t>
      </w:r>
    </w:p>
    <w:p w:rsidR="00C87242" w:rsidRDefault="00C87242" w:rsidP="00C36598">
      <w:pPr>
        <w:pStyle w:val="ListParagraph"/>
        <w:ind w:left="0"/>
        <w:jc w:val="both"/>
      </w:pPr>
      <w:r w:rsidRPr="00C263C6">
        <w:t>3-й этап – проведение мероприятий по ликвидации последствий чрезвычайных ситуаций.</w:t>
      </w:r>
    </w:p>
    <w:p w:rsidR="00C87242" w:rsidRPr="00C263C6" w:rsidRDefault="00C87242" w:rsidP="002461E5">
      <w:pPr>
        <w:pStyle w:val="Default"/>
        <w:ind w:firstLine="993"/>
        <w:jc w:val="both"/>
        <w:rPr>
          <w:sz w:val="28"/>
          <w:szCs w:val="28"/>
        </w:rPr>
      </w:pPr>
      <w:r w:rsidRPr="00C263C6">
        <w:rPr>
          <w:sz w:val="28"/>
          <w:szCs w:val="28"/>
        </w:rPr>
        <w:t xml:space="preserve">3.9   На первом этапе выполняются: </w:t>
      </w:r>
    </w:p>
    <w:p w:rsidR="00C87242" w:rsidRPr="00C263C6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63C6">
        <w:rPr>
          <w:sz w:val="28"/>
          <w:szCs w:val="28"/>
        </w:rPr>
        <w:t xml:space="preserve">оповещение об опасности; </w:t>
      </w:r>
    </w:p>
    <w:p w:rsidR="00C87242" w:rsidRPr="00C263C6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63C6">
        <w:rPr>
          <w:sz w:val="28"/>
          <w:szCs w:val="28"/>
        </w:rPr>
        <w:t xml:space="preserve">приведение в готовность органов управления, сил и средств; </w:t>
      </w:r>
    </w:p>
    <w:p w:rsidR="00C87242" w:rsidRPr="00C263C6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63C6">
        <w:rPr>
          <w:sz w:val="28"/>
          <w:szCs w:val="28"/>
        </w:rPr>
        <w:t xml:space="preserve">эвакуация населения из районов, где есть опасность поражения; </w:t>
      </w:r>
    </w:p>
    <w:p w:rsidR="00C87242" w:rsidRPr="00C263C6" w:rsidRDefault="00C87242" w:rsidP="002461E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 </w:t>
      </w:r>
      <w:r w:rsidRPr="00C263C6">
        <w:rPr>
          <w:color w:val="auto"/>
          <w:sz w:val="28"/>
          <w:szCs w:val="28"/>
        </w:rPr>
        <w:t xml:space="preserve">ввод сил постоянной готовности в район чрезвычайной ситуации; </w:t>
      </w:r>
    </w:p>
    <w:p w:rsidR="00C87242" w:rsidRPr="00C263C6" w:rsidRDefault="00C87242" w:rsidP="002461E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 </w:t>
      </w:r>
      <w:r w:rsidRPr="00C263C6">
        <w:rPr>
          <w:color w:val="auto"/>
          <w:sz w:val="28"/>
          <w:szCs w:val="28"/>
        </w:rPr>
        <w:t xml:space="preserve">выдвижение оперативных групп в район чрезвычайной ситуации; </w:t>
      </w:r>
    </w:p>
    <w:p w:rsidR="00C87242" w:rsidRPr="00C263C6" w:rsidRDefault="00C87242" w:rsidP="00C26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263C6">
        <w:rPr>
          <w:color w:val="auto"/>
          <w:sz w:val="28"/>
          <w:szCs w:val="28"/>
        </w:rPr>
        <w:t xml:space="preserve">разведка, проведение поисковых работ по обнаружению пострадавших людей, оказание первой медицинской помощи и вывод (вынос) их в безопасное место; </w:t>
      </w:r>
    </w:p>
    <w:p w:rsidR="00C87242" w:rsidRPr="00C263C6" w:rsidRDefault="00C87242" w:rsidP="002461E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263C6">
        <w:rPr>
          <w:color w:val="auto"/>
          <w:sz w:val="28"/>
          <w:szCs w:val="28"/>
        </w:rPr>
        <w:t xml:space="preserve">перекрытие (глушение) источника опасности, остановка (отключение) технологических процессов; </w:t>
      </w:r>
    </w:p>
    <w:p w:rsidR="00C87242" w:rsidRDefault="00C87242" w:rsidP="00C263C6">
      <w:pPr>
        <w:pStyle w:val="ListParagraph"/>
        <w:ind w:left="0"/>
        <w:jc w:val="both"/>
      </w:pPr>
      <w:r>
        <w:t xml:space="preserve">- </w:t>
      </w:r>
      <w:r w:rsidRPr="00C263C6">
        <w:t xml:space="preserve">определение границ зоны чрезвычайной ситуации, организация оцепления и </w:t>
      </w:r>
      <w:r>
        <w:t xml:space="preserve">- </w:t>
      </w:r>
      <w:r w:rsidRPr="00C263C6">
        <w:t>поддержания общественного порядка в зоне чрезвычайной ситуации.</w:t>
      </w:r>
    </w:p>
    <w:p w:rsidR="00C87242" w:rsidRPr="002461E5" w:rsidRDefault="00C87242" w:rsidP="00C36598">
      <w:pPr>
        <w:pStyle w:val="Default"/>
        <w:tabs>
          <w:tab w:val="left" w:pos="993"/>
        </w:tabs>
        <w:ind w:firstLine="993"/>
        <w:rPr>
          <w:sz w:val="28"/>
          <w:szCs w:val="28"/>
        </w:rPr>
      </w:pPr>
      <w:r w:rsidRPr="002461E5">
        <w:rPr>
          <w:sz w:val="28"/>
          <w:szCs w:val="28"/>
        </w:rPr>
        <w:t xml:space="preserve">3.10   На втором этапе выполняются: </w:t>
      </w:r>
    </w:p>
    <w:p w:rsidR="00C87242" w:rsidRPr="002461E5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1E5">
        <w:rPr>
          <w:sz w:val="28"/>
          <w:szCs w:val="28"/>
        </w:rPr>
        <w:t xml:space="preserve">оценка обстановки и принятие решения на проведение АС и ДНР; </w:t>
      </w:r>
    </w:p>
    <w:p w:rsidR="00C87242" w:rsidRPr="002461E5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461E5">
        <w:rPr>
          <w:sz w:val="28"/>
          <w:szCs w:val="28"/>
        </w:rPr>
        <w:t xml:space="preserve">создание группировки сил, выдвижение и ввод на объект сил и средств, необходимых для выполнения работ; </w:t>
      </w:r>
    </w:p>
    <w:p w:rsidR="00C87242" w:rsidRPr="002461E5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1E5">
        <w:rPr>
          <w:sz w:val="28"/>
          <w:szCs w:val="28"/>
        </w:rPr>
        <w:t xml:space="preserve">организация управления, взаимодействия, всестороннего обеспечения действий сил и средств, находящихся в районе чрезвычайной ситуации; </w:t>
      </w:r>
    </w:p>
    <w:p w:rsidR="00C87242" w:rsidRPr="002461E5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1E5">
        <w:rPr>
          <w:sz w:val="28"/>
          <w:szCs w:val="28"/>
        </w:rPr>
        <w:t xml:space="preserve">проведение аварийно-спасательных работ; </w:t>
      </w:r>
    </w:p>
    <w:p w:rsidR="00C87242" w:rsidRPr="002461E5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1E5">
        <w:rPr>
          <w:sz w:val="28"/>
          <w:szCs w:val="28"/>
        </w:rPr>
        <w:t xml:space="preserve">вывод сил и средств по завершении работ и возвращение их к месту дислокации. </w:t>
      </w:r>
    </w:p>
    <w:p w:rsidR="00C87242" w:rsidRDefault="00C87242" w:rsidP="002461E5">
      <w:pPr>
        <w:pStyle w:val="ListParagraph"/>
        <w:ind w:left="0" w:firstLine="993"/>
        <w:jc w:val="both"/>
      </w:pPr>
      <w:r w:rsidRPr="002461E5">
        <w:t>АС и ДНР считаются завершенными после окончания розыска пострадавших, оказания им медицинской и других видов помощи, ликвидации угрозы новых поражений и ущерба в результате последствий чрезвычайных ситуаций.</w:t>
      </w:r>
    </w:p>
    <w:p w:rsidR="00C87242" w:rsidRPr="002461E5" w:rsidRDefault="00C87242" w:rsidP="002461E5">
      <w:pPr>
        <w:pStyle w:val="Default"/>
        <w:ind w:firstLine="993"/>
        <w:jc w:val="both"/>
        <w:rPr>
          <w:sz w:val="28"/>
          <w:szCs w:val="28"/>
        </w:rPr>
      </w:pPr>
      <w:r w:rsidRPr="002461E5">
        <w:rPr>
          <w:sz w:val="28"/>
          <w:szCs w:val="28"/>
        </w:rPr>
        <w:t xml:space="preserve">3.11  На третьем этапе выполняются: </w:t>
      </w:r>
    </w:p>
    <w:p w:rsidR="00C87242" w:rsidRPr="002461E5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1E5">
        <w:rPr>
          <w:sz w:val="28"/>
          <w:szCs w:val="28"/>
        </w:rPr>
        <w:t xml:space="preserve">выдвижение в район чрезвычайной ситуации мобильных формирований жизнеобеспечения пострадавшего населения; </w:t>
      </w:r>
    </w:p>
    <w:p w:rsidR="00C87242" w:rsidRPr="002461E5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1E5">
        <w:rPr>
          <w:sz w:val="28"/>
          <w:szCs w:val="28"/>
        </w:rPr>
        <w:t xml:space="preserve">работы по организации первоочередного жизнеобеспечения пострадавшего населения; </w:t>
      </w:r>
    </w:p>
    <w:p w:rsidR="00C87242" w:rsidRPr="002461E5" w:rsidRDefault="00C87242" w:rsidP="002461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1E5">
        <w:rPr>
          <w:sz w:val="28"/>
          <w:szCs w:val="28"/>
        </w:rPr>
        <w:t xml:space="preserve">продовольственное, медико-санитарное, топливно-энергетическое и транспортное обеспечение; </w:t>
      </w:r>
    </w:p>
    <w:p w:rsidR="00C87242" w:rsidRPr="002461E5" w:rsidRDefault="00C87242" w:rsidP="005A400B">
      <w:pPr>
        <w:pStyle w:val="Default"/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1E5">
        <w:rPr>
          <w:sz w:val="28"/>
          <w:szCs w:val="28"/>
        </w:rPr>
        <w:t xml:space="preserve">перераспределение ресурсов в пользу пострадавшего района; </w:t>
      </w:r>
    </w:p>
    <w:p w:rsidR="00C87242" w:rsidRDefault="00C87242" w:rsidP="002461E5">
      <w:pPr>
        <w:pStyle w:val="ListParagraph"/>
        <w:ind w:left="0"/>
        <w:jc w:val="both"/>
      </w:pPr>
      <w:r>
        <w:t xml:space="preserve">- </w:t>
      </w:r>
      <w:r w:rsidRPr="002461E5">
        <w:t>возвращение населения из мест временного размещения.</w:t>
      </w:r>
    </w:p>
    <w:p w:rsidR="00C87242" w:rsidRPr="005A400B" w:rsidRDefault="00C87242" w:rsidP="005A400B">
      <w:pPr>
        <w:pStyle w:val="Default"/>
        <w:ind w:firstLine="993"/>
        <w:jc w:val="both"/>
        <w:rPr>
          <w:sz w:val="28"/>
          <w:szCs w:val="28"/>
        </w:rPr>
      </w:pPr>
      <w:r w:rsidRPr="005A400B">
        <w:rPr>
          <w:sz w:val="28"/>
          <w:szCs w:val="28"/>
        </w:rPr>
        <w:t xml:space="preserve">3.12     Руководитель работ по ликвидации чрезвычайных ситуаций несет ответственность за организацию и проведение аварийно-спасательных работ, безопасность людей, участвующих в аварийно-спасательных работах. </w:t>
      </w:r>
    </w:p>
    <w:p w:rsidR="00C87242" w:rsidRDefault="00C87242" w:rsidP="005A400B">
      <w:pPr>
        <w:pStyle w:val="ListParagraph"/>
        <w:ind w:left="0" w:firstLine="993"/>
        <w:jc w:val="both"/>
      </w:pPr>
      <w:r w:rsidRPr="005A400B">
        <w:t xml:space="preserve">Решения руководителя работ по ликвидации чрезвычайной ситуации являются обязательными для всех граждан и организаций, находящихся в зоне чрезвычайных ситуаций, если иное не предусмотрено законами и иными нормативными правовыми актами Российской Федерации, </w:t>
      </w:r>
      <w:r>
        <w:t>Омской области</w:t>
      </w:r>
      <w:r w:rsidRPr="005A400B">
        <w:t xml:space="preserve">  и </w:t>
      </w:r>
      <w:r>
        <w:t>Крутин</w:t>
      </w:r>
      <w:r w:rsidRPr="005A400B">
        <w:t>ского</w:t>
      </w:r>
      <w:r>
        <w:t xml:space="preserve"> муниципального</w:t>
      </w:r>
      <w:r w:rsidRPr="005A400B">
        <w:t xml:space="preserve"> района.</w:t>
      </w:r>
    </w:p>
    <w:p w:rsidR="00C87242" w:rsidRPr="005A400B" w:rsidRDefault="00C87242" w:rsidP="005A400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 </w:t>
      </w:r>
      <w:r w:rsidRPr="005A400B">
        <w:rPr>
          <w:sz w:val="28"/>
          <w:szCs w:val="28"/>
        </w:rPr>
        <w:t xml:space="preserve">В случае крайней необходимости руководители работ по ликвидации чрезвычайной ситуации вправе самостоятельно принимать решения по следующим вопросам: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проведение эвакуационных мероприятий;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остановка деятельности организаций, находящихся в зоне чрезвычайной ситуации;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проведение аварийно-спасательных работ на объектах и территориях организаций, находящихся в зоне чрезвычайной ситуации;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5A400B">
        <w:rPr>
          <w:sz w:val="28"/>
          <w:szCs w:val="28"/>
        </w:rPr>
        <w:t xml:space="preserve">ограничение доступа людей в зону чрезвычайной ситуации;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использование средств связи и оповещения, транспортных средств и иного имущества организаций, находящихся в зоне чрезвычайной ситуации в порядке, установленном законами и иными нормативными правовыми актами Российской Федерации ; </w:t>
      </w:r>
    </w:p>
    <w:p w:rsidR="00C87242" w:rsidRPr="005A400B" w:rsidRDefault="00C87242" w:rsidP="005A400B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= </w:t>
      </w:r>
      <w:r w:rsidRPr="005A400B">
        <w:rPr>
          <w:sz w:val="28"/>
          <w:szCs w:val="28"/>
        </w:rPr>
        <w:t xml:space="preserve">привлечение к проведению работ по ликвидации чрезвычайной ситуации нештатных и общественных аварийно-спасательных формирований, а также спасателей, не входящих в </w:t>
      </w:r>
      <w:r w:rsidRPr="005A400B">
        <w:rPr>
          <w:color w:val="auto"/>
          <w:sz w:val="28"/>
          <w:szCs w:val="28"/>
        </w:rPr>
        <w:t xml:space="preserve">состав указанных формирований, при наличии у них документов, подтверждающих их аттестацию на проведение аварийно-спасательных работ; </w:t>
      </w:r>
    </w:p>
    <w:p w:rsidR="00C87242" w:rsidRPr="005A400B" w:rsidRDefault="00C87242" w:rsidP="005A400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5A400B">
        <w:rPr>
          <w:color w:val="auto"/>
          <w:sz w:val="28"/>
          <w:szCs w:val="28"/>
        </w:rPr>
        <w:t xml:space="preserve">привлечение на добровольной основе населения к проведению неотложных работ, а также отдельных граждан, не являющихся спасателями, к проведению аварийно- спасательных работ; </w:t>
      </w:r>
    </w:p>
    <w:p w:rsidR="00C87242" w:rsidRDefault="00C87242" w:rsidP="005A400B">
      <w:pPr>
        <w:pStyle w:val="ListParagraph"/>
        <w:ind w:left="0"/>
        <w:jc w:val="both"/>
      </w:pPr>
      <w:r>
        <w:t xml:space="preserve">- </w:t>
      </w:r>
      <w:r w:rsidRPr="005A400B">
        <w:t>принятие других необходимых мер, обусловленных развитием чрезвычайных ситуаций и ходом работ по их ликвидации.</w:t>
      </w:r>
    </w:p>
    <w:p w:rsidR="00C87242" w:rsidRPr="005A400B" w:rsidRDefault="00C87242" w:rsidP="005A400B">
      <w:pPr>
        <w:pStyle w:val="Default"/>
        <w:ind w:firstLine="851"/>
        <w:jc w:val="both"/>
        <w:rPr>
          <w:sz w:val="28"/>
          <w:szCs w:val="28"/>
        </w:rPr>
      </w:pPr>
      <w:r w:rsidRPr="005A400B">
        <w:rPr>
          <w:sz w:val="28"/>
          <w:szCs w:val="28"/>
        </w:rPr>
        <w:t xml:space="preserve">3.14   Руководитель работ по ликвидации чрезвычайных ситуаций обязан: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получить исчерпывающую информацию о чрезвычайной ситуации;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произвести разведку и оценить обстановку в месте проведения спасательных работ;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определить технологию и разработать план проведения аварийно-спасательных работ;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провести инструктаж подчиненных, поставить задачи подразделениям, организовать их взаимодействие и обеспечить выполнение поставленных задач;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непрерывно следить за изменениями обстановки в ходе аварийно-спасательных работ и принимать соответствующие решения, при необходимости вызывать дополнительные силы и средства и организовать их встречу и расстановку;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создать резерв сил и средств, организовать посменную работу подразделений, питание и отдых;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обеспечить безопасность </w:t>
      </w:r>
      <w:r>
        <w:rPr>
          <w:sz w:val="28"/>
          <w:szCs w:val="28"/>
        </w:rPr>
        <w:t>людей участвующих в ликвидации ЧС</w:t>
      </w:r>
      <w:r w:rsidRPr="005A400B">
        <w:rPr>
          <w:sz w:val="28"/>
          <w:szCs w:val="28"/>
        </w:rPr>
        <w:t xml:space="preserve">, сохранность техники;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00B">
        <w:rPr>
          <w:sz w:val="28"/>
          <w:szCs w:val="28"/>
        </w:rPr>
        <w:t xml:space="preserve">организовать пункты сбора пострадавших и пункты медицинской помощи; </w:t>
      </w:r>
    </w:p>
    <w:p w:rsidR="00C87242" w:rsidRPr="005A400B" w:rsidRDefault="00C87242" w:rsidP="005A40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A400B">
        <w:rPr>
          <w:sz w:val="28"/>
          <w:szCs w:val="28"/>
        </w:rPr>
        <w:t xml:space="preserve">о окончании работ заслушать командиров подразделений, при необходимости лично убедиться в завершении работ на отдельных участках (секторах); </w:t>
      </w:r>
    </w:p>
    <w:p w:rsidR="00C87242" w:rsidRDefault="00C87242" w:rsidP="00545B41">
      <w:pPr>
        <w:pStyle w:val="ListParagraph"/>
        <w:ind w:left="0"/>
        <w:jc w:val="both"/>
      </w:pPr>
      <w:r>
        <w:t xml:space="preserve">- </w:t>
      </w:r>
      <w:r w:rsidRPr="005A400B">
        <w:t>определить порядок убытия с места аварийно-спасательных работ подразделений и взаимодействующих служб.</w:t>
      </w:r>
    </w:p>
    <w:p w:rsidR="00C87242" w:rsidRDefault="00C87242" w:rsidP="00545B41">
      <w:pPr>
        <w:pStyle w:val="ListParagraph"/>
        <w:ind w:left="0"/>
        <w:jc w:val="both"/>
      </w:pPr>
      <w:r>
        <w:t xml:space="preserve">               3.15 </w:t>
      </w:r>
      <w:r w:rsidRPr="00545B41">
        <w:t xml:space="preserve"> Организация поддержания общественного порядка при чрезвычайных ситуациях природного и техногенного характера </w:t>
      </w:r>
      <w:r>
        <w:t xml:space="preserve">осуществляется </w:t>
      </w:r>
      <w:r w:rsidRPr="00545B41">
        <w:t xml:space="preserve"> </w:t>
      </w:r>
      <w:r>
        <w:t xml:space="preserve"> ОМВД </w:t>
      </w:r>
      <w:r w:rsidRPr="000D5172">
        <w:t xml:space="preserve"> по К</w:t>
      </w:r>
      <w:r>
        <w:t>рутин</w:t>
      </w:r>
      <w:r w:rsidRPr="000D5172">
        <w:t>ском</w:t>
      </w:r>
      <w:r>
        <w:t>у району</w:t>
      </w:r>
      <w:r w:rsidRPr="00545B41">
        <w:t>.</w:t>
      </w:r>
    </w:p>
    <w:p w:rsidR="00C87242" w:rsidRDefault="00C87242" w:rsidP="00545B41">
      <w:pPr>
        <w:pStyle w:val="ListParagraph"/>
        <w:ind w:left="0"/>
        <w:jc w:val="both"/>
      </w:pPr>
    </w:p>
    <w:p w:rsidR="00C87242" w:rsidRDefault="00C87242" w:rsidP="00545B41">
      <w:pPr>
        <w:pStyle w:val="ListParagraph"/>
        <w:ind w:left="0"/>
        <w:jc w:val="both"/>
      </w:pPr>
    </w:p>
    <w:p w:rsidR="00C87242" w:rsidRDefault="00C87242" w:rsidP="00545B41">
      <w:pPr>
        <w:pStyle w:val="ListParagraph"/>
        <w:ind w:left="0"/>
        <w:jc w:val="both"/>
      </w:pPr>
    </w:p>
    <w:p w:rsidR="00C87242" w:rsidRDefault="00C87242" w:rsidP="00545B41">
      <w:pPr>
        <w:pStyle w:val="ListParagraph"/>
        <w:ind w:left="0"/>
        <w:jc w:val="both"/>
      </w:pPr>
    </w:p>
    <w:p w:rsidR="00C87242" w:rsidRDefault="00C87242" w:rsidP="00545B41">
      <w:pPr>
        <w:pStyle w:val="ListParagraph"/>
        <w:ind w:left="0"/>
        <w:jc w:val="both"/>
      </w:pPr>
    </w:p>
    <w:p w:rsidR="00C87242" w:rsidRDefault="00C87242" w:rsidP="00545B41">
      <w:pPr>
        <w:pStyle w:val="ListParagraph"/>
        <w:ind w:left="0"/>
        <w:jc w:val="both"/>
      </w:pPr>
    </w:p>
    <w:p w:rsidR="00C87242" w:rsidRDefault="00C87242" w:rsidP="00545B41">
      <w:pPr>
        <w:pStyle w:val="ListParagraph"/>
        <w:ind w:left="0"/>
        <w:jc w:val="both"/>
      </w:pPr>
    </w:p>
    <w:p w:rsidR="00C87242" w:rsidRDefault="00C87242" w:rsidP="00545B41">
      <w:pPr>
        <w:pStyle w:val="ListParagraph"/>
        <w:ind w:left="0"/>
        <w:jc w:val="both"/>
      </w:pPr>
    </w:p>
    <w:p w:rsidR="00C87242" w:rsidRDefault="00C87242" w:rsidP="00545B41">
      <w:pPr>
        <w:pStyle w:val="ListParagraph"/>
        <w:ind w:left="0"/>
        <w:jc w:val="both"/>
        <w:sectPr w:rsidR="00C87242" w:rsidSect="00320449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7242" w:rsidRPr="00FA6BF6" w:rsidRDefault="00C87242" w:rsidP="0083371E">
      <w:pPr>
        <w:shd w:val="clear" w:color="auto" w:fill="FFFFFF"/>
        <w:spacing w:after="0"/>
        <w:ind w:left="5103" w:right="-221"/>
        <w:jc w:val="right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Приложение № 2</w:t>
      </w:r>
    </w:p>
    <w:p w:rsidR="00C87242" w:rsidRPr="00C07C41" w:rsidRDefault="00C87242" w:rsidP="0083371E">
      <w:pPr>
        <w:shd w:val="clear" w:color="auto" w:fill="FFFFFF"/>
        <w:spacing w:after="0"/>
        <w:ind w:left="5103" w:right="-221"/>
        <w:jc w:val="right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 постановлению А</w:t>
      </w:r>
      <w:r w:rsidRPr="00C07C4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дминистрации</w:t>
      </w:r>
    </w:p>
    <w:p w:rsidR="00C87242" w:rsidRPr="00C07C41" w:rsidRDefault="00C87242" w:rsidP="0083371E">
      <w:pPr>
        <w:shd w:val="clear" w:color="auto" w:fill="FFFFFF"/>
        <w:spacing w:after="0"/>
        <w:ind w:left="5103" w:right="-221"/>
        <w:jc w:val="right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Крутинского муниципального </w:t>
      </w:r>
      <w:r w:rsidRPr="00C07C4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района</w:t>
      </w:r>
    </w:p>
    <w:p w:rsidR="00C87242" w:rsidRDefault="00C87242" w:rsidP="0083371E">
      <w:pPr>
        <w:shd w:val="clear" w:color="auto" w:fill="FFFFFF"/>
        <w:spacing w:after="0"/>
        <w:ind w:left="5103" w:right="-22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C07C41">
        <w:rPr>
          <w:rFonts w:ascii="Times New Roman" w:hAnsi="Times New Roman" w:cs="Times New Roman"/>
          <w:sz w:val="24"/>
          <w:szCs w:val="24"/>
          <w:lang w:eastAsia="en-US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26.09.2022 г. </w:t>
      </w:r>
      <w:r w:rsidRPr="00C07C41">
        <w:rPr>
          <w:rFonts w:ascii="Times New Roman" w:hAnsi="Times New Roman" w:cs="Times New Roman"/>
          <w:sz w:val="24"/>
          <w:szCs w:val="24"/>
          <w:lang w:eastAsia="en-US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eastAsia="en-US"/>
        </w:rPr>
        <w:t>477-п</w:t>
      </w:r>
    </w:p>
    <w:p w:rsidR="00C87242" w:rsidRDefault="00C87242" w:rsidP="0083371E">
      <w:pPr>
        <w:shd w:val="clear" w:color="auto" w:fill="FFFFFF"/>
        <w:spacing w:after="0"/>
        <w:ind w:left="5103" w:right="-22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87242" w:rsidRDefault="00C87242" w:rsidP="00E0320C">
      <w:pPr>
        <w:shd w:val="clear" w:color="auto" w:fill="FFFFFF"/>
        <w:spacing w:after="0"/>
        <w:ind w:left="5103" w:right="-221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Перечень</w:t>
      </w:r>
    </w:p>
    <w:p w:rsidR="00C87242" w:rsidRDefault="00C87242" w:rsidP="00E0320C">
      <w:pPr>
        <w:shd w:val="clear" w:color="auto" w:fill="FFFFFF"/>
        <w:spacing w:after="0"/>
        <w:ind w:right="-2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сил и средств постоянной готовности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звена </w:t>
      </w:r>
      <w:r w:rsidRPr="000D5172">
        <w:rPr>
          <w:rFonts w:ascii="Times New Roman" w:hAnsi="Times New Roman" w:cs="Times New Roman"/>
          <w:sz w:val="28"/>
          <w:szCs w:val="28"/>
        </w:rPr>
        <w:t>Крутинского муниципального района  территориальной</w:t>
      </w:r>
    </w:p>
    <w:p w:rsidR="00C87242" w:rsidRPr="0083371E" w:rsidRDefault="00C87242" w:rsidP="00E0320C">
      <w:pPr>
        <w:shd w:val="clear" w:color="auto" w:fill="FFFFFF"/>
        <w:spacing w:after="0"/>
        <w:ind w:right="-22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D5172">
        <w:rPr>
          <w:rFonts w:ascii="Times New Roman" w:hAnsi="Times New Roman" w:cs="Times New Roman"/>
          <w:sz w:val="28"/>
          <w:szCs w:val="28"/>
        </w:rPr>
        <w:t>подсистемы единой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172">
        <w:rPr>
          <w:rFonts w:ascii="Times New Roman" w:hAnsi="Times New Roman" w:cs="Times New Roman"/>
          <w:sz w:val="28"/>
          <w:szCs w:val="28"/>
        </w:rPr>
        <w:t xml:space="preserve"> государственной системы предупреждения и ликвидации 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D5172">
        <w:rPr>
          <w:rFonts w:ascii="Times New Roman" w:hAnsi="Times New Roman" w:cs="Times New Roman"/>
          <w:sz w:val="28"/>
          <w:szCs w:val="28"/>
        </w:rPr>
        <w:t xml:space="preserve">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476"/>
        <w:gridCol w:w="1761"/>
        <w:gridCol w:w="851"/>
        <w:gridCol w:w="992"/>
        <w:gridCol w:w="2126"/>
        <w:gridCol w:w="851"/>
        <w:gridCol w:w="850"/>
        <w:gridCol w:w="2998"/>
      </w:tblGrid>
      <w:tr w:rsidR="00C87242" w:rsidRPr="00AA0D8E">
        <w:tc>
          <w:tcPr>
            <w:tcW w:w="675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№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п/п</w:t>
            </w:r>
          </w:p>
        </w:tc>
        <w:tc>
          <w:tcPr>
            <w:tcW w:w="447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Полное наименование формирования(организации) место дислокации</w:t>
            </w:r>
          </w:p>
        </w:tc>
        <w:tc>
          <w:tcPr>
            <w:tcW w:w="1761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Телефон дежурно -диспетчерской службы</w:t>
            </w:r>
          </w:p>
        </w:tc>
        <w:tc>
          <w:tcPr>
            <w:tcW w:w="1843" w:type="dxa"/>
            <w:gridSpan w:val="2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Численность формирований</w:t>
            </w:r>
          </w:p>
        </w:tc>
        <w:tc>
          <w:tcPr>
            <w:tcW w:w="3827" w:type="dxa"/>
            <w:gridSpan w:val="3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Оснащение основными видами техники</w:t>
            </w:r>
          </w:p>
        </w:tc>
        <w:tc>
          <w:tcPr>
            <w:tcW w:w="2998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Функции и виды  работ выполняемые формированиями</w:t>
            </w: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количество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общая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Дежур. смена</w:t>
            </w:r>
          </w:p>
        </w:tc>
        <w:tc>
          <w:tcPr>
            <w:tcW w:w="212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общее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смены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 xml:space="preserve">Тушение пожаров в том числе лесных 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54 ПСС 10ПСО ГУ МЧС России по Омской области.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ул. Аптекарская  3.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2-41-01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color w:val="000000"/>
                <w:sz w:val="24"/>
                <w:szCs w:val="24"/>
              </w:rPr>
              <w:t>Тушение пожаров на объектах: жилого назначения; сельскохозяйственного назначения; торговли и питания и других объектов а также на магистральных газо-, нефте-, продуктопроводах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1.2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Пост «Китерма» БУ «Управление противопожарной службы  Омской области»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 xml:space="preserve"> с. Китерма ул. Мира 39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39-3-44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89514272464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пожаров на объектах: жилого и сельскохозяйственного назначения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1.3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Пост «Шипуново» БУ «Управление противопожарной службы  Омской области»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с. Шипуново ул.Новая д.25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37-1-41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89081142343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пожаров на объектах: жилого и сельскохозяйственного назначения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1.4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Пост «Новокарасук» БУ «Управление противопожарной службы  Омской области»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с. Новокарасук ул. Северная д. 49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38-3-88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89237740631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пожаров на объектах: жилого и сельскохозяйственного назначения</w:t>
            </w:r>
          </w:p>
        </w:tc>
      </w:tr>
      <w:tr w:rsidR="00C87242" w:rsidRPr="00AA0D8E">
        <w:tc>
          <w:tcPr>
            <w:tcW w:w="675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№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п/п</w:t>
            </w:r>
          </w:p>
        </w:tc>
        <w:tc>
          <w:tcPr>
            <w:tcW w:w="447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Полное наименование формирования(организации) место дислокации</w:t>
            </w:r>
          </w:p>
        </w:tc>
        <w:tc>
          <w:tcPr>
            <w:tcW w:w="1761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Телефон дежурно -диспетчерской службы</w:t>
            </w:r>
          </w:p>
        </w:tc>
        <w:tc>
          <w:tcPr>
            <w:tcW w:w="1843" w:type="dxa"/>
            <w:gridSpan w:val="2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Численность формирований</w:t>
            </w:r>
          </w:p>
        </w:tc>
        <w:tc>
          <w:tcPr>
            <w:tcW w:w="3827" w:type="dxa"/>
            <w:gridSpan w:val="3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Оснащение основными видами техники</w:t>
            </w:r>
          </w:p>
        </w:tc>
        <w:tc>
          <w:tcPr>
            <w:tcW w:w="2998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Функции и виды  работ выполняемые формированиями</w:t>
            </w: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количество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общая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Дежур. смена</w:t>
            </w:r>
          </w:p>
        </w:tc>
        <w:tc>
          <w:tcPr>
            <w:tcW w:w="212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общее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смены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1.5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Пост «Рыжково» БУ «Управление противопожарной службы  Омской области»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с. Рыжково ул.зеленая д.1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32-230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89236907052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spacing w:after="0" w:line="240" w:lineRule="auto"/>
            </w:pPr>
            <w:r w:rsidRPr="00AA0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пожаров на объектах: жилого и сельскохозяйственного назначения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1.6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Пост «Паново» БУ «Управление противопожарной службы  Омской области»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с. Паново ул. Советская д.1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35-150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89236707161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spacing w:after="0" w:line="240" w:lineRule="auto"/>
            </w:pPr>
            <w:r w:rsidRPr="00AA0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пожаров на объектах: жилого и сельскохозяйственного назначения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1.7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САУ «Крутинский лесхоз»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ул. Красный Путь 180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2-23-50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трактора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Тушение лесных пожаров.</w:t>
            </w: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>Организация и осуществление медико-санитарного обеспечения при ликвидации чрезвычайных ситуаций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БУЗОО «Крутинская центральная районная больница им. профессора А.В. Вишневского»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пер. Больничный д.3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03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2-23-00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253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санитарные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скорые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20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2998" w:type="dxa"/>
          </w:tcPr>
          <w:p w:rsidR="00C87242" w:rsidRPr="00AA0D8E" w:rsidRDefault="00C87242" w:rsidP="001A22F0">
            <w:pPr>
              <w:pStyle w:val="Default"/>
              <w:rPr>
                <w:sz w:val="22"/>
                <w:szCs w:val="22"/>
              </w:rPr>
            </w:pPr>
            <w:r w:rsidRPr="00AA0D8E">
              <w:rPr>
                <w:sz w:val="22"/>
                <w:szCs w:val="22"/>
              </w:rPr>
              <w:t xml:space="preserve">Оказание первой медицинской помощи 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>Предотвращение негативного воздействия вод и ликвидация его последствий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ГП Омской области «Называевское ДРСУ» (Крутинский ДЭУ).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Р.п.Крутинка ул. Маяковского д.19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2-12-77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89514066105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инженерная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 xml:space="preserve"> Восстановление дорог, дамб, насыпей. Проведение аварийно -восстановительных  работ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3.2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Муниципальное унитарное предприятие «Крутинское»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 п. Крутинка ул. Лесная 1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2-12-62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инженерная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Проведение аварийно-восстановительных работ.</w:t>
            </w: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>Обеспечении безопасности гидротехнических сооружений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Муниципальное унитарное предприятие «Крутинское»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 п. Крутинка ул. Лесная 1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2-12-62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инженерная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Проведение аварийно-восстановительных работ.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4.2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Крутинский инспекторский участок</w:t>
            </w:r>
            <w:r w:rsidRPr="00AA0D8E">
              <w:rPr>
                <w:color w:val="000000"/>
              </w:rPr>
              <w:t xml:space="preserve"> </w:t>
            </w:r>
            <w:r w:rsidRPr="00AA0D8E">
              <w:rPr>
                <w:color w:val="000000"/>
                <w:sz w:val="24"/>
                <w:szCs w:val="24"/>
              </w:rPr>
              <w:t>ГИМС ГУ МЧС России по Омской области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2-41-01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Обеспечение проведение АСР на водных оъектах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4.3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ГП Омской области «Называевское ДРСУ» (Крутинский ДЭУ).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Р.п.Крутинка ул. Маяковского д.19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2-12-77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89514066105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инженерная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 xml:space="preserve"> Проведение аварийно -восстановительных  работ</w:t>
            </w:r>
          </w:p>
        </w:tc>
      </w:tr>
      <w:tr w:rsidR="00C87242" w:rsidRPr="00AA0D8E">
        <w:tc>
          <w:tcPr>
            <w:tcW w:w="675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№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п/п</w:t>
            </w:r>
          </w:p>
        </w:tc>
        <w:tc>
          <w:tcPr>
            <w:tcW w:w="447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Полное наименование формирования(организации) место дислокации</w:t>
            </w:r>
          </w:p>
        </w:tc>
        <w:tc>
          <w:tcPr>
            <w:tcW w:w="1761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Телефон дежурно -диспетчерской службы</w:t>
            </w:r>
          </w:p>
        </w:tc>
        <w:tc>
          <w:tcPr>
            <w:tcW w:w="1843" w:type="dxa"/>
            <w:gridSpan w:val="2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Численность формирований</w:t>
            </w:r>
          </w:p>
        </w:tc>
        <w:tc>
          <w:tcPr>
            <w:tcW w:w="3827" w:type="dxa"/>
            <w:gridSpan w:val="3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Оснащение основными видами техники</w:t>
            </w:r>
          </w:p>
        </w:tc>
        <w:tc>
          <w:tcPr>
            <w:tcW w:w="2998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Функции и виды  работ выполняемые формированиями</w:t>
            </w: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общая</w:t>
            </w:r>
          </w:p>
        </w:tc>
        <w:tc>
          <w:tcPr>
            <w:tcW w:w="992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Дежур. смена</w:t>
            </w:r>
          </w:p>
        </w:tc>
        <w:tc>
          <w:tcPr>
            <w:tcW w:w="212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количество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общее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смены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>5.Обеспечение транспортной безопасности, осуществление мероприятий по предупреждению (ликвидации) последствий ДТП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ГП Омской области «Называевское ДРСУ» (Крутинский ДЭУ).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Р.п.Крутинка ул. Маяковского д.19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2-12-77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89514066105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инженерная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 xml:space="preserve"> Проведение аварийно -восстановительных  работ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5.2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БУЗОО «Крутинская центральная районная больница им. профессора А.В. Вишневского»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пер. Больничный д.3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03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2-23-00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санитарная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скорая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D41853">
            <w:pPr>
              <w:pStyle w:val="Default"/>
              <w:rPr>
                <w:sz w:val="22"/>
                <w:szCs w:val="22"/>
              </w:rPr>
            </w:pPr>
            <w:r w:rsidRPr="00AA0D8E">
              <w:rPr>
                <w:sz w:val="22"/>
                <w:szCs w:val="22"/>
              </w:rPr>
              <w:t xml:space="preserve">Оказание первой медицинской помощи 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5.3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54 ПСС 10ПСО ГУ МЧС России по Омской области.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ул. Аптекарская  3.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2-41-01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Предотвращение и тушение возгорания, оказание помощи при эвакуации.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5.4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Отдел Министерства внутренних  дел России по Крутинскому району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 п. Крутинка ул. Ленина 18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2-23-02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Проведение СО мероп-риятий. Организация  дорожного движения</w:t>
            </w: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8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A0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мероприятий по ликвидации аварий на объектах топливо - энергетического комплекса, жилищно-коммунального хозяйства, сетей электросвязи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6.1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Муниципальное унитарное предприятие «Крутинское»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 п. Крутинка ул. Лесная 1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2-12-62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инженерная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Проведение аварийно-восстановительных работ.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6.2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ПАО «Ростелеком» сервисный центр р. п. Марьяновка.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 п. Крутинка ул. Аптекарская 6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2-41-00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 xml:space="preserve">Поддержание связи. АВР по восстановлению связи.  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6.3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Крутинский РЭС ПО ЗЭС филиал  ПАО Россети Сибирь»  Омскэнерго.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ул. Комсомольская 115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2-10-07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инженерная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10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Проведение аварийно-восстановительных работ на электросетях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6.4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Крутинский газовый участок № 7 ОАО «Омскгазстройэксплуатация» .                р. п. Крутинка ул. Южная 25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2-12-00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Локализация и ликвидация аварий на объектах газового снабжения.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6.5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 xml:space="preserve">Крутинский газовый участок АО «Омскоблгаз» 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ул. Северная 6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2-22-30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Локализация и ликвидация аварий на объектах газового снабжения.</w:t>
            </w:r>
          </w:p>
        </w:tc>
      </w:tr>
      <w:tr w:rsidR="00C87242" w:rsidRPr="00AA0D8E">
        <w:tc>
          <w:tcPr>
            <w:tcW w:w="675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№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п/п</w:t>
            </w:r>
          </w:p>
        </w:tc>
        <w:tc>
          <w:tcPr>
            <w:tcW w:w="447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Полное наименование формирования(организации) место дислокации</w:t>
            </w:r>
          </w:p>
        </w:tc>
        <w:tc>
          <w:tcPr>
            <w:tcW w:w="1761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Телефон дежурно -диспетчерской службы</w:t>
            </w:r>
          </w:p>
        </w:tc>
        <w:tc>
          <w:tcPr>
            <w:tcW w:w="1843" w:type="dxa"/>
            <w:gridSpan w:val="2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Численность формирований</w:t>
            </w:r>
          </w:p>
        </w:tc>
        <w:tc>
          <w:tcPr>
            <w:tcW w:w="3827" w:type="dxa"/>
            <w:gridSpan w:val="3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Оснащение основными видами техники</w:t>
            </w:r>
          </w:p>
        </w:tc>
        <w:tc>
          <w:tcPr>
            <w:tcW w:w="2998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Функции и виды  работ выполняемые формированиями</w:t>
            </w: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общая</w:t>
            </w:r>
          </w:p>
        </w:tc>
        <w:tc>
          <w:tcPr>
            <w:tcW w:w="992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Дежур. смена</w:t>
            </w:r>
          </w:p>
        </w:tc>
        <w:tc>
          <w:tcPr>
            <w:tcW w:w="212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количество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общее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смены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>7. Защита населения от инфекционных и паразитарных болезней в том числе общих для человека и  животных. Предотвращение распространения и ликвидацию очагов заразных и иных болезней животных.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7.1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БУЗОО «Крутинская центральная районная больница им. профессора А.В. Вишневского»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пер. Больничный д.3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03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2-23-00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253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санитарные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10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0</w:t>
            </w:r>
          </w:p>
        </w:tc>
        <w:tc>
          <w:tcPr>
            <w:tcW w:w="2998" w:type="dxa"/>
          </w:tcPr>
          <w:p w:rsidR="00C87242" w:rsidRPr="00AA0D8E" w:rsidRDefault="00C87242" w:rsidP="00CC522B">
            <w:pPr>
              <w:pStyle w:val="Default"/>
              <w:rPr>
                <w:sz w:val="22"/>
                <w:szCs w:val="22"/>
              </w:rPr>
            </w:pPr>
            <w:r w:rsidRPr="00AA0D8E">
              <w:rPr>
                <w:sz w:val="22"/>
                <w:szCs w:val="22"/>
              </w:rPr>
              <w:t>Проведение профилактических работ.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7.2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БУ «Областная станция по борьбе с болезнями животных по Крутинскому району.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 п. Крутинка ул. Садовая 1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2-21-97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0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Ветеринарный контроль , профилактические и карантинные мероприятия.</w:t>
            </w: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>8. Обеспечение общественной безопасности при чрезвычайных ситуаций.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Отдел Министерства внутренних  дел России по Крутинскому району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 п. Крутинка ул. Ленина 18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2-23-02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Оцепление места «ЧС» Охрана общественного порядка.</w:t>
            </w: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>9. Организация и проведение работ по предупреждению и ликвидации разливов нефти и нефтепродуктов.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54 ПСС 10ПСО ГУ МЧС России по Омской области.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ул. Аптекарская  3.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2-41-01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Специальная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color w:val="000000"/>
                <w:sz w:val="24"/>
                <w:szCs w:val="24"/>
              </w:rPr>
              <w:t>Тушение  на магистральных газо-, нефте-, продуктопроводах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9.2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Отдел Министерства внутренних  дел России по Крутинскому району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 п. Крутинка ул. Ленина 18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2-23-02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Оцепление места «ЧС» Охрана общественного порядка.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9.3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ГП Омской области «Называевское ДРСУ» (Крутинский ДЭУ).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Р.п.Крутинка ул. Маяковского д.19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2-12-77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89514066105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инженерная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 xml:space="preserve"> Проведение аварийно -восстановительных  работ</w:t>
            </w: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>10. Обеспечение эвакуационных мероприятий, мероприятий социальной защиты населения пострадавшего в результате чрезвычайных ситуаций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10.1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Муниципальное бюджетное общеобразовательное учреждения               « Крутинский лицей»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р.п. Крутинка ул. Заречная 10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2-17-78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Прием и размещение граждан пострадавших  в ходе ЧС, учета и первоочередного жизнеобеспечения населения.</w:t>
            </w:r>
          </w:p>
        </w:tc>
      </w:tr>
      <w:tr w:rsidR="00C87242" w:rsidRPr="00AA0D8E">
        <w:tc>
          <w:tcPr>
            <w:tcW w:w="675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№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п/п</w:t>
            </w:r>
          </w:p>
        </w:tc>
        <w:tc>
          <w:tcPr>
            <w:tcW w:w="447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Полное наименование формирования(организации) место дислокации</w:t>
            </w:r>
          </w:p>
        </w:tc>
        <w:tc>
          <w:tcPr>
            <w:tcW w:w="1761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Телефон дежурно -диспетчерской службы</w:t>
            </w:r>
          </w:p>
        </w:tc>
        <w:tc>
          <w:tcPr>
            <w:tcW w:w="1843" w:type="dxa"/>
            <w:gridSpan w:val="2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Численность формирований</w:t>
            </w:r>
          </w:p>
        </w:tc>
        <w:tc>
          <w:tcPr>
            <w:tcW w:w="3827" w:type="dxa"/>
            <w:gridSpan w:val="3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Оснащение основными видами техники</w:t>
            </w:r>
          </w:p>
        </w:tc>
        <w:tc>
          <w:tcPr>
            <w:tcW w:w="2998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Функции и виды  работ выполняемые формированиями</w:t>
            </w: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количество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675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общая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Дежур. смена</w:t>
            </w:r>
          </w:p>
        </w:tc>
        <w:tc>
          <w:tcPr>
            <w:tcW w:w="2126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общее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0"/>
                <w:szCs w:val="20"/>
              </w:rPr>
            </w:pPr>
            <w:r w:rsidRPr="00AA0D8E">
              <w:rPr>
                <w:sz w:val="20"/>
                <w:szCs w:val="20"/>
              </w:rPr>
              <w:t>Деж.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0"/>
                <w:szCs w:val="20"/>
              </w:rPr>
              <w:t>смены</w:t>
            </w:r>
          </w:p>
        </w:tc>
        <w:tc>
          <w:tcPr>
            <w:tcW w:w="2998" w:type="dxa"/>
            <w:vMerge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10.2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Муниципальное бюджетное общеобразовательное учреждения               « Пановская средняя общеобразовательная школа»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с. Паново ул. Советская  4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35-1-21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Прием и размещение граждан пострадавших  в ходе ЧС, учета и первоочередного жизнеобеспечения населения.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10.3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Муниципальное бюджетное общеобразовательное учреждения               « Новокарасукская средняя общеобразовательная школа»</w:t>
            </w:r>
          </w:p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с. Паново ул. Советская  4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38-3-69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Прием и размещение граждан пострадавших  в ходе ЧС, учета и первоочередного жизнеобеспечения населения.</w:t>
            </w:r>
          </w:p>
        </w:tc>
      </w:tr>
      <w:tr w:rsidR="00C87242" w:rsidRPr="00AA0D8E">
        <w:tc>
          <w:tcPr>
            <w:tcW w:w="15580" w:type="dxa"/>
            <w:gridSpan w:val="9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AA0D8E">
              <w:rPr>
                <w:b/>
                <w:bCs/>
                <w:sz w:val="24"/>
                <w:szCs w:val="24"/>
              </w:rPr>
              <w:t xml:space="preserve">11. </w:t>
            </w:r>
            <w:r w:rsidRPr="00AA0D8E">
              <w:rPr>
                <w:b/>
                <w:bCs/>
                <w:lang w:eastAsia="ar-SA"/>
              </w:rPr>
              <w:t>Оценке ущерба от ЧС и оказанию социальной помощи населению.</w:t>
            </w:r>
          </w:p>
        </w:tc>
      </w:tr>
      <w:tr w:rsidR="00C87242" w:rsidRPr="00AA0D8E">
        <w:tc>
          <w:tcPr>
            <w:tcW w:w="675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11.1</w:t>
            </w:r>
          </w:p>
        </w:tc>
        <w:tc>
          <w:tcPr>
            <w:tcW w:w="447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  <w:lang w:eastAsia="ar-SA"/>
              </w:rPr>
              <w:t>Комитета финансов и контроля Администрации Крутинского района</w:t>
            </w:r>
          </w:p>
        </w:tc>
        <w:tc>
          <w:tcPr>
            <w:tcW w:w="176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2-17-72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автомобильная</w:t>
            </w:r>
          </w:p>
        </w:tc>
        <w:tc>
          <w:tcPr>
            <w:tcW w:w="851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:rsidR="00C87242" w:rsidRPr="00AA0D8E" w:rsidRDefault="00C87242" w:rsidP="00AA0D8E">
            <w:pPr>
              <w:pStyle w:val="List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A0D8E">
              <w:rPr>
                <w:sz w:val="24"/>
                <w:szCs w:val="24"/>
                <w:lang w:eastAsia="ar-SA"/>
              </w:rPr>
              <w:t>Оценке ущерба от ЧС и оказанию социальной помощи населению</w:t>
            </w:r>
          </w:p>
        </w:tc>
      </w:tr>
    </w:tbl>
    <w:p w:rsidR="00C87242" w:rsidRPr="005A400B" w:rsidRDefault="00C87242" w:rsidP="00755C62">
      <w:pPr>
        <w:pStyle w:val="ListParagraph"/>
        <w:ind w:left="0"/>
      </w:pPr>
    </w:p>
    <w:sectPr w:rsidR="00C87242" w:rsidRPr="005A400B" w:rsidSect="00185F42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242" w:rsidRDefault="00C87242" w:rsidP="00320449">
      <w:pPr>
        <w:spacing w:after="0" w:line="240" w:lineRule="auto"/>
      </w:pPr>
      <w:r>
        <w:separator/>
      </w:r>
    </w:p>
  </w:endnote>
  <w:endnote w:type="continuationSeparator" w:id="1">
    <w:p w:rsidR="00C87242" w:rsidRDefault="00C87242" w:rsidP="00320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42" w:rsidRDefault="00C872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242" w:rsidRDefault="00C87242" w:rsidP="00320449">
      <w:pPr>
        <w:spacing w:after="0" w:line="240" w:lineRule="auto"/>
      </w:pPr>
      <w:r>
        <w:separator/>
      </w:r>
    </w:p>
  </w:footnote>
  <w:footnote w:type="continuationSeparator" w:id="1">
    <w:p w:rsidR="00C87242" w:rsidRDefault="00C87242" w:rsidP="00320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76B8"/>
    <w:multiLevelType w:val="hybridMultilevel"/>
    <w:tmpl w:val="7FDEF3F4"/>
    <w:lvl w:ilvl="0" w:tplc="98FC6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B30C8"/>
    <w:multiLevelType w:val="hybridMultilevel"/>
    <w:tmpl w:val="F8683486"/>
    <w:lvl w:ilvl="0" w:tplc="15D296A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4E0BC4"/>
    <w:multiLevelType w:val="hybridMultilevel"/>
    <w:tmpl w:val="9B220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04289"/>
    <w:multiLevelType w:val="hybridMultilevel"/>
    <w:tmpl w:val="6A885F9E"/>
    <w:lvl w:ilvl="0" w:tplc="EF5E7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CB1"/>
    <w:rsid w:val="00027534"/>
    <w:rsid w:val="00040957"/>
    <w:rsid w:val="00070C74"/>
    <w:rsid w:val="00074981"/>
    <w:rsid w:val="00076501"/>
    <w:rsid w:val="000872EF"/>
    <w:rsid w:val="000B2191"/>
    <w:rsid w:val="000D3D21"/>
    <w:rsid w:val="000D5172"/>
    <w:rsid w:val="00173BB8"/>
    <w:rsid w:val="00185F42"/>
    <w:rsid w:val="001A01F1"/>
    <w:rsid w:val="001A22F0"/>
    <w:rsid w:val="001A55B4"/>
    <w:rsid w:val="001D6D0F"/>
    <w:rsid w:val="00227DB9"/>
    <w:rsid w:val="002461E5"/>
    <w:rsid w:val="00270730"/>
    <w:rsid w:val="00275341"/>
    <w:rsid w:val="002754BD"/>
    <w:rsid w:val="00286A9E"/>
    <w:rsid w:val="00292508"/>
    <w:rsid w:val="002D1124"/>
    <w:rsid w:val="002D6ACA"/>
    <w:rsid w:val="002F00BC"/>
    <w:rsid w:val="00320449"/>
    <w:rsid w:val="0035359D"/>
    <w:rsid w:val="00354BA1"/>
    <w:rsid w:val="003576FE"/>
    <w:rsid w:val="003B188D"/>
    <w:rsid w:val="003B6A32"/>
    <w:rsid w:val="003C2E7B"/>
    <w:rsid w:val="003E6A5A"/>
    <w:rsid w:val="004256EE"/>
    <w:rsid w:val="00434D30"/>
    <w:rsid w:val="004659B7"/>
    <w:rsid w:val="004D23EC"/>
    <w:rsid w:val="004D2606"/>
    <w:rsid w:val="00503BF2"/>
    <w:rsid w:val="00545B41"/>
    <w:rsid w:val="005924C2"/>
    <w:rsid w:val="00596E53"/>
    <w:rsid w:val="005A400B"/>
    <w:rsid w:val="005C1AAC"/>
    <w:rsid w:val="00604280"/>
    <w:rsid w:val="00654CBE"/>
    <w:rsid w:val="0066703F"/>
    <w:rsid w:val="006B2471"/>
    <w:rsid w:val="006D0F8F"/>
    <w:rsid w:val="006D10CD"/>
    <w:rsid w:val="006F0D35"/>
    <w:rsid w:val="0072026D"/>
    <w:rsid w:val="0072256F"/>
    <w:rsid w:val="00725193"/>
    <w:rsid w:val="00732FEB"/>
    <w:rsid w:val="0074236C"/>
    <w:rsid w:val="0074664D"/>
    <w:rsid w:val="00752A03"/>
    <w:rsid w:val="00755C62"/>
    <w:rsid w:val="00764318"/>
    <w:rsid w:val="007A0F19"/>
    <w:rsid w:val="007B1DC0"/>
    <w:rsid w:val="007B4736"/>
    <w:rsid w:val="007D20A2"/>
    <w:rsid w:val="007F7B78"/>
    <w:rsid w:val="00803CB0"/>
    <w:rsid w:val="00816757"/>
    <w:rsid w:val="0083371E"/>
    <w:rsid w:val="0084061C"/>
    <w:rsid w:val="008571C6"/>
    <w:rsid w:val="00887C5E"/>
    <w:rsid w:val="008A1193"/>
    <w:rsid w:val="008A5AC1"/>
    <w:rsid w:val="008C4ADD"/>
    <w:rsid w:val="008D6533"/>
    <w:rsid w:val="009139F2"/>
    <w:rsid w:val="0096383C"/>
    <w:rsid w:val="009B6EEC"/>
    <w:rsid w:val="009E6AAD"/>
    <w:rsid w:val="00A04F71"/>
    <w:rsid w:val="00A41FE1"/>
    <w:rsid w:val="00AA0D8E"/>
    <w:rsid w:val="00AB5A5E"/>
    <w:rsid w:val="00AE6CF5"/>
    <w:rsid w:val="00AF1CB1"/>
    <w:rsid w:val="00AF2BD6"/>
    <w:rsid w:val="00B25884"/>
    <w:rsid w:val="00B34AD3"/>
    <w:rsid w:val="00B42D31"/>
    <w:rsid w:val="00B7631F"/>
    <w:rsid w:val="00BA5F29"/>
    <w:rsid w:val="00BC2B59"/>
    <w:rsid w:val="00BC4D0E"/>
    <w:rsid w:val="00C052B1"/>
    <w:rsid w:val="00C07C41"/>
    <w:rsid w:val="00C17E38"/>
    <w:rsid w:val="00C263C6"/>
    <w:rsid w:val="00C36598"/>
    <w:rsid w:val="00C7236E"/>
    <w:rsid w:val="00C87242"/>
    <w:rsid w:val="00CB1508"/>
    <w:rsid w:val="00CB4295"/>
    <w:rsid w:val="00CB7A88"/>
    <w:rsid w:val="00CC522B"/>
    <w:rsid w:val="00CE2082"/>
    <w:rsid w:val="00D22DA8"/>
    <w:rsid w:val="00D2374D"/>
    <w:rsid w:val="00D41853"/>
    <w:rsid w:val="00D5715A"/>
    <w:rsid w:val="00D67E92"/>
    <w:rsid w:val="00DA6AFB"/>
    <w:rsid w:val="00DB7FF9"/>
    <w:rsid w:val="00DD5BCA"/>
    <w:rsid w:val="00E0320C"/>
    <w:rsid w:val="00E25B29"/>
    <w:rsid w:val="00E5708B"/>
    <w:rsid w:val="00E933ED"/>
    <w:rsid w:val="00EB7009"/>
    <w:rsid w:val="00ED3ADC"/>
    <w:rsid w:val="00EE238E"/>
    <w:rsid w:val="00EF1EC7"/>
    <w:rsid w:val="00F16BC6"/>
    <w:rsid w:val="00F356EF"/>
    <w:rsid w:val="00F46E96"/>
    <w:rsid w:val="00F70634"/>
    <w:rsid w:val="00FA6BF6"/>
    <w:rsid w:val="00FC75DB"/>
    <w:rsid w:val="00FE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44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F1CB1"/>
    <w:pPr>
      <w:spacing w:after="0"/>
      <w:ind w:left="720"/>
      <w:jc w:val="center"/>
    </w:pPr>
    <w:rPr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F1CB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F1CB1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F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1CB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C4D0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755C6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17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771</TotalTime>
  <Pages>14</Pages>
  <Words>4135</Words>
  <Characters>23572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Rizhakin</dc:creator>
  <cp:keywords/>
  <dc:description/>
  <cp:lastModifiedBy>user</cp:lastModifiedBy>
  <cp:revision>25</cp:revision>
  <cp:lastPrinted>2022-09-19T01:49:00Z</cp:lastPrinted>
  <dcterms:created xsi:type="dcterms:W3CDTF">2022-09-09T01:46:00Z</dcterms:created>
  <dcterms:modified xsi:type="dcterms:W3CDTF">2022-09-26T09:06:00Z</dcterms:modified>
</cp:coreProperties>
</file>