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0A71" w:rsidRPr="00283E75" w:rsidRDefault="00F10A71" w:rsidP="00EA4488">
      <w:pPr>
        <w:ind w:left="4956"/>
      </w:pPr>
      <w:r>
        <w:t xml:space="preserve">Приложение к </w:t>
      </w:r>
      <w:r w:rsidRPr="00283E75">
        <w:t>постановлени</w:t>
      </w:r>
      <w:r>
        <w:t>ю А</w:t>
      </w:r>
      <w:r w:rsidRPr="00283E75">
        <w:t xml:space="preserve">дминистрации </w:t>
      </w:r>
    </w:p>
    <w:p w:rsidR="00F10A71" w:rsidRPr="00283E75" w:rsidRDefault="00F10A71" w:rsidP="00EA4488">
      <w:pPr>
        <w:ind w:left="4956"/>
      </w:pPr>
      <w:r>
        <w:t>Крутинского муниципального района Омской области</w:t>
      </w:r>
    </w:p>
    <w:p w:rsidR="00F10A71" w:rsidRPr="00283E75" w:rsidRDefault="00F10A71" w:rsidP="00EA4488">
      <w:pPr>
        <w:ind w:left="4956"/>
      </w:pPr>
      <w:r w:rsidRPr="00283E75">
        <w:t xml:space="preserve">от </w:t>
      </w:r>
      <w:r>
        <w:t>16.11.</w:t>
      </w:r>
      <w:r w:rsidRPr="00283E75">
        <w:t xml:space="preserve"> 20</w:t>
      </w:r>
      <w:r>
        <w:t>22</w:t>
      </w:r>
      <w:r w:rsidRPr="00283E75">
        <w:t xml:space="preserve"> г. № </w:t>
      </w:r>
      <w:r>
        <w:t>553-п</w:t>
      </w:r>
    </w:p>
    <w:p w:rsidR="00F10A71" w:rsidRDefault="00F10A71" w:rsidP="00F42712"/>
    <w:p w:rsidR="00F10A71" w:rsidRDefault="00F10A71" w:rsidP="00F42712"/>
    <w:p w:rsidR="00F10A71" w:rsidRDefault="00F10A71" w:rsidP="00F42712"/>
    <w:p w:rsidR="00F10A71" w:rsidRPr="00283E75" w:rsidRDefault="00F10A71" w:rsidP="00F42712"/>
    <w:p w:rsidR="00F10A71" w:rsidRPr="00283E75" w:rsidRDefault="00F10A71" w:rsidP="00F42712">
      <w:pPr>
        <w:jc w:val="center"/>
      </w:pPr>
      <w:r w:rsidRPr="00283E75">
        <w:t>ПОЛОЖЕНИЕ</w:t>
      </w:r>
    </w:p>
    <w:p w:rsidR="00F10A71" w:rsidRPr="00283E75" w:rsidRDefault="00F10A71" w:rsidP="00C15169">
      <w:pPr>
        <w:jc w:val="center"/>
      </w:pPr>
      <w:r w:rsidRPr="00283E75">
        <w:t xml:space="preserve">  о</w:t>
      </w:r>
      <w:r>
        <w:t>б</w:t>
      </w:r>
      <w:r w:rsidRPr="00283E75">
        <w:t xml:space="preserve"> обеспечении</w:t>
      </w:r>
      <w:r>
        <w:t xml:space="preserve"> бесплатным двухразовым питанием</w:t>
      </w:r>
    </w:p>
    <w:p w:rsidR="00F10A71" w:rsidRPr="00283E75" w:rsidRDefault="00F10A71" w:rsidP="00C15169">
      <w:pPr>
        <w:jc w:val="center"/>
      </w:pPr>
      <w:r w:rsidRPr="00283E75">
        <w:t xml:space="preserve">детей </w:t>
      </w:r>
      <w:r>
        <w:t>- инвалидов</w:t>
      </w:r>
      <w:r w:rsidRPr="00283E75">
        <w:t>, обучающихся в</w:t>
      </w:r>
      <w:r>
        <w:t xml:space="preserve"> </w:t>
      </w:r>
      <w:r w:rsidRPr="00283E75">
        <w:t>муниципальных   общеобразовательных учреждениях</w:t>
      </w:r>
      <w:r>
        <w:t xml:space="preserve"> Крутинского муниципального района Омской области</w:t>
      </w:r>
    </w:p>
    <w:p w:rsidR="00F10A71" w:rsidRPr="00283E75" w:rsidRDefault="00F10A71" w:rsidP="00F42712">
      <w:pPr>
        <w:jc w:val="center"/>
      </w:pPr>
    </w:p>
    <w:p w:rsidR="00F10A71" w:rsidRPr="00283E75" w:rsidRDefault="00F10A71" w:rsidP="00F42712">
      <w:pPr>
        <w:jc w:val="center"/>
      </w:pPr>
      <w:r w:rsidRPr="00283E75">
        <w:t>1. Общие положения</w:t>
      </w:r>
    </w:p>
    <w:p w:rsidR="00F10A71" w:rsidRPr="00283E75" w:rsidRDefault="00F10A71" w:rsidP="00F42712"/>
    <w:p w:rsidR="00F10A71" w:rsidRPr="00283E75" w:rsidRDefault="00F10A71" w:rsidP="003E7F19">
      <w:pPr>
        <w:jc w:val="both"/>
      </w:pPr>
      <w:r w:rsidRPr="00283E75">
        <w:t xml:space="preserve">1.  Настоящее  Положение  устанавливает  порядок  </w:t>
      </w:r>
      <w:r>
        <w:t>обеспечения бесплатным двухразовым питанием</w:t>
      </w:r>
      <w:r w:rsidRPr="00283E75">
        <w:t xml:space="preserve"> детей</w:t>
      </w:r>
      <w:r>
        <w:t xml:space="preserve"> - инвалидов, обу</w:t>
      </w:r>
      <w:r w:rsidRPr="00283E75">
        <w:t xml:space="preserve">чающихся  в  муниципальных  общеобразовательных  </w:t>
      </w:r>
      <w:r>
        <w:t xml:space="preserve">учреждениях Крутинского муниципального района Омской области </w:t>
      </w:r>
      <w:r w:rsidRPr="00283E75">
        <w:t>(далее  – обучающиеся, общеобразовательн</w:t>
      </w:r>
      <w:r>
        <w:t>ое учреждение</w:t>
      </w:r>
      <w:r w:rsidRPr="00283E75">
        <w:t xml:space="preserve">). </w:t>
      </w:r>
    </w:p>
    <w:p w:rsidR="00F10A71" w:rsidRPr="00283E75" w:rsidRDefault="00F10A71" w:rsidP="003E7F19">
      <w:pPr>
        <w:jc w:val="both"/>
      </w:pPr>
      <w:r w:rsidRPr="00283E75">
        <w:t>2.  Общеобразовательн</w:t>
      </w:r>
      <w:r>
        <w:t>ое учреждение</w:t>
      </w:r>
      <w:r w:rsidRPr="00283E75">
        <w:t xml:space="preserve">  для  обучающихся,  имеющих  статус детей</w:t>
      </w:r>
      <w:r>
        <w:t xml:space="preserve">- инвалидов, </w:t>
      </w:r>
      <w:r w:rsidRPr="00283E75">
        <w:t xml:space="preserve">согласно заявлениям родителей (законных  представителей)  предоставляет  </w:t>
      </w:r>
      <w:r>
        <w:t>бесплатное двухразовое питание</w:t>
      </w:r>
      <w:r w:rsidRPr="00283E75">
        <w:t xml:space="preserve">.    </w:t>
      </w:r>
    </w:p>
    <w:p w:rsidR="00F10A71" w:rsidRPr="00283E75" w:rsidRDefault="00F10A71" w:rsidP="003E7F19">
      <w:pPr>
        <w:jc w:val="both"/>
      </w:pPr>
    </w:p>
    <w:p w:rsidR="00F10A71" w:rsidRDefault="00F10A71" w:rsidP="00991949">
      <w:pPr>
        <w:jc w:val="center"/>
      </w:pPr>
      <w:r w:rsidRPr="00283E75">
        <w:t xml:space="preserve">2. Порядок и условия </w:t>
      </w:r>
      <w:r>
        <w:t>предоставления</w:t>
      </w:r>
    </w:p>
    <w:p w:rsidR="00F10A71" w:rsidRPr="00283E75" w:rsidRDefault="00F10A71" w:rsidP="00991949">
      <w:pPr>
        <w:jc w:val="center"/>
      </w:pPr>
    </w:p>
    <w:p w:rsidR="00F10A71" w:rsidRPr="00283E75" w:rsidRDefault="00F10A71" w:rsidP="003E7F19">
      <w:pPr>
        <w:jc w:val="both"/>
      </w:pPr>
      <w:r>
        <w:t xml:space="preserve">1.Обучающиеся дети-инвалиды, получающие образование в муниципальных общеобразовательных учреждениях Крутинского муниципального района Омской области, реализующих основные программы начального общего, основного общего, среднего общего образования и дополнительные общеразвивающие программы, для </w:t>
      </w:r>
      <w:bookmarkStart w:id="0" w:name="_GoBack"/>
      <w:bookmarkEnd w:id="0"/>
      <w:r>
        <w:t>отдельных категорий обучающихся, имеют право на получение бесплатного питания за счет средств бюджета Крутинского муниципального района Омской области.</w:t>
      </w:r>
    </w:p>
    <w:p w:rsidR="00F10A71" w:rsidRDefault="00F10A71" w:rsidP="003E7F19">
      <w:pPr>
        <w:jc w:val="both"/>
      </w:pPr>
      <w:r>
        <w:t>2</w:t>
      </w:r>
      <w:r w:rsidRPr="00283E75">
        <w:t xml:space="preserve">. </w:t>
      </w:r>
      <w:r>
        <w:t>Обучающиеся дети-инвалиды обеспечиваются бесплатным двухразовым питанием в течение учебного года при очной форме обучения в дни фактического посещения ими муниципального общеобразовательного учреждения (МОУ)</w:t>
      </w:r>
      <w:r w:rsidRPr="00283E75">
        <w:t xml:space="preserve">. </w:t>
      </w:r>
    </w:p>
    <w:p w:rsidR="00F10A71" w:rsidRDefault="00F10A71" w:rsidP="003E7F19">
      <w:pPr>
        <w:jc w:val="both"/>
      </w:pPr>
      <w:r>
        <w:t>3.В период установления нерабочих дней и (или) организации обучения с применением дистанционных образовательных технологий в МОУ в связи с проведением санитарно-эпидемиологических мероприятий по предупреждению распространения инфекций на территории Омской области и иных случаях, установленных действующим законодательством, обучающиеся дети-инвалиды обеспечиваются бесплатным питанием путем предоставления им набора пищевых продуктов и (или) денежной компенсацией.</w:t>
      </w:r>
    </w:p>
    <w:p w:rsidR="00F10A71" w:rsidRPr="00283E75" w:rsidRDefault="00F10A71" w:rsidP="003E7F19">
      <w:pPr>
        <w:jc w:val="both"/>
      </w:pPr>
      <w:r>
        <w:t>4.Детям-инвалидам замена бесплатного двухразового питания продуктами и (или) денежной компенсацией не производится, за исключением п. 3 настоящего Положения.</w:t>
      </w:r>
    </w:p>
    <w:p w:rsidR="00F10A71" w:rsidRDefault="00F10A71" w:rsidP="003E7F19">
      <w:pPr>
        <w:jc w:val="both"/>
      </w:pPr>
      <w:r>
        <w:t>5</w:t>
      </w:r>
      <w:r w:rsidRPr="00283E75">
        <w:t xml:space="preserve">.  </w:t>
      </w:r>
      <w:r>
        <w:t>Дети-инвалиды обеспечиваются бесплатным двухразовым питанием на основании представляемых в МОУ заявления родителей (законных представителей) об обеспечении бесплатным двухразовым питанием детей-инвалидов (далее - заявление) и справки бюро медико-социальной экспертизы, в которой установлена категория "ребенок-инвалид", (приложение № 1 к настоящему Положению).</w:t>
      </w:r>
    </w:p>
    <w:p w:rsidR="00F10A71" w:rsidRPr="00283E75" w:rsidRDefault="00F10A71" w:rsidP="00162C30">
      <w:pPr>
        <w:jc w:val="both"/>
      </w:pPr>
      <w:r>
        <w:t>6.Решение о предоставлении бесплатного двухразового питания обучающимся детям-инвалидам оформляется приказом по МОУ в течение двух рабочих дней со дня подачи заявления родителями (законными представителями) ребенка-инвалида.</w:t>
      </w:r>
    </w:p>
    <w:p w:rsidR="00F10A71" w:rsidRDefault="00F10A71" w:rsidP="003E7F19">
      <w:pPr>
        <w:jc w:val="both"/>
      </w:pPr>
      <w:r>
        <w:t>7.В случае изменения основания предоставления права ребенку-инвалиду на получение бесплатного двухразового питания родители (законные представители) ребенка-инвалида в течение двух рабочих дней со дня наступления таких изменений должны сообщить об этом в администрацию МОУ.</w:t>
      </w:r>
    </w:p>
    <w:p w:rsidR="00F10A71" w:rsidRDefault="00F10A71" w:rsidP="003E7F19">
      <w:pPr>
        <w:jc w:val="both"/>
      </w:pPr>
      <w:r>
        <w:t>8.Руководитель МОУ несет ответственность за обеспечение бесплатным двухразовым питанием детей-инвалидов.</w:t>
      </w:r>
    </w:p>
    <w:p w:rsidR="00F10A71" w:rsidRPr="00283E75" w:rsidRDefault="00F10A71" w:rsidP="003E7F19">
      <w:pPr>
        <w:jc w:val="both"/>
      </w:pPr>
    </w:p>
    <w:p w:rsidR="00F10A71" w:rsidRDefault="00F10A71" w:rsidP="00D83A6A">
      <w:pPr>
        <w:jc w:val="center"/>
      </w:pPr>
      <w:r w:rsidRPr="00283E75">
        <w:t xml:space="preserve">3. Финансовое обеспечение </w:t>
      </w:r>
    </w:p>
    <w:p w:rsidR="00F10A71" w:rsidRPr="00283E75" w:rsidRDefault="00F10A71" w:rsidP="00D83A6A">
      <w:pPr>
        <w:jc w:val="center"/>
      </w:pPr>
    </w:p>
    <w:p w:rsidR="00F10A71" w:rsidRPr="00283E75" w:rsidRDefault="00F10A71" w:rsidP="00D8332F">
      <w:pPr>
        <w:jc w:val="both"/>
      </w:pPr>
      <w:r>
        <w:t>1.Расходы по организации обеспечения бесплатным двухразовым питанием</w:t>
      </w:r>
      <w:r w:rsidRPr="00283E75">
        <w:t xml:space="preserve"> детей</w:t>
      </w:r>
      <w:r>
        <w:t xml:space="preserve"> - инвалидов, обу</w:t>
      </w:r>
      <w:r w:rsidRPr="00283E75">
        <w:t xml:space="preserve">чающихся  в  муниципальных  общеобразовательных  </w:t>
      </w:r>
      <w:r>
        <w:t xml:space="preserve">учреждениях, </w:t>
      </w:r>
      <w:r w:rsidRPr="00283E75">
        <w:t>осуществля</w:t>
      </w:r>
      <w:r>
        <w:t>ю</w:t>
      </w:r>
      <w:r w:rsidRPr="00283E75">
        <w:t xml:space="preserve">тся в пределах средств, предусмотренных в бюджете </w:t>
      </w:r>
      <w:r>
        <w:t xml:space="preserve">Крутинского муниципального района Омской области </w:t>
      </w:r>
      <w:r w:rsidRPr="00283E75">
        <w:t xml:space="preserve">на указанные мероприятия в соответствующем финансовом году. </w:t>
      </w:r>
    </w:p>
    <w:p w:rsidR="00F10A71" w:rsidRPr="00283E75" w:rsidRDefault="00F10A71" w:rsidP="003E7F19">
      <w:pPr>
        <w:jc w:val="both"/>
      </w:pPr>
    </w:p>
    <w:p w:rsidR="00F10A71" w:rsidRPr="00283E75" w:rsidRDefault="00F10A71" w:rsidP="003E7F19">
      <w:pPr>
        <w:jc w:val="both"/>
      </w:pPr>
    </w:p>
    <w:p w:rsidR="00F10A71" w:rsidRPr="00283E75" w:rsidRDefault="00F10A71" w:rsidP="003E7F19">
      <w:pPr>
        <w:jc w:val="both"/>
      </w:pPr>
    </w:p>
    <w:p w:rsidR="00F10A71" w:rsidRDefault="00F10A71" w:rsidP="003E7F19">
      <w:pPr>
        <w:jc w:val="both"/>
      </w:pPr>
    </w:p>
    <w:p w:rsidR="00F10A71" w:rsidRDefault="00F10A71" w:rsidP="003E7F19">
      <w:pPr>
        <w:jc w:val="both"/>
      </w:pPr>
    </w:p>
    <w:p w:rsidR="00F10A71" w:rsidRDefault="00F10A71" w:rsidP="003E7F19">
      <w:pPr>
        <w:jc w:val="both"/>
      </w:pPr>
    </w:p>
    <w:p w:rsidR="00F10A71" w:rsidRDefault="00F10A71" w:rsidP="003E7F19">
      <w:pPr>
        <w:jc w:val="both"/>
      </w:pPr>
    </w:p>
    <w:p w:rsidR="00F10A71" w:rsidRDefault="00F10A71" w:rsidP="003E7F19">
      <w:pPr>
        <w:jc w:val="both"/>
      </w:pPr>
    </w:p>
    <w:p w:rsidR="00F10A71" w:rsidRDefault="00F10A71" w:rsidP="003E7F19">
      <w:pPr>
        <w:jc w:val="both"/>
      </w:pPr>
    </w:p>
    <w:p w:rsidR="00F10A71" w:rsidRDefault="00F10A71" w:rsidP="003E7F19">
      <w:pPr>
        <w:jc w:val="both"/>
      </w:pPr>
    </w:p>
    <w:p w:rsidR="00F10A71" w:rsidRDefault="00F10A71" w:rsidP="003E7F19">
      <w:pPr>
        <w:jc w:val="both"/>
      </w:pPr>
    </w:p>
    <w:p w:rsidR="00F10A71" w:rsidRDefault="00F10A71" w:rsidP="003E7F19">
      <w:pPr>
        <w:jc w:val="both"/>
      </w:pPr>
    </w:p>
    <w:p w:rsidR="00F10A71" w:rsidRDefault="00F10A71" w:rsidP="003E7F19">
      <w:pPr>
        <w:jc w:val="both"/>
      </w:pPr>
    </w:p>
    <w:p w:rsidR="00F10A71" w:rsidRDefault="00F10A71" w:rsidP="003E7F19">
      <w:pPr>
        <w:jc w:val="both"/>
      </w:pPr>
    </w:p>
    <w:p w:rsidR="00F10A71" w:rsidRDefault="00F10A71" w:rsidP="003E7F19">
      <w:pPr>
        <w:jc w:val="both"/>
      </w:pPr>
    </w:p>
    <w:p w:rsidR="00F10A71" w:rsidRDefault="00F10A71" w:rsidP="003E7F19">
      <w:pPr>
        <w:jc w:val="both"/>
      </w:pPr>
    </w:p>
    <w:p w:rsidR="00F10A71" w:rsidRDefault="00F10A71" w:rsidP="003E7F19">
      <w:pPr>
        <w:jc w:val="both"/>
      </w:pPr>
    </w:p>
    <w:p w:rsidR="00F10A71" w:rsidRDefault="00F10A71" w:rsidP="003E7F19">
      <w:pPr>
        <w:jc w:val="both"/>
      </w:pPr>
    </w:p>
    <w:p w:rsidR="00F10A71" w:rsidRDefault="00F10A71" w:rsidP="003E7F19">
      <w:pPr>
        <w:jc w:val="both"/>
      </w:pPr>
    </w:p>
    <w:p w:rsidR="00F10A71" w:rsidRDefault="00F10A71" w:rsidP="003E7F19">
      <w:pPr>
        <w:jc w:val="both"/>
      </w:pPr>
    </w:p>
    <w:p w:rsidR="00F10A71" w:rsidRDefault="00F10A71" w:rsidP="003E7F19">
      <w:pPr>
        <w:jc w:val="both"/>
      </w:pPr>
    </w:p>
    <w:p w:rsidR="00F10A71" w:rsidRDefault="00F10A71" w:rsidP="003E7F19">
      <w:pPr>
        <w:jc w:val="both"/>
      </w:pPr>
    </w:p>
    <w:p w:rsidR="00F10A71" w:rsidRDefault="00F10A71" w:rsidP="003E7F19">
      <w:pPr>
        <w:jc w:val="both"/>
      </w:pPr>
    </w:p>
    <w:p w:rsidR="00F10A71" w:rsidRDefault="00F10A71" w:rsidP="003E7F19">
      <w:pPr>
        <w:jc w:val="both"/>
      </w:pPr>
    </w:p>
    <w:p w:rsidR="00F10A71" w:rsidRDefault="00F10A71" w:rsidP="003E7F19">
      <w:pPr>
        <w:jc w:val="both"/>
      </w:pPr>
    </w:p>
    <w:p w:rsidR="00F10A71" w:rsidRDefault="00F10A71" w:rsidP="003E7F19">
      <w:pPr>
        <w:jc w:val="both"/>
      </w:pPr>
    </w:p>
    <w:p w:rsidR="00F10A71" w:rsidRDefault="00F10A71" w:rsidP="003E7F19">
      <w:pPr>
        <w:jc w:val="both"/>
      </w:pPr>
    </w:p>
    <w:p w:rsidR="00F10A71" w:rsidRDefault="00F10A71" w:rsidP="003E7F19">
      <w:pPr>
        <w:jc w:val="both"/>
      </w:pPr>
    </w:p>
    <w:p w:rsidR="00F10A71" w:rsidRDefault="00F10A71" w:rsidP="003E7F19">
      <w:pPr>
        <w:jc w:val="both"/>
      </w:pPr>
    </w:p>
    <w:p w:rsidR="00F10A71" w:rsidRDefault="00F10A71" w:rsidP="003E7F19">
      <w:pPr>
        <w:jc w:val="both"/>
      </w:pPr>
    </w:p>
    <w:p w:rsidR="00F10A71" w:rsidRDefault="00F10A71" w:rsidP="003E7F19">
      <w:pPr>
        <w:jc w:val="both"/>
      </w:pPr>
    </w:p>
    <w:p w:rsidR="00F10A71" w:rsidRDefault="00F10A71" w:rsidP="003E7F19">
      <w:pPr>
        <w:jc w:val="both"/>
      </w:pPr>
    </w:p>
    <w:p w:rsidR="00F10A71" w:rsidRDefault="00F10A71" w:rsidP="003E7F19">
      <w:pPr>
        <w:jc w:val="both"/>
      </w:pPr>
    </w:p>
    <w:p w:rsidR="00F10A71" w:rsidRDefault="00F10A71" w:rsidP="003E7F19">
      <w:pPr>
        <w:jc w:val="both"/>
      </w:pPr>
    </w:p>
    <w:p w:rsidR="00F10A71" w:rsidRDefault="00F10A71" w:rsidP="003E7F19">
      <w:pPr>
        <w:jc w:val="both"/>
      </w:pPr>
    </w:p>
    <w:p w:rsidR="00F10A71" w:rsidRDefault="00F10A71" w:rsidP="003E7F19">
      <w:pPr>
        <w:jc w:val="both"/>
      </w:pPr>
    </w:p>
    <w:p w:rsidR="00F10A71" w:rsidRDefault="00F10A71" w:rsidP="003E7F19">
      <w:pPr>
        <w:jc w:val="both"/>
      </w:pPr>
    </w:p>
    <w:p w:rsidR="00F10A71" w:rsidRDefault="00F10A71" w:rsidP="003E7F19">
      <w:pPr>
        <w:jc w:val="both"/>
      </w:pPr>
    </w:p>
    <w:p w:rsidR="00F10A71" w:rsidRDefault="00F10A71" w:rsidP="003E7F19">
      <w:pPr>
        <w:jc w:val="both"/>
      </w:pPr>
    </w:p>
    <w:p w:rsidR="00F10A71" w:rsidRDefault="00F10A71" w:rsidP="003E7F19">
      <w:pPr>
        <w:jc w:val="both"/>
      </w:pPr>
    </w:p>
    <w:p w:rsidR="00F10A71" w:rsidRDefault="00F10A71" w:rsidP="005C4101">
      <w:pPr>
        <w:jc w:val="right"/>
      </w:pPr>
      <w:r>
        <w:t xml:space="preserve">Приложение № 1 </w:t>
      </w:r>
    </w:p>
    <w:p w:rsidR="00F10A71" w:rsidRPr="00283E75" w:rsidRDefault="00F10A71" w:rsidP="005C4101">
      <w:pPr>
        <w:jc w:val="right"/>
      </w:pPr>
      <w:r>
        <w:t xml:space="preserve">К Положению </w:t>
      </w:r>
      <w:r w:rsidRPr="00283E75">
        <w:t>о</w:t>
      </w:r>
      <w:r>
        <w:t>б</w:t>
      </w:r>
      <w:r w:rsidRPr="00283E75">
        <w:t xml:space="preserve"> обеспечении</w:t>
      </w:r>
      <w:r>
        <w:t xml:space="preserve"> бесплатным двухразовым питанием</w:t>
      </w:r>
    </w:p>
    <w:p w:rsidR="00F10A71" w:rsidRDefault="00F10A71" w:rsidP="005C4101">
      <w:pPr>
        <w:jc w:val="right"/>
      </w:pPr>
      <w:r w:rsidRPr="00283E75">
        <w:t xml:space="preserve">детей </w:t>
      </w:r>
      <w:r>
        <w:t>- инвалидов</w:t>
      </w:r>
      <w:r w:rsidRPr="00283E75">
        <w:t>, обучающихся в</w:t>
      </w:r>
      <w:r>
        <w:t xml:space="preserve"> </w:t>
      </w:r>
      <w:r w:rsidRPr="00283E75">
        <w:t xml:space="preserve">муниципальных   общеобразовательных учреждениях </w:t>
      </w:r>
      <w:r>
        <w:t>Крутинского муниципального района</w:t>
      </w:r>
    </w:p>
    <w:p w:rsidR="00F10A71" w:rsidRPr="00283E75" w:rsidRDefault="00F10A71" w:rsidP="005C4101">
      <w:pPr>
        <w:jc w:val="right"/>
      </w:pPr>
      <w:r>
        <w:t xml:space="preserve"> Омской области</w:t>
      </w:r>
    </w:p>
    <w:p w:rsidR="00F10A71" w:rsidRDefault="00F10A71" w:rsidP="005C4101">
      <w:pPr>
        <w:jc w:val="right"/>
      </w:pPr>
    </w:p>
    <w:p w:rsidR="00F10A71" w:rsidRDefault="00F10A71" w:rsidP="005C4101">
      <w:pPr>
        <w:jc w:val="both"/>
      </w:pPr>
    </w:p>
    <w:p w:rsidR="00F10A71" w:rsidRDefault="00F10A71" w:rsidP="005C4101">
      <w:pPr>
        <w:jc w:val="both"/>
      </w:pPr>
    </w:p>
    <w:p w:rsidR="00F10A71" w:rsidRDefault="00F10A71" w:rsidP="005C4101">
      <w:pPr>
        <w:jc w:val="center"/>
      </w:pPr>
      <w:r>
        <w:t>Форма заявления о предоставлении бесплатного двухразового питания</w:t>
      </w:r>
    </w:p>
    <w:p w:rsidR="00F10A71" w:rsidRDefault="00F10A71" w:rsidP="005C4101">
      <w:pPr>
        <w:jc w:val="center"/>
      </w:pPr>
    </w:p>
    <w:p w:rsidR="00F10A71" w:rsidRDefault="00F10A71" w:rsidP="005C4101">
      <w:pPr>
        <w:jc w:val="right"/>
      </w:pPr>
    </w:p>
    <w:p w:rsidR="00F10A71" w:rsidRDefault="00F10A71" w:rsidP="005C4101">
      <w:pPr>
        <w:jc w:val="right"/>
      </w:pPr>
      <w:r>
        <w:t>Директору МБОУ «__________________________»</w:t>
      </w:r>
    </w:p>
    <w:p w:rsidR="00F10A71" w:rsidRDefault="00F10A71" w:rsidP="005C4101">
      <w:pPr>
        <w:pBdr>
          <w:bottom w:val="single" w:sz="12" w:space="1" w:color="auto"/>
        </w:pBdr>
        <w:jc w:val="right"/>
      </w:pPr>
      <w:r>
        <w:t>наименование учреждения</w:t>
      </w:r>
    </w:p>
    <w:p w:rsidR="00F10A71" w:rsidRDefault="00F10A71" w:rsidP="005C4101">
      <w:pPr>
        <w:jc w:val="right"/>
      </w:pPr>
    </w:p>
    <w:p w:rsidR="00F10A71" w:rsidRDefault="00F10A71" w:rsidP="005C4101">
      <w:pPr>
        <w:pBdr>
          <w:bottom w:val="single" w:sz="12" w:space="1" w:color="auto"/>
        </w:pBdr>
        <w:jc w:val="right"/>
      </w:pPr>
    </w:p>
    <w:p w:rsidR="00F10A71" w:rsidRDefault="00F10A71" w:rsidP="005C4101">
      <w:pPr>
        <w:jc w:val="right"/>
      </w:pPr>
      <w:r>
        <w:t>Фамилия и.о. заявителя</w:t>
      </w:r>
    </w:p>
    <w:p w:rsidR="00F10A71" w:rsidRDefault="00F10A71" w:rsidP="005C4101">
      <w:pPr>
        <w:jc w:val="center"/>
      </w:pPr>
    </w:p>
    <w:p w:rsidR="00F10A71" w:rsidRDefault="00F10A71" w:rsidP="005C4101">
      <w:pPr>
        <w:jc w:val="both"/>
      </w:pPr>
    </w:p>
    <w:p w:rsidR="00F10A71" w:rsidRDefault="00F10A71" w:rsidP="005C4101">
      <w:pPr>
        <w:jc w:val="center"/>
      </w:pPr>
      <w:r>
        <w:t>З А Я В Л Е Н И Е</w:t>
      </w:r>
    </w:p>
    <w:p w:rsidR="00F10A71" w:rsidRDefault="00F10A71" w:rsidP="005C4101">
      <w:pPr>
        <w:jc w:val="center"/>
      </w:pPr>
    </w:p>
    <w:p w:rsidR="00F10A71" w:rsidRDefault="00F10A71" w:rsidP="005C4101">
      <w:r>
        <w:t xml:space="preserve">          Прошу предоставить бесплатное двухразовое питание _________________________ _____________________________________________________________________________,                                                                                                                                                                    </w:t>
      </w:r>
    </w:p>
    <w:p w:rsidR="00F10A71" w:rsidRDefault="00F10A71" w:rsidP="005C4101">
      <w:r>
        <w:t xml:space="preserve">                                         (фамилия и. о. обучающегося)</w:t>
      </w:r>
    </w:p>
    <w:p w:rsidR="00F10A71" w:rsidRDefault="00F10A71" w:rsidP="005C4101">
      <w:r>
        <w:t xml:space="preserve">обучающемуся (йся) в ______классе, как </w:t>
      </w:r>
      <w:r w:rsidRPr="00283E75">
        <w:t>имеющ</w:t>
      </w:r>
      <w:r>
        <w:t>ему</w:t>
      </w:r>
      <w:r w:rsidRPr="00283E75">
        <w:t xml:space="preserve">  статус</w:t>
      </w:r>
      <w:r>
        <w:t xml:space="preserve"> ребенка - инвалида.</w:t>
      </w:r>
    </w:p>
    <w:p w:rsidR="00F10A71" w:rsidRDefault="00F10A71" w:rsidP="005C4101"/>
    <w:p w:rsidR="00F10A71" w:rsidRDefault="00F10A71" w:rsidP="005C4101"/>
    <w:p w:rsidR="00F10A71" w:rsidRDefault="00F10A71" w:rsidP="005C4101"/>
    <w:p w:rsidR="00F10A71" w:rsidRDefault="00F10A71" w:rsidP="005C4101">
      <w:r>
        <w:t>Прилагаю документы:</w:t>
      </w:r>
    </w:p>
    <w:p w:rsidR="00F10A71" w:rsidRDefault="00F10A71" w:rsidP="005C4101">
      <w:pPr>
        <w:pStyle w:val="ListParagraph"/>
        <w:numPr>
          <w:ilvl w:val="0"/>
          <w:numId w:val="3"/>
        </w:numPr>
        <w:ind w:left="284" w:hanging="284"/>
      </w:pPr>
      <w:r>
        <w:t>_______________________________________________________________</w:t>
      </w:r>
    </w:p>
    <w:p w:rsidR="00F10A71" w:rsidRDefault="00F10A71" w:rsidP="005C4101">
      <w:pPr>
        <w:pStyle w:val="ListParagraph"/>
      </w:pPr>
      <w:r>
        <w:t xml:space="preserve">                (документ, подтверждающий </w:t>
      </w:r>
      <w:r w:rsidRPr="00283E75">
        <w:t xml:space="preserve">статус </w:t>
      </w:r>
      <w:r>
        <w:t>ребенка-инвалида)</w:t>
      </w:r>
    </w:p>
    <w:p w:rsidR="00F10A71" w:rsidRDefault="00F10A71" w:rsidP="005C4101"/>
    <w:p w:rsidR="00F10A71" w:rsidRDefault="00F10A71" w:rsidP="005C4101"/>
    <w:p w:rsidR="00F10A71" w:rsidRDefault="00F10A71" w:rsidP="005C4101"/>
    <w:p w:rsidR="00F10A71" w:rsidRDefault="00F10A71" w:rsidP="005C4101"/>
    <w:p w:rsidR="00F10A71" w:rsidRDefault="00F10A71" w:rsidP="005C4101"/>
    <w:p w:rsidR="00F10A71" w:rsidRDefault="00F10A71" w:rsidP="005C4101">
      <w:r>
        <w:t xml:space="preserve">                                           Дата и подпись заявителя</w:t>
      </w:r>
    </w:p>
    <w:p w:rsidR="00F10A71" w:rsidRDefault="00F10A71" w:rsidP="005C4101">
      <w:pPr>
        <w:jc w:val="both"/>
      </w:pPr>
    </w:p>
    <w:p w:rsidR="00F10A71" w:rsidRDefault="00F10A71" w:rsidP="005C4101">
      <w:pPr>
        <w:jc w:val="both"/>
      </w:pPr>
    </w:p>
    <w:p w:rsidR="00F10A71" w:rsidRDefault="00F10A71" w:rsidP="005C4101">
      <w:pPr>
        <w:jc w:val="both"/>
      </w:pPr>
    </w:p>
    <w:p w:rsidR="00F10A71" w:rsidRDefault="00F10A71" w:rsidP="005C4101">
      <w:pPr>
        <w:jc w:val="both"/>
      </w:pPr>
    </w:p>
    <w:p w:rsidR="00F10A71" w:rsidRDefault="00F10A71" w:rsidP="005C4101">
      <w:pPr>
        <w:jc w:val="both"/>
      </w:pPr>
    </w:p>
    <w:p w:rsidR="00F10A71" w:rsidRDefault="00F10A71" w:rsidP="005C4101">
      <w:pPr>
        <w:jc w:val="both"/>
      </w:pPr>
    </w:p>
    <w:p w:rsidR="00F10A71" w:rsidRDefault="00F10A71" w:rsidP="005C4101">
      <w:pPr>
        <w:jc w:val="both"/>
      </w:pPr>
    </w:p>
    <w:p w:rsidR="00F10A71" w:rsidRDefault="00F10A71" w:rsidP="005C4101">
      <w:pPr>
        <w:jc w:val="both"/>
      </w:pPr>
    </w:p>
    <w:p w:rsidR="00F10A71" w:rsidRDefault="00F10A71" w:rsidP="005C4101">
      <w:pPr>
        <w:jc w:val="both"/>
      </w:pPr>
    </w:p>
    <w:p w:rsidR="00F10A71" w:rsidRDefault="00F10A71" w:rsidP="005C4101">
      <w:pPr>
        <w:jc w:val="both"/>
      </w:pPr>
    </w:p>
    <w:p w:rsidR="00F10A71" w:rsidRDefault="00F10A71" w:rsidP="003E7F19">
      <w:pPr>
        <w:jc w:val="both"/>
      </w:pPr>
    </w:p>
    <w:p w:rsidR="00F10A71" w:rsidRDefault="00F10A71" w:rsidP="003E7F19">
      <w:pPr>
        <w:jc w:val="both"/>
      </w:pPr>
    </w:p>
    <w:p w:rsidR="00F10A71" w:rsidRDefault="00F10A71" w:rsidP="003E7F19">
      <w:pPr>
        <w:jc w:val="both"/>
      </w:pPr>
    </w:p>
    <w:p w:rsidR="00F10A71" w:rsidRDefault="00F10A71" w:rsidP="003E7F19">
      <w:pPr>
        <w:jc w:val="both"/>
      </w:pPr>
    </w:p>
    <w:p w:rsidR="00F10A71" w:rsidRDefault="00F10A71" w:rsidP="003E7F19">
      <w:pPr>
        <w:jc w:val="both"/>
      </w:pPr>
    </w:p>
    <w:p w:rsidR="00F10A71" w:rsidRDefault="00F10A71" w:rsidP="003E7F19">
      <w:pPr>
        <w:jc w:val="both"/>
      </w:pPr>
    </w:p>
    <w:sectPr w:rsidR="00F10A71" w:rsidSect="00B12F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262AB6"/>
    <w:multiLevelType w:val="hybridMultilevel"/>
    <w:tmpl w:val="5BFADF7A"/>
    <w:lvl w:ilvl="0" w:tplc="006EB3F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A8460D"/>
    <w:multiLevelType w:val="hybridMultilevel"/>
    <w:tmpl w:val="FA30AEE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07405A"/>
    <w:multiLevelType w:val="hybridMultilevel"/>
    <w:tmpl w:val="13609F18"/>
    <w:lvl w:ilvl="0" w:tplc="F84E5A9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B3343"/>
    <w:rsid w:val="00001D4F"/>
    <w:rsid w:val="00045838"/>
    <w:rsid w:val="000D71D8"/>
    <w:rsid w:val="00135EDE"/>
    <w:rsid w:val="00150F7B"/>
    <w:rsid w:val="001610A3"/>
    <w:rsid w:val="00162C30"/>
    <w:rsid w:val="00165AEE"/>
    <w:rsid w:val="001720EC"/>
    <w:rsid w:val="00175C59"/>
    <w:rsid w:val="00190B3E"/>
    <w:rsid w:val="001A23C2"/>
    <w:rsid w:val="001B38C8"/>
    <w:rsid w:val="0025718F"/>
    <w:rsid w:val="00272276"/>
    <w:rsid w:val="00283E75"/>
    <w:rsid w:val="00286048"/>
    <w:rsid w:val="002D5BBB"/>
    <w:rsid w:val="003000C1"/>
    <w:rsid w:val="003561AF"/>
    <w:rsid w:val="00362BDA"/>
    <w:rsid w:val="00366289"/>
    <w:rsid w:val="00386712"/>
    <w:rsid w:val="003A0E19"/>
    <w:rsid w:val="003B28BA"/>
    <w:rsid w:val="003D13A0"/>
    <w:rsid w:val="003D4265"/>
    <w:rsid w:val="003E7F19"/>
    <w:rsid w:val="00405DA3"/>
    <w:rsid w:val="0041645C"/>
    <w:rsid w:val="00471EA6"/>
    <w:rsid w:val="004908E3"/>
    <w:rsid w:val="004C3229"/>
    <w:rsid w:val="0050195F"/>
    <w:rsid w:val="0050560C"/>
    <w:rsid w:val="00546385"/>
    <w:rsid w:val="005C4101"/>
    <w:rsid w:val="005D0111"/>
    <w:rsid w:val="005E0617"/>
    <w:rsid w:val="005E371A"/>
    <w:rsid w:val="0061120A"/>
    <w:rsid w:val="006223F7"/>
    <w:rsid w:val="006477B3"/>
    <w:rsid w:val="00677228"/>
    <w:rsid w:val="0069671D"/>
    <w:rsid w:val="0071188F"/>
    <w:rsid w:val="007120B6"/>
    <w:rsid w:val="0073180F"/>
    <w:rsid w:val="0073681B"/>
    <w:rsid w:val="007849CA"/>
    <w:rsid w:val="007A3D80"/>
    <w:rsid w:val="007A7290"/>
    <w:rsid w:val="00826F8D"/>
    <w:rsid w:val="008271D7"/>
    <w:rsid w:val="00833BA6"/>
    <w:rsid w:val="00847285"/>
    <w:rsid w:val="00873B4F"/>
    <w:rsid w:val="008B3343"/>
    <w:rsid w:val="008D7581"/>
    <w:rsid w:val="008D7B45"/>
    <w:rsid w:val="008E2F55"/>
    <w:rsid w:val="00965566"/>
    <w:rsid w:val="009704C6"/>
    <w:rsid w:val="00971EBD"/>
    <w:rsid w:val="00983932"/>
    <w:rsid w:val="00991949"/>
    <w:rsid w:val="009C0F2C"/>
    <w:rsid w:val="00A12391"/>
    <w:rsid w:val="00A87EAF"/>
    <w:rsid w:val="00AF3DB6"/>
    <w:rsid w:val="00B12FD7"/>
    <w:rsid w:val="00B52240"/>
    <w:rsid w:val="00BB62AA"/>
    <w:rsid w:val="00C15169"/>
    <w:rsid w:val="00C17700"/>
    <w:rsid w:val="00C51809"/>
    <w:rsid w:val="00C559D7"/>
    <w:rsid w:val="00C660B6"/>
    <w:rsid w:val="00CA579C"/>
    <w:rsid w:val="00D154B3"/>
    <w:rsid w:val="00D4240F"/>
    <w:rsid w:val="00D45DDC"/>
    <w:rsid w:val="00D53A19"/>
    <w:rsid w:val="00D54A42"/>
    <w:rsid w:val="00D634AD"/>
    <w:rsid w:val="00D8332F"/>
    <w:rsid w:val="00D83A6A"/>
    <w:rsid w:val="00DA65E8"/>
    <w:rsid w:val="00DC0241"/>
    <w:rsid w:val="00DD35DB"/>
    <w:rsid w:val="00DE36A5"/>
    <w:rsid w:val="00DE6C10"/>
    <w:rsid w:val="00DF7FB3"/>
    <w:rsid w:val="00E76980"/>
    <w:rsid w:val="00EA4488"/>
    <w:rsid w:val="00EB5139"/>
    <w:rsid w:val="00EB6EA2"/>
    <w:rsid w:val="00EC0006"/>
    <w:rsid w:val="00EF607E"/>
    <w:rsid w:val="00EF6A62"/>
    <w:rsid w:val="00F10A71"/>
    <w:rsid w:val="00F42712"/>
    <w:rsid w:val="00FA72F9"/>
    <w:rsid w:val="00FC1B64"/>
    <w:rsid w:val="00FE7E4A"/>
    <w:rsid w:val="00FF49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3343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2Char">
    <w:name w:val="Body Text 2 Char"/>
    <w:link w:val="BodyText2"/>
    <w:uiPriority w:val="99"/>
    <w:semiHidden/>
    <w:locked/>
    <w:rsid w:val="008B3343"/>
    <w:rPr>
      <w:sz w:val="144"/>
      <w:szCs w:val="144"/>
    </w:rPr>
  </w:style>
  <w:style w:type="paragraph" w:styleId="BodyText2">
    <w:name w:val="Body Text 2"/>
    <w:basedOn w:val="Normal"/>
    <w:link w:val="BodyText2Char"/>
    <w:uiPriority w:val="99"/>
    <w:semiHidden/>
    <w:rsid w:val="008B3343"/>
    <w:pPr>
      <w:autoSpaceDE w:val="0"/>
      <w:autoSpaceDN w:val="0"/>
      <w:jc w:val="center"/>
    </w:pPr>
    <w:rPr>
      <w:rFonts w:ascii="Calibri" w:eastAsia="Calibri" w:hAnsi="Calibri" w:cs="Calibri"/>
      <w:sz w:val="144"/>
      <w:szCs w:val="144"/>
    </w:rPr>
  </w:style>
  <w:style w:type="character" w:customStyle="1" w:styleId="BodyText2Char1">
    <w:name w:val="Body Text 2 Char1"/>
    <w:basedOn w:val="DefaultParagraphFont"/>
    <w:link w:val="BodyText2"/>
    <w:uiPriority w:val="99"/>
    <w:semiHidden/>
    <w:locked/>
    <w:rPr>
      <w:rFonts w:ascii="Times New Roman" w:hAnsi="Times New Roman" w:cs="Times New Roman"/>
      <w:sz w:val="24"/>
      <w:szCs w:val="24"/>
    </w:rPr>
  </w:style>
  <w:style w:type="character" w:customStyle="1" w:styleId="21">
    <w:name w:val="Основной текст 2 Знак1"/>
    <w:uiPriority w:val="99"/>
    <w:semiHidden/>
    <w:rsid w:val="008B3343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8B3343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EB6EA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B6EA2"/>
    <w:rPr>
      <w:rFonts w:ascii="Tahoma" w:hAnsi="Tahoma" w:cs="Tahoma"/>
      <w:sz w:val="16"/>
      <w:szCs w:val="16"/>
      <w:lang w:eastAsia="ru-RU"/>
    </w:rPr>
  </w:style>
  <w:style w:type="paragraph" w:styleId="ListParagraph">
    <w:name w:val="List Paragraph"/>
    <w:basedOn w:val="Normal"/>
    <w:uiPriority w:val="99"/>
    <w:qFormat/>
    <w:rsid w:val="00D53A19"/>
    <w:pPr>
      <w:ind w:left="720"/>
    </w:pPr>
  </w:style>
  <w:style w:type="table" w:styleId="TableGrid">
    <w:name w:val="Table Grid"/>
    <w:basedOn w:val="TableNormal"/>
    <w:uiPriority w:val="99"/>
    <w:rsid w:val="008D7B45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rsid w:val="0036628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1101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101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101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129</TotalTime>
  <Pages>4</Pages>
  <Words>687</Words>
  <Characters>3917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27</cp:revision>
  <cp:lastPrinted>2022-11-11T04:24:00Z</cp:lastPrinted>
  <dcterms:created xsi:type="dcterms:W3CDTF">2020-08-17T10:14:00Z</dcterms:created>
  <dcterms:modified xsi:type="dcterms:W3CDTF">2022-11-16T03:13:00Z</dcterms:modified>
</cp:coreProperties>
</file>