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0" w:type="auto"/>
        <w:tblLook w:val="00A0"/>
      </w:tblPr>
      <w:tblGrid>
        <w:gridCol w:w="5637"/>
      </w:tblGrid>
      <w:tr w:rsidR="00902F5E" w:rsidRPr="00F723FD" w:rsidTr="005C7CA2">
        <w:tc>
          <w:tcPr>
            <w:tcW w:w="5637" w:type="dxa"/>
          </w:tcPr>
          <w:p w:rsidR="00902F5E" w:rsidRPr="00F723FD" w:rsidRDefault="00902F5E" w:rsidP="005C7CA2">
            <w:pPr>
              <w:spacing w:after="0" w:line="240" w:lineRule="auto"/>
              <w:jc w:val="center"/>
              <w:rPr>
                <w:rFonts w:ascii="Arial" w:hAnsi="Arial" w:cs="Arial"/>
              </w:rPr>
            </w:pP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                 Приложение № 1</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к распоряжению Администрации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Крутинского муниципального района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 от </w:t>
            </w:r>
            <w:r w:rsidRPr="00F723FD">
              <w:rPr>
                <w:rFonts w:ascii="Arial" w:hAnsi="Arial" w:cs="Arial"/>
              </w:rPr>
              <w:softHyphen/>
            </w:r>
            <w:r w:rsidRPr="00F723FD">
              <w:rPr>
                <w:rFonts w:ascii="Arial" w:hAnsi="Arial" w:cs="Arial"/>
              </w:rPr>
              <w:softHyphen/>
            </w:r>
            <w:r w:rsidRPr="00F723FD">
              <w:rPr>
                <w:rFonts w:ascii="Arial" w:hAnsi="Arial" w:cs="Arial"/>
              </w:rPr>
              <w:softHyphen/>
              <w:t>01.11.2022 г.   № 190-р</w:t>
            </w:r>
          </w:p>
        </w:tc>
      </w:tr>
    </w:tbl>
    <w:p w:rsidR="00902F5E" w:rsidRDefault="00902F5E" w:rsidP="00F723FD">
      <w:pPr>
        <w:spacing w:after="0" w:line="240" w:lineRule="auto"/>
        <w:jc w:val="center"/>
        <w:rPr>
          <w:rFonts w:ascii="Arial" w:hAnsi="Arial" w:cs="Arial"/>
        </w:rPr>
      </w:pPr>
    </w:p>
    <w:p w:rsidR="00902F5E" w:rsidRPr="00F723FD" w:rsidRDefault="00902F5E" w:rsidP="00F723FD">
      <w:pPr>
        <w:spacing w:after="0" w:line="240" w:lineRule="auto"/>
        <w:jc w:val="center"/>
        <w:rPr>
          <w:rFonts w:ascii="Arial" w:hAnsi="Arial" w:cs="Arial"/>
        </w:rPr>
      </w:pPr>
      <w:r w:rsidRPr="00F723FD">
        <w:rPr>
          <w:rFonts w:ascii="Arial" w:hAnsi="Arial" w:cs="Arial"/>
        </w:rPr>
        <w:t>СОСТАВ</w:t>
      </w:r>
    </w:p>
    <w:p w:rsidR="00902F5E" w:rsidRPr="00F723FD" w:rsidRDefault="00902F5E" w:rsidP="00F723FD">
      <w:pPr>
        <w:pStyle w:val="BodyText3"/>
        <w:rPr>
          <w:rFonts w:ascii="Arial" w:hAnsi="Arial" w:cs="Arial"/>
          <w:sz w:val="24"/>
          <w:szCs w:val="24"/>
        </w:rPr>
      </w:pPr>
      <w:r w:rsidRPr="00F723FD">
        <w:rPr>
          <w:rFonts w:ascii="Arial" w:hAnsi="Arial" w:cs="Arial"/>
          <w:sz w:val="24"/>
          <w:szCs w:val="24"/>
        </w:rPr>
        <w:t>районной инвентаризационной комиссии по проведению инвентаризации                 защитных сооружений гражданской обороны на территории Крутинского                   муниципального района</w:t>
      </w:r>
    </w:p>
    <w:p w:rsidR="00902F5E" w:rsidRPr="00F723FD" w:rsidRDefault="00902F5E" w:rsidP="00F723FD">
      <w:pPr>
        <w:spacing w:after="0" w:line="240" w:lineRule="auto"/>
        <w:rPr>
          <w:rFonts w:ascii="Arial" w:hAnsi="Arial" w:cs="Arial"/>
        </w:rPr>
      </w:pPr>
    </w:p>
    <w:p w:rsidR="00902F5E" w:rsidRPr="00F723FD" w:rsidRDefault="00902F5E" w:rsidP="00F723FD">
      <w:pPr>
        <w:spacing w:after="0" w:line="240" w:lineRule="auto"/>
        <w:rPr>
          <w:rFonts w:ascii="Arial" w:hAnsi="Arial" w:cs="Arial"/>
        </w:rPr>
      </w:pPr>
    </w:p>
    <w:tbl>
      <w:tblPr>
        <w:tblW w:w="0" w:type="auto"/>
        <w:tblInd w:w="-106" w:type="dxa"/>
        <w:tblLook w:val="00A0"/>
      </w:tblPr>
      <w:tblGrid>
        <w:gridCol w:w="3475"/>
        <w:gridCol w:w="6381"/>
      </w:tblGrid>
      <w:tr w:rsidR="00902F5E" w:rsidRPr="00F723FD">
        <w:tc>
          <w:tcPr>
            <w:tcW w:w="3475" w:type="dxa"/>
          </w:tcPr>
          <w:p w:rsidR="00902F5E" w:rsidRPr="00F723FD" w:rsidRDefault="00902F5E" w:rsidP="00F723FD">
            <w:pPr>
              <w:spacing w:after="0" w:line="240" w:lineRule="auto"/>
              <w:rPr>
                <w:rFonts w:ascii="Arial" w:hAnsi="Arial" w:cs="Arial"/>
              </w:rPr>
            </w:pPr>
            <w:r w:rsidRPr="00F723FD">
              <w:rPr>
                <w:rFonts w:ascii="Arial" w:hAnsi="Arial" w:cs="Arial"/>
              </w:rPr>
              <w:t xml:space="preserve">Головин </w:t>
            </w:r>
          </w:p>
          <w:p w:rsidR="00902F5E" w:rsidRPr="00F723FD" w:rsidRDefault="00902F5E" w:rsidP="00F723FD">
            <w:pPr>
              <w:spacing w:after="0" w:line="240" w:lineRule="auto"/>
              <w:rPr>
                <w:rFonts w:ascii="Arial" w:hAnsi="Arial" w:cs="Arial"/>
              </w:rPr>
            </w:pPr>
            <w:r w:rsidRPr="00F723FD">
              <w:rPr>
                <w:rFonts w:ascii="Arial" w:hAnsi="Arial" w:cs="Arial"/>
              </w:rPr>
              <w:t>Виктор  Геннадьевич</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  заместитель Главы Крутинского </w:t>
            </w:r>
          </w:p>
          <w:p w:rsidR="00902F5E" w:rsidRPr="00F723FD" w:rsidRDefault="00902F5E" w:rsidP="00F723FD">
            <w:pPr>
              <w:spacing w:after="0" w:line="240" w:lineRule="auto"/>
              <w:jc w:val="both"/>
              <w:rPr>
                <w:rFonts w:ascii="Arial" w:hAnsi="Arial" w:cs="Arial"/>
              </w:rPr>
            </w:pPr>
            <w:r w:rsidRPr="00F723FD">
              <w:rPr>
                <w:rFonts w:ascii="Arial" w:hAnsi="Arial" w:cs="Arial"/>
              </w:rPr>
              <w:t>муниципального района, председатель комиссии</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Кузнецова</w:t>
            </w:r>
          </w:p>
          <w:p w:rsidR="00902F5E" w:rsidRPr="00F723FD" w:rsidRDefault="00902F5E" w:rsidP="00F723FD">
            <w:pPr>
              <w:spacing w:after="0" w:line="240" w:lineRule="auto"/>
              <w:jc w:val="both"/>
              <w:rPr>
                <w:rFonts w:ascii="Arial" w:hAnsi="Arial" w:cs="Arial"/>
              </w:rPr>
            </w:pPr>
            <w:r w:rsidRPr="00F723FD">
              <w:rPr>
                <w:rFonts w:ascii="Arial" w:hAnsi="Arial" w:cs="Arial"/>
              </w:rPr>
              <w:t>Елена Петровна</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ведущий специалист отдела экономики и имущественных отношений Администрации Крутинского муниципального района, заместитель председателя</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Дубровин </w:t>
            </w:r>
          </w:p>
          <w:p w:rsidR="00902F5E" w:rsidRPr="00F723FD" w:rsidRDefault="00902F5E" w:rsidP="00F723FD">
            <w:pPr>
              <w:spacing w:after="0" w:line="240" w:lineRule="auto"/>
              <w:jc w:val="both"/>
              <w:rPr>
                <w:rFonts w:ascii="Arial" w:hAnsi="Arial" w:cs="Arial"/>
              </w:rPr>
            </w:pPr>
            <w:r w:rsidRPr="00F723FD">
              <w:rPr>
                <w:rFonts w:ascii="Arial" w:hAnsi="Arial" w:cs="Arial"/>
              </w:rPr>
              <w:t>Юрий Константинович</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начальник 54 ПСЧ ФГКУ 10 ОФПС ГУ МЧС России по Омской области, заместитель председателя (по согласованию)</w:t>
            </w:r>
          </w:p>
        </w:tc>
      </w:tr>
      <w:tr w:rsidR="00902F5E" w:rsidRPr="00F723FD">
        <w:tc>
          <w:tcPr>
            <w:tcW w:w="3475" w:type="dxa"/>
          </w:tcPr>
          <w:p w:rsidR="00902F5E" w:rsidRPr="00F723FD" w:rsidRDefault="00902F5E" w:rsidP="00F723FD">
            <w:pPr>
              <w:spacing w:after="0" w:line="240" w:lineRule="auto"/>
              <w:rPr>
                <w:rFonts w:ascii="Arial" w:hAnsi="Arial" w:cs="Arial"/>
              </w:rPr>
            </w:pPr>
            <w:r w:rsidRPr="00F723FD">
              <w:rPr>
                <w:rFonts w:ascii="Arial" w:hAnsi="Arial" w:cs="Arial"/>
              </w:rPr>
              <w:t>Новиков</w:t>
            </w:r>
          </w:p>
          <w:p w:rsidR="00902F5E" w:rsidRPr="00F723FD" w:rsidRDefault="00902F5E" w:rsidP="00F723FD">
            <w:pPr>
              <w:spacing w:after="0" w:line="240" w:lineRule="auto"/>
              <w:rPr>
                <w:rFonts w:ascii="Arial" w:hAnsi="Arial" w:cs="Arial"/>
              </w:rPr>
            </w:pPr>
            <w:r w:rsidRPr="00F723FD">
              <w:rPr>
                <w:rFonts w:ascii="Arial" w:hAnsi="Arial" w:cs="Arial"/>
              </w:rPr>
              <w:t>Виктор Дмитриевич</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 главный специалист по мобилизационной </w:t>
            </w:r>
          </w:p>
          <w:p w:rsidR="00902F5E" w:rsidRPr="00F723FD" w:rsidRDefault="00902F5E" w:rsidP="00F723FD">
            <w:pPr>
              <w:spacing w:after="0" w:line="240" w:lineRule="auto"/>
              <w:jc w:val="both"/>
              <w:rPr>
                <w:rFonts w:ascii="Arial" w:hAnsi="Arial" w:cs="Arial"/>
              </w:rPr>
            </w:pPr>
            <w:r w:rsidRPr="00F723FD">
              <w:rPr>
                <w:rFonts w:ascii="Arial" w:hAnsi="Arial" w:cs="Arial"/>
              </w:rPr>
              <w:t xml:space="preserve">подготовке, делам ГО и ЧС Администрации </w:t>
            </w:r>
          </w:p>
          <w:p w:rsidR="00902F5E" w:rsidRPr="00F723FD" w:rsidRDefault="00902F5E" w:rsidP="00F723FD">
            <w:pPr>
              <w:spacing w:after="0" w:line="240" w:lineRule="auto"/>
              <w:jc w:val="both"/>
              <w:rPr>
                <w:rFonts w:ascii="Arial" w:hAnsi="Arial" w:cs="Arial"/>
              </w:rPr>
            </w:pPr>
            <w:r w:rsidRPr="00F723FD">
              <w:rPr>
                <w:rFonts w:ascii="Arial" w:hAnsi="Arial" w:cs="Arial"/>
              </w:rPr>
              <w:t xml:space="preserve">Крутинского муниципального района, </w:t>
            </w:r>
          </w:p>
          <w:p w:rsidR="00902F5E" w:rsidRPr="00F723FD" w:rsidRDefault="00902F5E" w:rsidP="00F723FD">
            <w:pPr>
              <w:spacing w:after="0" w:line="240" w:lineRule="auto"/>
              <w:jc w:val="both"/>
              <w:rPr>
                <w:rFonts w:ascii="Arial" w:hAnsi="Arial" w:cs="Arial"/>
              </w:rPr>
            </w:pPr>
            <w:r w:rsidRPr="00F723FD">
              <w:rPr>
                <w:rFonts w:ascii="Arial" w:hAnsi="Arial" w:cs="Arial"/>
              </w:rPr>
              <w:t>секретарь комиссии</w:t>
            </w:r>
          </w:p>
        </w:tc>
      </w:tr>
      <w:tr w:rsidR="00902F5E" w:rsidRPr="00F723FD">
        <w:tc>
          <w:tcPr>
            <w:tcW w:w="3475" w:type="dxa"/>
          </w:tcPr>
          <w:p w:rsidR="00902F5E" w:rsidRPr="00F723FD" w:rsidRDefault="00902F5E" w:rsidP="00F723FD">
            <w:pPr>
              <w:spacing w:after="0" w:line="240" w:lineRule="auto"/>
              <w:rPr>
                <w:rFonts w:ascii="Arial" w:hAnsi="Arial" w:cs="Arial"/>
              </w:rPr>
            </w:pPr>
            <w:r w:rsidRPr="00F723FD">
              <w:rPr>
                <w:rFonts w:ascii="Arial" w:hAnsi="Arial" w:cs="Arial"/>
              </w:rPr>
              <w:t>Члены комиссии:</w:t>
            </w:r>
          </w:p>
          <w:p w:rsidR="00902F5E" w:rsidRPr="00F723FD" w:rsidRDefault="00902F5E" w:rsidP="00F723FD">
            <w:pPr>
              <w:spacing w:after="0" w:line="240" w:lineRule="auto"/>
              <w:rPr>
                <w:rFonts w:ascii="Arial" w:hAnsi="Arial" w:cs="Arial"/>
              </w:rPr>
            </w:pPr>
          </w:p>
          <w:p w:rsidR="00902F5E" w:rsidRPr="00F723FD" w:rsidRDefault="00902F5E" w:rsidP="00F723FD">
            <w:pPr>
              <w:spacing w:after="0" w:line="240" w:lineRule="auto"/>
              <w:rPr>
                <w:rFonts w:ascii="Arial" w:hAnsi="Arial" w:cs="Arial"/>
              </w:rPr>
            </w:pPr>
            <w:r w:rsidRPr="00F723FD">
              <w:rPr>
                <w:rFonts w:ascii="Arial" w:hAnsi="Arial" w:cs="Arial"/>
              </w:rPr>
              <w:t xml:space="preserve">Остапенко </w:t>
            </w:r>
          </w:p>
          <w:p w:rsidR="00902F5E" w:rsidRPr="00F723FD" w:rsidRDefault="00902F5E" w:rsidP="00F723FD">
            <w:pPr>
              <w:spacing w:after="0" w:line="240" w:lineRule="auto"/>
              <w:rPr>
                <w:rFonts w:ascii="Arial" w:hAnsi="Arial" w:cs="Arial"/>
              </w:rPr>
            </w:pPr>
            <w:r w:rsidRPr="00F723FD">
              <w:rPr>
                <w:rFonts w:ascii="Arial" w:hAnsi="Arial" w:cs="Arial"/>
              </w:rPr>
              <w:t>Николай Алексеевич</w:t>
            </w:r>
          </w:p>
        </w:tc>
        <w:tc>
          <w:tcPr>
            <w:tcW w:w="6381" w:type="dxa"/>
          </w:tcPr>
          <w:p w:rsidR="00902F5E" w:rsidRPr="00F723FD" w:rsidRDefault="00902F5E" w:rsidP="00F723FD">
            <w:pPr>
              <w:spacing w:after="0" w:line="240" w:lineRule="auto"/>
              <w:jc w:val="both"/>
              <w:rPr>
                <w:rFonts w:ascii="Arial" w:hAnsi="Arial" w:cs="Arial"/>
              </w:rPr>
            </w:pPr>
          </w:p>
          <w:p w:rsidR="00902F5E" w:rsidRPr="00F723FD" w:rsidRDefault="00902F5E" w:rsidP="00F723FD">
            <w:pPr>
              <w:spacing w:after="0" w:line="240" w:lineRule="auto"/>
              <w:jc w:val="both"/>
              <w:rPr>
                <w:rFonts w:ascii="Arial" w:hAnsi="Arial" w:cs="Arial"/>
              </w:rPr>
            </w:pPr>
          </w:p>
          <w:p w:rsidR="00902F5E" w:rsidRPr="00F723FD" w:rsidRDefault="00902F5E" w:rsidP="00F723FD">
            <w:pPr>
              <w:spacing w:after="0" w:line="240" w:lineRule="auto"/>
              <w:jc w:val="both"/>
              <w:rPr>
                <w:rFonts w:ascii="Arial" w:hAnsi="Arial" w:cs="Arial"/>
              </w:rPr>
            </w:pPr>
            <w:r w:rsidRPr="00F723FD">
              <w:rPr>
                <w:rFonts w:ascii="Arial" w:hAnsi="Arial" w:cs="Arial"/>
              </w:rPr>
              <w:t>- начальник сектора строительства и архитектуры Администрации Крутинского муниципального района</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Арицев</w:t>
            </w:r>
          </w:p>
          <w:p w:rsidR="00902F5E" w:rsidRPr="00F723FD" w:rsidRDefault="00902F5E" w:rsidP="00F723FD">
            <w:pPr>
              <w:spacing w:after="0" w:line="240" w:lineRule="auto"/>
              <w:jc w:val="both"/>
              <w:rPr>
                <w:rFonts w:ascii="Arial" w:hAnsi="Arial" w:cs="Arial"/>
              </w:rPr>
            </w:pPr>
            <w:r w:rsidRPr="00F723FD">
              <w:rPr>
                <w:rFonts w:ascii="Arial" w:hAnsi="Arial" w:cs="Arial"/>
              </w:rPr>
              <w:t>Максим Александрович</w:t>
            </w:r>
          </w:p>
          <w:p w:rsidR="00902F5E" w:rsidRPr="00F723FD" w:rsidRDefault="00902F5E" w:rsidP="00F723FD">
            <w:pPr>
              <w:spacing w:after="0" w:line="240" w:lineRule="auto"/>
              <w:rPr>
                <w:rFonts w:ascii="Arial" w:hAnsi="Arial" w:cs="Arial"/>
              </w:rPr>
            </w:pP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начальник ЕДДС КМУ «Хозяйственное управление Администрации Крутинского муниципального района Омской области»</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Лаптева</w:t>
            </w:r>
          </w:p>
          <w:p w:rsidR="00902F5E" w:rsidRPr="00F723FD" w:rsidRDefault="00902F5E" w:rsidP="00F723FD">
            <w:pPr>
              <w:spacing w:after="0" w:line="240" w:lineRule="auto"/>
              <w:jc w:val="both"/>
              <w:rPr>
                <w:rFonts w:ascii="Arial" w:hAnsi="Arial" w:cs="Arial"/>
              </w:rPr>
            </w:pPr>
            <w:r w:rsidRPr="00F723FD">
              <w:rPr>
                <w:rFonts w:ascii="Arial" w:hAnsi="Arial" w:cs="Arial"/>
              </w:rPr>
              <w:t>Алёна  Сергеевна</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 главный специалист по правовым вопросам Администрации Крутинского муниципального района </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Михайлова </w:t>
            </w:r>
          </w:p>
          <w:p w:rsidR="00902F5E" w:rsidRPr="00F723FD" w:rsidRDefault="00902F5E" w:rsidP="00F723FD">
            <w:pPr>
              <w:spacing w:after="0" w:line="240" w:lineRule="auto"/>
              <w:jc w:val="both"/>
              <w:rPr>
                <w:rFonts w:ascii="Arial" w:hAnsi="Arial" w:cs="Arial"/>
              </w:rPr>
            </w:pPr>
            <w:r w:rsidRPr="00F723FD">
              <w:rPr>
                <w:rFonts w:ascii="Arial" w:hAnsi="Arial" w:cs="Arial"/>
              </w:rPr>
              <w:t>Елена Ивановна</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xml:space="preserve">- специалист 1 категории сектора строительства и архитектуры Администрации Крутинского муниципального района </w:t>
            </w:r>
          </w:p>
        </w:tc>
      </w:tr>
      <w:tr w:rsidR="00902F5E" w:rsidRPr="00F723FD">
        <w:tc>
          <w:tcPr>
            <w:tcW w:w="3475" w:type="dxa"/>
          </w:tcPr>
          <w:p w:rsidR="00902F5E" w:rsidRPr="00F723FD" w:rsidRDefault="00902F5E" w:rsidP="00F723FD">
            <w:pPr>
              <w:spacing w:after="0" w:line="240" w:lineRule="auto"/>
              <w:jc w:val="both"/>
              <w:rPr>
                <w:rFonts w:ascii="Arial" w:hAnsi="Arial" w:cs="Arial"/>
              </w:rPr>
            </w:pPr>
            <w:r w:rsidRPr="00F723FD">
              <w:rPr>
                <w:rFonts w:ascii="Arial" w:hAnsi="Arial" w:cs="Arial"/>
              </w:rPr>
              <w:t>Березин</w:t>
            </w:r>
          </w:p>
          <w:p w:rsidR="00902F5E" w:rsidRPr="00F723FD" w:rsidRDefault="00902F5E" w:rsidP="00F723FD">
            <w:pPr>
              <w:spacing w:after="0" w:line="240" w:lineRule="auto"/>
              <w:jc w:val="both"/>
              <w:rPr>
                <w:rFonts w:ascii="Arial" w:hAnsi="Arial" w:cs="Arial"/>
              </w:rPr>
            </w:pPr>
            <w:r w:rsidRPr="00F723FD">
              <w:rPr>
                <w:rFonts w:ascii="Arial" w:hAnsi="Arial" w:cs="Arial"/>
              </w:rPr>
              <w:t>Евгений Владимирович</w:t>
            </w:r>
          </w:p>
        </w:tc>
        <w:tc>
          <w:tcPr>
            <w:tcW w:w="6381" w:type="dxa"/>
          </w:tcPr>
          <w:p w:rsidR="00902F5E" w:rsidRPr="00F723FD" w:rsidRDefault="00902F5E" w:rsidP="00F723FD">
            <w:pPr>
              <w:spacing w:after="0" w:line="240" w:lineRule="auto"/>
              <w:jc w:val="both"/>
              <w:rPr>
                <w:rFonts w:ascii="Arial" w:hAnsi="Arial" w:cs="Arial"/>
              </w:rPr>
            </w:pPr>
            <w:r w:rsidRPr="00F723FD">
              <w:rPr>
                <w:rFonts w:ascii="Arial" w:hAnsi="Arial" w:cs="Arial"/>
              </w:rPr>
              <w:t>- начальник территориального отдела надзорной деятельности и профилактической работы            Крутинского района ГУ МЧС России  по Омской области (по согласованию)</w:t>
            </w:r>
          </w:p>
        </w:tc>
      </w:tr>
    </w:tbl>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Default="00902F5E" w:rsidP="00F723FD">
      <w:pPr>
        <w:spacing w:after="0" w:line="240" w:lineRule="auto"/>
        <w:jc w:val="right"/>
        <w:rPr>
          <w:rFonts w:ascii="Arial" w:hAnsi="Arial" w:cs="Arial"/>
        </w:rPr>
      </w:pP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  Приложение № 2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к распоряжению Администрации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Крутинского муниципального района </w:t>
      </w:r>
    </w:p>
    <w:p w:rsidR="00902F5E" w:rsidRPr="00F723FD" w:rsidRDefault="00902F5E" w:rsidP="00F723FD">
      <w:pPr>
        <w:spacing w:after="0" w:line="240" w:lineRule="auto"/>
        <w:jc w:val="right"/>
        <w:rPr>
          <w:rFonts w:ascii="Arial" w:hAnsi="Arial" w:cs="Arial"/>
        </w:rPr>
      </w:pPr>
      <w:r w:rsidRPr="00F723FD">
        <w:rPr>
          <w:rFonts w:ascii="Arial" w:hAnsi="Arial" w:cs="Arial"/>
        </w:rPr>
        <w:t xml:space="preserve"> от 01.11.2022 г.   № 190-р</w:t>
      </w:r>
    </w:p>
    <w:p w:rsidR="00902F5E" w:rsidRPr="00F723FD" w:rsidRDefault="00902F5E" w:rsidP="00F723FD">
      <w:pPr>
        <w:spacing w:after="0" w:line="240" w:lineRule="auto"/>
        <w:rPr>
          <w:rFonts w:ascii="Arial" w:hAnsi="Arial" w:cs="Arial"/>
        </w:rPr>
      </w:pPr>
    </w:p>
    <w:p w:rsidR="00902F5E" w:rsidRPr="00F723FD" w:rsidRDefault="00902F5E" w:rsidP="00F723FD">
      <w:pPr>
        <w:spacing w:after="0" w:line="240" w:lineRule="auto"/>
        <w:jc w:val="center"/>
        <w:rPr>
          <w:rFonts w:ascii="Arial" w:hAnsi="Arial" w:cs="Arial"/>
          <w:color w:val="000000"/>
        </w:rPr>
      </w:pPr>
      <w:r w:rsidRPr="00F723FD">
        <w:rPr>
          <w:rFonts w:ascii="Arial" w:hAnsi="Arial" w:cs="Arial"/>
          <w:color w:val="000000"/>
        </w:rPr>
        <w:t xml:space="preserve">ПОЛОЖЕНИЕ </w:t>
      </w:r>
    </w:p>
    <w:p w:rsidR="00902F5E" w:rsidRPr="00F723FD" w:rsidRDefault="00902F5E" w:rsidP="00F723FD">
      <w:pPr>
        <w:spacing w:after="0" w:line="240" w:lineRule="auto"/>
        <w:jc w:val="center"/>
        <w:rPr>
          <w:rFonts w:ascii="Arial" w:hAnsi="Arial" w:cs="Arial"/>
        </w:rPr>
      </w:pPr>
      <w:r w:rsidRPr="00F723FD">
        <w:rPr>
          <w:rFonts w:ascii="Arial" w:hAnsi="Arial" w:cs="Arial"/>
          <w:color w:val="000000"/>
        </w:rPr>
        <w:t>о районной инвентаризационной комиссии</w:t>
      </w:r>
      <w:r w:rsidRPr="00F723FD">
        <w:rPr>
          <w:rFonts w:ascii="Arial" w:hAnsi="Arial" w:cs="Arial"/>
        </w:rPr>
        <w:t xml:space="preserve"> по проведению инвентаризации              защитных сооружений гражданской обороны на территории Крутинского                   муниципального района</w:t>
      </w:r>
    </w:p>
    <w:p w:rsidR="00902F5E" w:rsidRPr="00F723FD" w:rsidRDefault="00902F5E" w:rsidP="00F723FD">
      <w:pPr>
        <w:spacing w:after="0" w:line="240" w:lineRule="auto"/>
        <w:rPr>
          <w:rFonts w:ascii="Arial" w:hAnsi="Arial" w:cs="Arial"/>
        </w:rPr>
      </w:pP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1. Районная комиссия по проведению инвентаризации защитных сооружений гражданской обороны на территории Крутинского муниципального района (далее – районная инвентаризационная комиссия) создана в целях осуществления учета защитных сооружений гражданской обороны на территории Крутинского муниципального района.</w:t>
      </w:r>
    </w:p>
    <w:p w:rsidR="00902F5E" w:rsidRPr="00F723FD" w:rsidRDefault="00902F5E" w:rsidP="00F723FD">
      <w:pPr>
        <w:autoSpaceDE w:val="0"/>
        <w:autoSpaceDN w:val="0"/>
        <w:adjustRightInd w:val="0"/>
        <w:spacing w:after="0" w:line="240" w:lineRule="auto"/>
        <w:ind w:firstLine="709"/>
        <w:jc w:val="both"/>
        <w:rPr>
          <w:rFonts w:ascii="Arial" w:hAnsi="Arial" w:cs="Arial"/>
          <w:color w:val="000000"/>
          <w:lang w:eastAsia="ru-RU"/>
        </w:rPr>
      </w:pPr>
      <w:r w:rsidRPr="00F723FD">
        <w:rPr>
          <w:rFonts w:ascii="Arial" w:hAnsi="Arial" w:cs="Arial"/>
          <w:lang w:eastAsia="ru-RU"/>
        </w:rPr>
        <w:t>2. Основными задачами районной инвентаризационной комиссии являются:</w:t>
      </w:r>
    </w:p>
    <w:p w:rsidR="00902F5E" w:rsidRPr="00F723FD" w:rsidRDefault="00902F5E" w:rsidP="00F723FD">
      <w:pPr>
        <w:tabs>
          <w:tab w:val="left" w:pos="1134"/>
        </w:tabs>
        <w:autoSpaceDE w:val="0"/>
        <w:autoSpaceDN w:val="0"/>
        <w:adjustRightInd w:val="0"/>
        <w:spacing w:after="0" w:line="240" w:lineRule="auto"/>
        <w:ind w:firstLine="709"/>
        <w:jc w:val="both"/>
        <w:rPr>
          <w:rFonts w:ascii="Arial" w:hAnsi="Arial" w:cs="Arial"/>
          <w:color w:val="000000"/>
          <w:lang w:eastAsia="ru-RU"/>
        </w:rPr>
      </w:pPr>
      <w:r w:rsidRPr="00F723FD">
        <w:rPr>
          <w:rFonts w:ascii="Arial" w:hAnsi="Arial" w:cs="Arial"/>
          <w:color w:val="000000"/>
          <w:lang w:eastAsia="ru-RU"/>
        </w:rPr>
        <w:t xml:space="preserve">1) выявление фактического наличия защитных сооружений гражданской обороны на территории </w:t>
      </w:r>
      <w:r w:rsidRPr="00F723FD">
        <w:rPr>
          <w:rFonts w:ascii="Arial" w:hAnsi="Arial" w:cs="Arial"/>
          <w:lang w:eastAsia="ru-RU"/>
        </w:rPr>
        <w:t>Крутинского муниципального района</w:t>
      </w:r>
      <w:r w:rsidRPr="00F723FD">
        <w:rPr>
          <w:rFonts w:ascii="Arial" w:hAnsi="Arial" w:cs="Arial"/>
          <w:color w:val="000000"/>
          <w:lang w:eastAsia="ru-RU"/>
        </w:rPr>
        <w:t xml:space="preserve"> (далее – объекты инвентаризации) и оценка их основных тактико-технических характеристик;</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2) оценка готовности объектов инвентаризации к использованию по предназначению;</w:t>
      </w:r>
    </w:p>
    <w:p w:rsidR="00902F5E" w:rsidRPr="00F723FD" w:rsidRDefault="00902F5E" w:rsidP="00F723FD">
      <w:pPr>
        <w:autoSpaceDE w:val="0"/>
        <w:autoSpaceDN w:val="0"/>
        <w:adjustRightInd w:val="0"/>
        <w:spacing w:after="0" w:line="240" w:lineRule="auto"/>
        <w:ind w:firstLine="709"/>
        <w:jc w:val="both"/>
        <w:rPr>
          <w:rFonts w:ascii="Arial" w:hAnsi="Arial" w:cs="Arial"/>
          <w:color w:val="000000"/>
          <w:lang w:eastAsia="ru-RU"/>
        </w:rPr>
      </w:pPr>
      <w:r w:rsidRPr="00F723FD">
        <w:rPr>
          <w:rFonts w:ascii="Arial" w:hAnsi="Arial" w:cs="Arial"/>
          <w:color w:val="000000"/>
          <w:lang w:eastAsia="ru-RU"/>
        </w:rPr>
        <w:t xml:space="preserve">3) определение мер, направленных на обеспечение сохранности и повышение эффективности использования </w:t>
      </w:r>
      <w:r w:rsidRPr="00F723FD">
        <w:rPr>
          <w:rFonts w:ascii="Arial" w:hAnsi="Arial" w:cs="Arial"/>
          <w:lang w:eastAsia="ru-RU"/>
        </w:rPr>
        <w:t>объектов инвентаризации</w:t>
      </w:r>
      <w:r w:rsidRPr="00F723FD">
        <w:rPr>
          <w:rFonts w:ascii="Arial" w:hAnsi="Arial" w:cs="Arial"/>
          <w:color w:val="000000"/>
          <w:lang w:eastAsia="ru-RU"/>
        </w:rPr>
        <w:t>;</w:t>
      </w:r>
    </w:p>
    <w:p w:rsidR="00902F5E" w:rsidRPr="00F723FD" w:rsidRDefault="00902F5E" w:rsidP="00F723FD">
      <w:pPr>
        <w:autoSpaceDE w:val="0"/>
        <w:autoSpaceDN w:val="0"/>
        <w:adjustRightInd w:val="0"/>
        <w:spacing w:after="0" w:line="240" w:lineRule="auto"/>
        <w:ind w:firstLine="709"/>
        <w:jc w:val="both"/>
        <w:rPr>
          <w:rFonts w:ascii="Arial" w:hAnsi="Arial" w:cs="Arial"/>
          <w:color w:val="000000"/>
          <w:lang w:eastAsia="ru-RU"/>
        </w:rPr>
      </w:pPr>
      <w:r w:rsidRPr="00F723FD">
        <w:rPr>
          <w:rFonts w:ascii="Arial" w:hAnsi="Arial" w:cs="Arial"/>
          <w:color w:val="000000"/>
          <w:lang w:eastAsia="ru-RU"/>
        </w:rPr>
        <w:t>4) уточнения учетных сведений объектов инвентаризации.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3. Районная инвентаризационная комиссия в целях реализации возложенных на нее основных задач вправе:</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 xml:space="preserve">1) взаимодействовать с </w:t>
      </w:r>
      <w:r w:rsidRPr="00F723FD">
        <w:rPr>
          <w:rFonts w:ascii="Arial" w:hAnsi="Arial" w:cs="Arial"/>
          <w:color w:val="000000"/>
          <w:lang w:eastAsia="ru-RU"/>
        </w:rPr>
        <w:t>территориальными органами федеральных органов исполнительной власти</w:t>
      </w:r>
      <w:r w:rsidRPr="00F723FD">
        <w:rPr>
          <w:rFonts w:ascii="Arial" w:hAnsi="Arial" w:cs="Arial"/>
          <w:lang w:eastAsia="ru-RU"/>
        </w:rPr>
        <w:t>, органами исполнительной власти Омской области, органами местного самоуправления Крутинского муниципального района, общественными объединениями, иными органами и организациями по вопросам деятельности районной инвентаризационной комиссии, в том числе в установленном порядке:</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 запрашивать и получать информацию, необходимую для работы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 привлекать к работе районной инвентаризационной комиссии заинтересованных лиц;</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2) приглашать на свои заседания представителей органов исполнительной власти Омской области, органов местного самоуправления Крутинского муниципального района, общественных объединений, иных органов и организаций при обсуждении вопросов, решение которых входит в их компетенцию.</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4. В состав районной инвентаризационной комиссии входят председатель районной инвентаризационной комиссии (далее – председатель), заместители председателя, секретарь районной инвентаризационной комиссии и иные члены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5. Районную инвентаризационную комиссию возглавляет председатель. Организационное обеспечение деятельности районной инвентаризационной комиссии осуществляет секретарь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6. Районная инвентаризационная комиссия осуществляет свою деятельность в соответствии с планом работы, принимаемым на заседании районной инвентаризационной комиссии. Заседания районной инвентаризационной комиссии проводятся председателем по мере необходимости. В случае невозможности присутствия на заседании районной инвентаризационной комиссии председателя заседание районной инвентаризационной комиссии проводит один из его заместителей по поручению председателя.</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7. Повестка дня заседания районной инвентаризационной комиссии формируется с учетом предложений членов районной инвентаризационной комиссии, утверждается председателем и доводится до членов районной инвентаризационной комиссии секретарем районной инвентаризационной комиссии не позднее чем за три рабочих дня до заседания районной инвентаризационной комиссии с представлением материалов по вопросам, включенным в повестку дня заседания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8. Заседание районной инвентаризационной комиссии считается правомочным при участии в нем не менее половины членов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9. Решения районной инвентаризационной комиссии принимаются большинством голосов от общего числа присутствующих членов. При равенстве голосов решающим является голос председательствующего на заседании районной инвентаризационной комиссии. Решения районной инвентаризационной комиссии оформляются протоколами, которые подписываются председательствующим на заседании районной инвентаризационной комиссии и секретарем районной инвентаризационной комиссии.</w:t>
      </w:r>
    </w:p>
    <w:p w:rsidR="00902F5E" w:rsidRPr="00F723FD" w:rsidRDefault="00902F5E" w:rsidP="00F723FD">
      <w:pPr>
        <w:autoSpaceDE w:val="0"/>
        <w:autoSpaceDN w:val="0"/>
        <w:adjustRightInd w:val="0"/>
        <w:spacing w:after="0" w:line="240" w:lineRule="auto"/>
        <w:ind w:firstLine="709"/>
        <w:jc w:val="both"/>
        <w:rPr>
          <w:rFonts w:ascii="Arial" w:hAnsi="Arial" w:cs="Arial"/>
          <w:lang w:eastAsia="ru-RU"/>
        </w:rPr>
      </w:pPr>
      <w:r w:rsidRPr="00F723FD">
        <w:rPr>
          <w:rFonts w:ascii="Arial" w:hAnsi="Arial" w:cs="Arial"/>
          <w:lang w:eastAsia="ru-RU"/>
        </w:rPr>
        <w:t>10. Члены районной инвентаризационной комиссии, несогласные с мнением большинства, могут изложить свое особое мнение, которое в обязательном порядке вносится в протокол заседания районной инвентаризационной комиссии.</w:t>
      </w:r>
    </w:p>
    <w:p w:rsidR="00902F5E" w:rsidRPr="00F723FD" w:rsidRDefault="00902F5E" w:rsidP="00F723FD">
      <w:pPr>
        <w:autoSpaceDE w:val="0"/>
        <w:autoSpaceDN w:val="0"/>
        <w:adjustRightInd w:val="0"/>
        <w:spacing w:after="0" w:line="240" w:lineRule="auto"/>
        <w:rPr>
          <w:rFonts w:ascii="Arial" w:hAnsi="Arial" w:cs="Arial"/>
          <w:lang w:eastAsia="ru-RU"/>
        </w:rPr>
      </w:pPr>
    </w:p>
    <w:p w:rsidR="00902F5E" w:rsidRPr="00F723FD" w:rsidRDefault="00902F5E" w:rsidP="00F723FD">
      <w:pPr>
        <w:shd w:val="clear" w:color="auto" w:fill="FFFFFF"/>
        <w:autoSpaceDE w:val="0"/>
        <w:autoSpaceDN w:val="0"/>
        <w:adjustRightInd w:val="0"/>
        <w:spacing w:after="0" w:line="240" w:lineRule="auto"/>
        <w:jc w:val="center"/>
        <w:rPr>
          <w:rFonts w:ascii="Arial" w:hAnsi="Arial" w:cs="Arial"/>
          <w:color w:val="000000"/>
          <w:lang w:eastAsia="ru-RU"/>
        </w:rPr>
      </w:pPr>
      <w:r w:rsidRPr="00F723FD">
        <w:rPr>
          <w:rFonts w:ascii="Arial" w:hAnsi="Arial" w:cs="Arial"/>
          <w:color w:val="000000"/>
          <w:lang w:eastAsia="ru-RU"/>
        </w:rPr>
        <w:t>___________________________________________________</w:t>
      </w:r>
    </w:p>
    <w:p w:rsidR="00902F5E" w:rsidRPr="00F723FD" w:rsidRDefault="00902F5E" w:rsidP="00F723FD">
      <w:pPr>
        <w:spacing w:after="0" w:line="240" w:lineRule="auto"/>
        <w:jc w:val="center"/>
        <w:rPr>
          <w:rFonts w:ascii="Arial" w:hAnsi="Arial" w:cs="Arial"/>
        </w:rPr>
      </w:pPr>
    </w:p>
    <w:sectPr w:rsidR="00902F5E" w:rsidRPr="00F723FD" w:rsidSect="006436FA">
      <w:type w:val="continuous"/>
      <w:pgSz w:w="11909" w:h="16834"/>
      <w:pgMar w:top="1418" w:right="851" w:bottom="1418"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F1202"/>
    <w:multiLevelType w:val="hybridMultilevel"/>
    <w:tmpl w:val="2924A62E"/>
    <w:lvl w:ilvl="0" w:tplc="AD1A5242">
      <w:start w:val="1"/>
      <w:numFmt w:val="decimal"/>
      <w:lvlText w:val="%1."/>
      <w:lvlJc w:val="left"/>
      <w:pPr>
        <w:ind w:left="1714" w:hanging="100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679B74E6"/>
    <w:multiLevelType w:val="hybridMultilevel"/>
    <w:tmpl w:val="07D6E3A8"/>
    <w:lvl w:ilvl="0" w:tplc="6AB89910">
      <w:start w:val="1"/>
      <w:numFmt w:val="decimal"/>
      <w:lvlText w:val="%1."/>
      <w:lvlJc w:val="left"/>
      <w:pPr>
        <w:ind w:left="1976" w:hanging="1125"/>
      </w:pPr>
      <w:rPr>
        <w:rFonts w:ascii="Times New Roman" w:hAnsi="Times New Roman" w:cs="Times New Roman"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684D190B"/>
    <w:multiLevelType w:val="hybridMultilevel"/>
    <w:tmpl w:val="DC7073A6"/>
    <w:lvl w:ilvl="0" w:tplc="92646EE0">
      <w:start w:val="1"/>
      <w:numFmt w:val="decimal"/>
      <w:lvlText w:val="%1."/>
      <w:lvlJc w:val="left"/>
      <w:pPr>
        <w:ind w:left="2685" w:hanging="1125"/>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142"/>
  <w:doNotHyphenateCaps/>
  <w:drawingGridHorizontalSpacing w:val="140"/>
  <w:drawingGridVerticalSpacing w:val="381"/>
  <w:displayHorizont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6B01"/>
    <w:rsid w:val="00000042"/>
    <w:rsid w:val="000000B8"/>
    <w:rsid w:val="00000728"/>
    <w:rsid w:val="0000195F"/>
    <w:rsid w:val="00002580"/>
    <w:rsid w:val="00002AFE"/>
    <w:rsid w:val="00002D03"/>
    <w:rsid w:val="000037ED"/>
    <w:rsid w:val="00004598"/>
    <w:rsid w:val="00004B1A"/>
    <w:rsid w:val="00004C74"/>
    <w:rsid w:val="00005545"/>
    <w:rsid w:val="000059B2"/>
    <w:rsid w:val="00006D7E"/>
    <w:rsid w:val="000073BB"/>
    <w:rsid w:val="00007B09"/>
    <w:rsid w:val="000102A6"/>
    <w:rsid w:val="000103B1"/>
    <w:rsid w:val="000107BE"/>
    <w:rsid w:val="00010BC6"/>
    <w:rsid w:val="00010CC0"/>
    <w:rsid w:val="0001108E"/>
    <w:rsid w:val="00011C32"/>
    <w:rsid w:val="0001256E"/>
    <w:rsid w:val="00012748"/>
    <w:rsid w:val="00012A7E"/>
    <w:rsid w:val="00012C97"/>
    <w:rsid w:val="00013895"/>
    <w:rsid w:val="00013F3A"/>
    <w:rsid w:val="00014495"/>
    <w:rsid w:val="00014E33"/>
    <w:rsid w:val="00015191"/>
    <w:rsid w:val="0001529F"/>
    <w:rsid w:val="00015437"/>
    <w:rsid w:val="00015667"/>
    <w:rsid w:val="00015A42"/>
    <w:rsid w:val="000160E9"/>
    <w:rsid w:val="00016EAC"/>
    <w:rsid w:val="00017DD6"/>
    <w:rsid w:val="000201F3"/>
    <w:rsid w:val="00020259"/>
    <w:rsid w:val="00020E4B"/>
    <w:rsid w:val="00021155"/>
    <w:rsid w:val="000214C3"/>
    <w:rsid w:val="00022350"/>
    <w:rsid w:val="000235A8"/>
    <w:rsid w:val="00023D51"/>
    <w:rsid w:val="000240DC"/>
    <w:rsid w:val="0002444B"/>
    <w:rsid w:val="000251D9"/>
    <w:rsid w:val="000253D3"/>
    <w:rsid w:val="0002568C"/>
    <w:rsid w:val="000261CB"/>
    <w:rsid w:val="000263A4"/>
    <w:rsid w:val="00026801"/>
    <w:rsid w:val="00026A4E"/>
    <w:rsid w:val="00026BBF"/>
    <w:rsid w:val="0002705B"/>
    <w:rsid w:val="0003027A"/>
    <w:rsid w:val="0003049B"/>
    <w:rsid w:val="000312D1"/>
    <w:rsid w:val="00031BCB"/>
    <w:rsid w:val="0003261A"/>
    <w:rsid w:val="00032B52"/>
    <w:rsid w:val="00032FAE"/>
    <w:rsid w:val="00033ED4"/>
    <w:rsid w:val="000340AA"/>
    <w:rsid w:val="000341C5"/>
    <w:rsid w:val="000348F3"/>
    <w:rsid w:val="000349E6"/>
    <w:rsid w:val="00034FF1"/>
    <w:rsid w:val="000350A4"/>
    <w:rsid w:val="00035667"/>
    <w:rsid w:val="00035739"/>
    <w:rsid w:val="00036042"/>
    <w:rsid w:val="000363F5"/>
    <w:rsid w:val="0003680A"/>
    <w:rsid w:val="00036C39"/>
    <w:rsid w:val="00036C70"/>
    <w:rsid w:val="00036DED"/>
    <w:rsid w:val="000371E0"/>
    <w:rsid w:val="00037663"/>
    <w:rsid w:val="00037789"/>
    <w:rsid w:val="00037D4B"/>
    <w:rsid w:val="00037FC3"/>
    <w:rsid w:val="00040A1B"/>
    <w:rsid w:val="00040A26"/>
    <w:rsid w:val="00040DE3"/>
    <w:rsid w:val="00040E8E"/>
    <w:rsid w:val="00041154"/>
    <w:rsid w:val="000411DC"/>
    <w:rsid w:val="000414CE"/>
    <w:rsid w:val="00041697"/>
    <w:rsid w:val="000417B4"/>
    <w:rsid w:val="000417E2"/>
    <w:rsid w:val="00042627"/>
    <w:rsid w:val="00043752"/>
    <w:rsid w:val="00044B5F"/>
    <w:rsid w:val="00044DD7"/>
    <w:rsid w:val="000457C4"/>
    <w:rsid w:val="000458CD"/>
    <w:rsid w:val="00046CFF"/>
    <w:rsid w:val="00046E1D"/>
    <w:rsid w:val="00047019"/>
    <w:rsid w:val="00047958"/>
    <w:rsid w:val="000479EA"/>
    <w:rsid w:val="00050BEF"/>
    <w:rsid w:val="00050E97"/>
    <w:rsid w:val="00051015"/>
    <w:rsid w:val="00051227"/>
    <w:rsid w:val="00051281"/>
    <w:rsid w:val="000518E5"/>
    <w:rsid w:val="00052633"/>
    <w:rsid w:val="00053331"/>
    <w:rsid w:val="000543B9"/>
    <w:rsid w:val="00054494"/>
    <w:rsid w:val="00054711"/>
    <w:rsid w:val="00054DE8"/>
    <w:rsid w:val="00054F1C"/>
    <w:rsid w:val="0005580A"/>
    <w:rsid w:val="00055887"/>
    <w:rsid w:val="00055A3A"/>
    <w:rsid w:val="000565A7"/>
    <w:rsid w:val="00056A3E"/>
    <w:rsid w:val="00056FFB"/>
    <w:rsid w:val="00057054"/>
    <w:rsid w:val="00057072"/>
    <w:rsid w:val="00057210"/>
    <w:rsid w:val="00060517"/>
    <w:rsid w:val="0006082E"/>
    <w:rsid w:val="0006088B"/>
    <w:rsid w:val="0006091C"/>
    <w:rsid w:val="00060A0E"/>
    <w:rsid w:val="00060CC5"/>
    <w:rsid w:val="0006104B"/>
    <w:rsid w:val="000611D2"/>
    <w:rsid w:val="000614A9"/>
    <w:rsid w:val="0006185A"/>
    <w:rsid w:val="0006236A"/>
    <w:rsid w:val="000629BD"/>
    <w:rsid w:val="00063BF4"/>
    <w:rsid w:val="00064297"/>
    <w:rsid w:val="00064D27"/>
    <w:rsid w:val="00065213"/>
    <w:rsid w:val="0006525E"/>
    <w:rsid w:val="000656AF"/>
    <w:rsid w:val="000661CC"/>
    <w:rsid w:val="00066583"/>
    <w:rsid w:val="000666AA"/>
    <w:rsid w:val="00067047"/>
    <w:rsid w:val="000675DB"/>
    <w:rsid w:val="00067741"/>
    <w:rsid w:val="00067AA6"/>
    <w:rsid w:val="00067F66"/>
    <w:rsid w:val="00070205"/>
    <w:rsid w:val="0007025B"/>
    <w:rsid w:val="00070735"/>
    <w:rsid w:val="000707F5"/>
    <w:rsid w:val="00070EAC"/>
    <w:rsid w:val="000713C5"/>
    <w:rsid w:val="00071715"/>
    <w:rsid w:val="00071F2F"/>
    <w:rsid w:val="0007443F"/>
    <w:rsid w:val="00074A0B"/>
    <w:rsid w:val="00074EB2"/>
    <w:rsid w:val="00074F36"/>
    <w:rsid w:val="00074FB9"/>
    <w:rsid w:val="00075313"/>
    <w:rsid w:val="00075903"/>
    <w:rsid w:val="00075CE4"/>
    <w:rsid w:val="0007624F"/>
    <w:rsid w:val="00076534"/>
    <w:rsid w:val="0007663B"/>
    <w:rsid w:val="0007679A"/>
    <w:rsid w:val="00076BB2"/>
    <w:rsid w:val="00076E8F"/>
    <w:rsid w:val="000778F9"/>
    <w:rsid w:val="000807A7"/>
    <w:rsid w:val="00081132"/>
    <w:rsid w:val="00081331"/>
    <w:rsid w:val="000819ED"/>
    <w:rsid w:val="000822D1"/>
    <w:rsid w:val="00082506"/>
    <w:rsid w:val="00082B77"/>
    <w:rsid w:val="00082BFA"/>
    <w:rsid w:val="00082C72"/>
    <w:rsid w:val="00083801"/>
    <w:rsid w:val="00083A29"/>
    <w:rsid w:val="00083D9B"/>
    <w:rsid w:val="00084497"/>
    <w:rsid w:val="000844B4"/>
    <w:rsid w:val="0008478B"/>
    <w:rsid w:val="000848E5"/>
    <w:rsid w:val="000856C7"/>
    <w:rsid w:val="00085B4A"/>
    <w:rsid w:val="00085F3A"/>
    <w:rsid w:val="00085F5F"/>
    <w:rsid w:val="000861FB"/>
    <w:rsid w:val="00086A0F"/>
    <w:rsid w:val="00086C3E"/>
    <w:rsid w:val="00086D7D"/>
    <w:rsid w:val="00090C47"/>
    <w:rsid w:val="00090DF1"/>
    <w:rsid w:val="00090F38"/>
    <w:rsid w:val="000924C1"/>
    <w:rsid w:val="0009259D"/>
    <w:rsid w:val="0009263B"/>
    <w:rsid w:val="000932BB"/>
    <w:rsid w:val="00093568"/>
    <w:rsid w:val="00093BAC"/>
    <w:rsid w:val="000949D6"/>
    <w:rsid w:val="00094F0D"/>
    <w:rsid w:val="000953E4"/>
    <w:rsid w:val="0009674F"/>
    <w:rsid w:val="0009684E"/>
    <w:rsid w:val="00096915"/>
    <w:rsid w:val="000972DB"/>
    <w:rsid w:val="000974F8"/>
    <w:rsid w:val="00097748"/>
    <w:rsid w:val="000977FA"/>
    <w:rsid w:val="000A0A64"/>
    <w:rsid w:val="000A2A83"/>
    <w:rsid w:val="000A2DEB"/>
    <w:rsid w:val="000A343B"/>
    <w:rsid w:val="000A37F7"/>
    <w:rsid w:val="000A4DA1"/>
    <w:rsid w:val="000A6124"/>
    <w:rsid w:val="000A631D"/>
    <w:rsid w:val="000A65E4"/>
    <w:rsid w:val="000A6E3C"/>
    <w:rsid w:val="000A7713"/>
    <w:rsid w:val="000A7EAA"/>
    <w:rsid w:val="000B0423"/>
    <w:rsid w:val="000B0E0C"/>
    <w:rsid w:val="000B162D"/>
    <w:rsid w:val="000B17F7"/>
    <w:rsid w:val="000B1901"/>
    <w:rsid w:val="000B1A97"/>
    <w:rsid w:val="000B1F23"/>
    <w:rsid w:val="000B3165"/>
    <w:rsid w:val="000B3779"/>
    <w:rsid w:val="000B3C33"/>
    <w:rsid w:val="000B3F71"/>
    <w:rsid w:val="000B4C31"/>
    <w:rsid w:val="000B5037"/>
    <w:rsid w:val="000B51BC"/>
    <w:rsid w:val="000B5320"/>
    <w:rsid w:val="000B55AF"/>
    <w:rsid w:val="000B5787"/>
    <w:rsid w:val="000B619F"/>
    <w:rsid w:val="000B63C0"/>
    <w:rsid w:val="000B6ACF"/>
    <w:rsid w:val="000B6F33"/>
    <w:rsid w:val="000B6F75"/>
    <w:rsid w:val="000B6FBB"/>
    <w:rsid w:val="000B708A"/>
    <w:rsid w:val="000B78D4"/>
    <w:rsid w:val="000B78F2"/>
    <w:rsid w:val="000C0393"/>
    <w:rsid w:val="000C0875"/>
    <w:rsid w:val="000C1554"/>
    <w:rsid w:val="000C188A"/>
    <w:rsid w:val="000C1D62"/>
    <w:rsid w:val="000C2420"/>
    <w:rsid w:val="000C2C9B"/>
    <w:rsid w:val="000C2DC2"/>
    <w:rsid w:val="000C2F7F"/>
    <w:rsid w:val="000C32D6"/>
    <w:rsid w:val="000C4AAA"/>
    <w:rsid w:val="000C4ED3"/>
    <w:rsid w:val="000C51B3"/>
    <w:rsid w:val="000C5C3E"/>
    <w:rsid w:val="000C6234"/>
    <w:rsid w:val="000C64DF"/>
    <w:rsid w:val="000C6D3F"/>
    <w:rsid w:val="000C7122"/>
    <w:rsid w:val="000C7F02"/>
    <w:rsid w:val="000D0C2F"/>
    <w:rsid w:val="000D14E1"/>
    <w:rsid w:val="000D1DA5"/>
    <w:rsid w:val="000D2376"/>
    <w:rsid w:val="000D2673"/>
    <w:rsid w:val="000D27CB"/>
    <w:rsid w:val="000D319A"/>
    <w:rsid w:val="000D4017"/>
    <w:rsid w:val="000D4ACB"/>
    <w:rsid w:val="000D4AEB"/>
    <w:rsid w:val="000D57CC"/>
    <w:rsid w:val="000D59E1"/>
    <w:rsid w:val="000D5A56"/>
    <w:rsid w:val="000D5ADD"/>
    <w:rsid w:val="000E0B39"/>
    <w:rsid w:val="000E0D4D"/>
    <w:rsid w:val="000E1F9E"/>
    <w:rsid w:val="000E2131"/>
    <w:rsid w:val="000E23DE"/>
    <w:rsid w:val="000E24EC"/>
    <w:rsid w:val="000E3120"/>
    <w:rsid w:val="000E3CE9"/>
    <w:rsid w:val="000E3FFB"/>
    <w:rsid w:val="000E5FD1"/>
    <w:rsid w:val="000E6208"/>
    <w:rsid w:val="000E6438"/>
    <w:rsid w:val="000E6D87"/>
    <w:rsid w:val="000E78E7"/>
    <w:rsid w:val="000E799B"/>
    <w:rsid w:val="000F0763"/>
    <w:rsid w:val="000F0A44"/>
    <w:rsid w:val="000F2925"/>
    <w:rsid w:val="000F2FFA"/>
    <w:rsid w:val="000F3D0C"/>
    <w:rsid w:val="000F4284"/>
    <w:rsid w:val="000F4536"/>
    <w:rsid w:val="000F480F"/>
    <w:rsid w:val="000F4D87"/>
    <w:rsid w:val="000F561F"/>
    <w:rsid w:val="000F597F"/>
    <w:rsid w:val="000F6182"/>
    <w:rsid w:val="000F62C0"/>
    <w:rsid w:val="000F674B"/>
    <w:rsid w:val="000F68B2"/>
    <w:rsid w:val="000F6B1A"/>
    <w:rsid w:val="000F74F0"/>
    <w:rsid w:val="0010021B"/>
    <w:rsid w:val="001007CF"/>
    <w:rsid w:val="00100C6C"/>
    <w:rsid w:val="00101562"/>
    <w:rsid w:val="00101954"/>
    <w:rsid w:val="00102BC0"/>
    <w:rsid w:val="001032DB"/>
    <w:rsid w:val="0010358F"/>
    <w:rsid w:val="001035E5"/>
    <w:rsid w:val="00103684"/>
    <w:rsid w:val="001037CE"/>
    <w:rsid w:val="001038DE"/>
    <w:rsid w:val="0010475C"/>
    <w:rsid w:val="00104A62"/>
    <w:rsid w:val="00105733"/>
    <w:rsid w:val="00105CF4"/>
    <w:rsid w:val="00105FB6"/>
    <w:rsid w:val="001061F4"/>
    <w:rsid w:val="00106B36"/>
    <w:rsid w:val="00106D3C"/>
    <w:rsid w:val="00110010"/>
    <w:rsid w:val="00110BB4"/>
    <w:rsid w:val="00110FC7"/>
    <w:rsid w:val="00111245"/>
    <w:rsid w:val="00112C4F"/>
    <w:rsid w:val="00112CC4"/>
    <w:rsid w:val="0011484A"/>
    <w:rsid w:val="0011539B"/>
    <w:rsid w:val="001156D1"/>
    <w:rsid w:val="001172D0"/>
    <w:rsid w:val="00117337"/>
    <w:rsid w:val="0012073B"/>
    <w:rsid w:val="00120E89"/>
    <w:rsid w:val="0012133E"/>
    <w:rsid w:val="00121B18"/>
    <w:rsid w:val="00121DA8"/>
    <w:rsid w:val="00121F4A"/>
    <w:rsid w:val="0012273D"/>
    <w:rsid w:val="00122B75"/>
    <w:rsid w:val="001231BF"/>
    <w:rsid w:val="0012325A"/>
    <w:rsid w:val="001237A1"/>
    <w:rsid w:val="00123B3A"/>
    <w:rsid w:val="00123CCA"/>
    <w:rsid w:val="00123DC0"/>
    <w:rsid w:val="001255BA"/>
    <w:rsid w:val="00125908"/>
    <w:rsid w:val="00125EBE"/>
    <w:rsid w:val="00125F06"/>
    <w:rsid w:val="0012610D"/>
    <w:rsid w:val="0012641A"/>
    <w:rsid w:val="0012663F"/>
    <w:rsid w:val="001269EF"/>
    <w:rsid w:val="001270D7"/>
    <w:rsid w:val="001275F7"/>
    <w:rsid w:val="0012786D"/>
    <w:rsid w:val="0013079B"/>
    <w:rsid w:val="001307BC"/>
    <w:rsid w:val="001329F0"/>
    <w:rsid w:val="00132EA6"/>
    <w:rsid w:val="0013405B"/>
    <w:rsid w:val="001341DF"/>
    <w:rsid w:val="0013573C"/>
    <w:rsid w:val="00135780"/>
    <w:rsid w:val="0013629B"/>
    <w:rsid w:val="00136DFB"/>
    <w:rsid w:val="00136EFC"/>
    <w:rsid w:val="0013728D"/>
    <w:rsid w:val="00137319"/>
    <w:rsid w:val="0014052F"/>
    <w:rsid w:val="00141019"/>
    <w:rsid w:val="00141057"/>
    <w:rsid w:val="00141214"/>
    <w:rsid w:val="00141A07"/>
    <w:rsid w:val="00141CE5"/>
    <w:rsid w:val="00141E98"/>
    <w:rsid w:val="00142B39"/>
    <w:rsid w:val="00142E65"/>
    <w:rsid w:val="001430C0"/>
    <w:rsid w:val="00145F85"/>
    <w:rsid w:val="00146224"/>
    <w:rsid w:val="001466D1"/>
    <w:rsid w:val="00147D1B"/>
    <w:rsid w:val="00150018"/>
    <w:rsid w:val="00150191"/>
    <w:rsid w:val="00150351"/>
    <w:rsid w:val="00151A68"/>
    <w:rsid w:val="00151A78"/>
    <w:rsid w:val="00151E7B"/>
    <w:rsid w:val="001520DD"/>
    <w:rsid w:val="00152784"/>
    <w:rsid w:val="001533DA"/>
    <w:rsid w:val="00153B9E"/>
    <w:rsid w:val="00154A9C"/>
    <w:rsid w:val="00154B04"/>
    <w:rsid w:val="00155B1D"/>
    <w:rsid w:val="001561DA"/>
    <w:rsid w:val="00157232"/>
    <w:rsid w:val="001572CE"/>
    <w:rsid w:val="001579E9"/>
    <w:rsid w:val="00157F4E"/>
    <w:rsid w:val="00161233"/>
    <w:rsid w:val="001621C5"/>
    <w:rsid w:val="00162452"/>
    <w:rsid w:val="001634C1"/>
    <w:rsid w:val="001637AD"/>
    <w:rsid w:val="00164492"/>
    <w:rsid w:val="0016466D"/>
    <w:rsid w:val="00164D66"/>
    <w:rsid w:val="00164F24"/>
    <w:rsid w:val="0016553D"/>
    <w:rsid w:val="00165A54"/>
    <w:rsid w:val="00165AB8"/>
    <w:rsid w:val="00165DFB"/>
    <w:rsid w:val="00166D32"/>
    <w:rsid w:val="001672B2"/>
    <w:rsid w:val="00167DF8"/>
    <w:rsid w:val="00167FE3"/>
    <w:rsid w:val="0017011E"/>
    <w:rsid w:val="001705D7"/>
    <w:rsid w:val="00170692"/>
    <w:rsid w:val="0017096B"/>
    <w:rsid w:val="001709F6"/>
    <w:rsid w:val="00170A06"/>
    <w:rsid w:val="00171378"/>
    <w:rsid w:val="00171E63"/>
    <w:rsid w:val="00172BB9"/>
    <w:rsid w:val="0017318E"/>
    <w:rsid w:val="0017339F"/>
    <w:rsid w:val="00173D1B"/>
    <w:rsid w:val="001743E7"/>
    <w:rsid w:val="00174464"/>
    <w:rsid w:val="00175191"/>
    <w:rsid w:val="00175772"/>
    <w:rsid w:val="001764BC"/>
    <w:rsid w:val="00176DCB"/>
    <w:rsid w:val="001770B6"/>
    <w:rsid w:val="0017721C"/>
    <w:rsid w:val="001773FE"/>
    <w:rsid w:val="00177567"/>
    <w:rsid w:val="00177861"/>
    <w:rsid w:val="00180874"/>
    <w:rsid w:val="001809CF"/>
    <w:rsid w:val="00180E2F"/>
    <w:rsid w:val="00182082"/>
    <w:rsid w:val="001820A6"/>
    <w:rsid w:val="00183516"/>
    <w:rsid w:val="00183695"/>
    <w:rsid w:val="0018417A"/>
    <w:rsid w:val="00184942"/>
    <w:rsid w:val="00184A9B"/>
    <w:rsid w:val="00184C03"/>
    <w:rsid w:val="001852DD"/>
    <w:rsid w:val="001853F9"/>
    <w:rsid w:val="0018720E"/>
    <w:rsid w:val="00187606"/>
    <w:rsid w:val="00187C30"/>
    <w:rsid w:val="00187C4A"/>
    <w:rsid w:val="00187F59"/>
    <w:rsid w:val="00190035"/>
    <w:rsid w:val="001902A5"/>
    <w:rsid w:val="001907F6"/>
    <w:rsid w:val="001916C3"/>
    <w:rsid w:val="00192307"/>
    <w:rsid w:val="00194E9F"/>
    <w:rsid w:val="00194FB8"/>
    <w:rsid w:val="00195579"/>
    <w:rsid w:val="00195877"/>
    <w:rsid w:val="00195AE6"/>
    <w:rsid w:val="00195FB7"/>
    <w:rsid w:val="0019628F"/>
    <w:rsid w:val="00196D0D"/>
    <w:rsid w:val="00197255"/>
    <w:rsid w:val="00197522"/>
    <w:rsid w:val="00197544"/>
    <w:rsid w:val="00197670"/>
    <w:rsid w:val="001A02E5"/>
    <w:rsid w:val="001A0647"/>
    <w:rsid w:val="001A099B"/>
    <w:rsid w:val="001A18CA"/>
    <w:rsid w:val="001A294C"/>
    <w:rsid w:val="001A3170"/>
    <w:rsid w:val="001A3B78"/>
    <w:rsid w:val="001A3C6E"/>
    <w:rsid w:val="001A4B93"/>
    <w:rsid w:val="001A596D"/>
    <w:rsid w:val="001A59F2"/>
    <w:rsid w:val="001A603E"/>
    <w:rsid w:val="001A66D2"/>
    <w:rsid w:val="001A7319"/>
    <w:rsid w:val="001A74CB"/>
    <w:rsid w:val="001A76F8"/>
    <w:rsid w:val="001A7840"/>
    <w:rsid w:val="001B007E"/>
    <w:rsid w:val="001B03E9"/>
    <w:rsid w:val="001B04BE"/>
    <w:rsid w:val="001B06BA"/>
    <w:rsid w:val="001B0A82"/>
    <w:rsid w:val="001B0F8A"/>
    <w:rsid w:val="001B116C"/>
    <w:rsid w:val="001B1AD2"/>
    <w:rsid w:val="001B2B4B"/>
    <w:rsid w:val="001B2CE7"/>
    <w:rsid w:val="001B2FB0"/>
    <w:rsid w:val="001B3157"/>
    <w:rsid w:val="001B31D6"/>
    <w:rsid w:val="001B37AE"/>
    <w:rsid w:val="001B3AD8"/>
    <w:rsid w:val="001B4013"/>
    <w:rsid w:val="001B4A45"/>
    <w:rsid w:val="001B4E56"/>
    <w:rsid w:val="001B4F1A"/>
    <w:rsid w:val="001B533D"/>
    <w:rsid w:val="001B5680"/>
    <w:rsid w:val="001B6128"/>
    <w:rsid w:val="001B62F6"/>
    <w:rsid w:val="001B6CF3"/>
    <w:rsid w:val="001B6D63"/>
    <w:rsid w:val="001B6DB7"/>
    <w:rsid w:val="001C0194"/>
    <w:rsid w:val="001C0429"/>
    <w:rsid w:val="001C0BD7"/>
    <w:rsid w:val="001C1153"/>
    <w:rsid w:val="001C1306"/>
    <w:rsid w:val="001C1AC2"/>
    <w:rsid w:val="001C1CDC"/>
    <w:rsid w:val="001C297C"/>
    <w:rsid w:val="001C34AA"/>
    <w:rsid w:val="001C3847"/>
    <w:rsid w:val="001C38BD"/>
    <w:rsid w:val="001C397F"/>
    <w:rsid w:val="001C3BB7"/>
    <w:rsid w:val="001C3F9D"/>
    <w:rsid w:val="001C4819"/>
    <w:rsid w:val="001C4B78"/>
    <w:rsid w:val="001C4D91"/>
    <w:rsid w:val="001C58DF"/>
    <w:rsid w:val="001C6372"/>
    <w:rsid w:val="001C68BC"/>
    <w:rsid w:val="001C7920"/>
    <w:rsid w:val="001C7A79"/>
    <w:rsid w:val="001D0ABC"/>
    <w:rsid w:val="001D16E1"/>
    <w:rsid w:val="001D184C"/>
    <w:rsid w:val="001D1F88"/>
    <w:rsid w:val="001D2099"/>
    <w:rsid w:val="001D2483"/>
    <w:rsid w:val="001D2B8F"/>
    <w:rsid w:val="001D3233"/>
    <w:rsid w:val="001D3312"/>
    <w:rsid w:val="001D39BD"/>
    <w:rsid w:val="001D3CE2"/>
    <w:rsid w:val="001D3D37"/>
    <w:rsid w:val="001D4047"/>
    <w:rsid w:val="001D4316"/>
    <w:rsid w:val="001D4BE5"/>
    <w:rsid w:val="001D5E42"/>
    <w:rsid w:val="001D6635"/>
    <w:rsid w:val="001D6A7A"/>
    <w:rsid w:val="001D6CAC"/>
    <w:rsid w:val="001D6D8C"/>
    <w:rsid w:val="001D710B"/>
    <w:rsid w:val="001E076F"/>
    <w:rsid w:val="001E1B2F"/>
    <w:rsid w:val="001E1C25"/>
    <w:rsid w:val="001E3985"/>
    <w:rsid w:val="001E4495"/>
    <w:rsid w:val="001E5963"/>
    <w:rsid w:val="001E61FB"/>
    <w:rsid w:val="001E6B53"/>
    <w:rsid w:val="001E75DC"/>
    <w:rsid w:val="001E767E"/>
    <w:rsid w:val="001E7BE9"/>
    <w:rsid w:val="001F0979"/>
    <w:rsid w:val="001F0F81"/>
    <w:rsid w:val="001F1210"/>
    <w:rsid w:val="001F1228"/>
    <w:rsid w:val="001F198B"/>
    <w:rsid w:val="001F1A71"/>
    <w:rsid w:val="001F20D6"/>
    <w:rsid w:val="001F2A71"/>
    <w:rsid w:val="001F2C68"/>
    <w:rsid w:val="001F2C78"/>
    <w:rsid w:val="001F36FD"/>
    <w:rsid w:val="001F37F4"/>
    <w:rsid w:val="001F39EC"/>
    <w:rsid w:val="001F4795"/>
    <w:rsid w:val="001F58BA"/>
    <w:rsid w:val="001F5B7A"/>
    <w:rsid w:val="001F5CB0"/>
    <w:rsid w:val="001F66AC"/>
    <w:rsid w:val="001F6D59"/>
    <w:rsid w:val="001F7122"/>
    <w:rsid w:val="001F7150"/>
    <w:rsid w:val="001F7228"/>
    <w:rsid w:val="001F737A"/>
    <w:rsid w:val="001F7859"/>
    <w:rsid w:val="001F7B8F"/>
    <w:rsid w:val="0020004B"/>
    <w:rsid w:val="00200AFE"/>
    <w:rsid w:val="002012C2"/>
    <w:rsid w:val="00201BC5"/>
    <w:rsid w:val="0020258F"/>
    <w:rsid w:val="00202B56"/>
    <w:rsid w:val="00202B6D"/>
    <w:rsid w:val="00204A6F"/>
    <w:rsid w:val="00204AC5"/>
    <w:rsid w:val="00204D49"/>
    <w:rsid w:val="00204E35"/>
    <w:rsid w:val="002050BA"/>
    <w:rsid w:val="00206C12"/>
    <w:rsid w:val="00207A1C"/>
    <w:rsid w:val="00210287"/>
    <w:rsid w:val="00210F72"/>
    <w:rsid w:val="00211506"/>
    <w:rsid w:val="00212110"/>
    <w:rsid w:val="002127B9"/>
    <w:rsid w:val="0021420C"/>
    <w:rsid w:val="00215305"/>
    <w:rsid w:val="00215405"/>
    <w:rsid w:val="00215D9A"/>
    <w:rsid w:val="0021635C"/>
    <w:rsid w:val="00216390"/>
    <w:rsid w:val="00217491"/>
    <w:rsid w:val="00220696"/>
    <w:rsid w:val="00221B08"/>
    <w:rsid w:val="002221E4"/>
    <w:rsid w:val="002224C5"/>
    <w:rsid w:val="0022262F"/>
    <w:rsid w:val="00222852"/>
    <w:rsid w:val="00222A68"/>
    <w:rsid w:val="00222ABA"/>
    <w:rsid w:val="00222CC0"/>
    <w:rsid w:val="0022356B"/>
    <w:rsid w:val="00224180"/>
    <w:rsid w:val="002245BF"/>
    <w:rsid w:val="0022465D"/>
    <w:rsid w:val="002249C5"/>
    <w:rsid w:val="002256B9"/>
    <w:rsid w:val="00225C79"/>
    <w:rsid w:val="00225E2D"/>
    <w:rsid w:val="00225E47"/>
    <w:rsid w:val="0022661C"/>
    <w:rsid w:val="00226D54"/>
    <w:rsid w:val="00227206"/>
    <w:rsid w:val="002273B4"/>
    <w:rsid w:val="0022740B"/>
    <w:rsid w:val="00227F31"/>
    <w:rsid w:val="002309C3"/>
    <w:rsid w:val="00230DA9"/>
    <w:rsid w:val="00231BA2"/>
    <w:rsid w:val="00232A81"/>
    <w:rsid w:val="0023394B"/>
    <w:rsid w:val="002346A2"/>
    <w:rsid w:val="002350D3"/>
    <w:rsid w:val="00235341"/>
    <w:rsid w:val="00235470"/>
    <w:rsid w:val="002354C4"/>
    <w:rsid w:val="002361D9"/>
    <w:rsid w:val="002363A9"/>
    <w:rsid w:val="002366AF"/>
    <w:rsid w:val="00236832"/>
    <w:rsid w:val="00236E66"/>
    <w:rsid w:val="00236F9F"/>
    <w:rsid w:val="002373DB"/>
    <w:rsid w:val="0023763C"/>
    <w:rsid w:val="00240496"/>
    <w:rsid w:val="00240B70"/>
    <w:rsid w:val="00242800"/>
    <w:rsid w:val="0024467B"/>
    <w:rsid w:val="00244A5E"/>
    <w:rsid w:val="00244F54"/>
    <w:rsid w:val="0024756E"/>
    <w:rsid w:val="00247C86"/>
    <w:rsid w:val="00250048"/>
    <w:rsid w:val="00250EF0"/>
    <w:rsid w:val="00251130"/>
    <w:rsid w:val="0025133F"/>
    <w:rsid w:val="00251713"/>
    <w:rsid w:val="00251DE6"/>
    <w:rsid w:val="00252434"/>
    <w:rsid w:val="002526E3"/>
    <w:rsid w:val="002530A4"/>
    <w:rsid w:val="00253C81"/>
    <w:rsid w:val="00254059"/>
    <w:rsid w:val="00254533"/>
    <w:rsid w:val="0025463E"/>
    <w:rsid w:val="00255B50"/>
    <w:rsid w:val="00255BBA"/>
    <w:rsid w:val="002560CA"/>
    <w:rsid w:val="0025649A"/>
    <w:rsid w:val="002568D4"/>
    <w:rsid w:val="00256AD4"/>
    <w:rsid w:val="00256BA7"/>
    <w:rsid w:val="00256CF6"/>
    <w:rsid w:val="00257026"/>
    <w:rsid w:val="00257905"/>
    <w:rsid w:val="00257911"/>
    <w:rsid w:val="00260C3D"/>
    <w:rsid w:val="00261053"/>
    <w:rsid w:val="00261067"/>
    <w:rsid w:val="002610D6"/>
    <w:rsid w:val="00261B79"/>
    <w:rsid w:val="00262A38"/>
    <w:rsid w:val="00263021"/>
    <w:rsid w:val="00263789"/>
    <w:rsid w:val="002649BB"/>
    <w:rsid w:val="002654D7"/>
    <w:rsid w:val="00265B71"/>
    <w:rsid w:val="0026601F"/>
    <w:rsid w:val="002664FE"/>
    <w:rsid w:val="00266BE6"/>
    <w:rsid w:val="0026710F"/>
    <w:rsid w:val="002673D4"/>
    <w:rsid w:val="00267550"/>
    <w:rsid w:val="00270B2F"/>
    <w:rsid w:val="00270E5A"/>
    <w:rsid w:val="00271703"/>
    <w:rsid w:val="00271785"/>
    <w:rsid w:val="00271CD0"/>
    <w:rsid w:val="00271FDA"/>
    <w:rsid w:val="0027294C"/>
    <w:rsid w:val="0027327B"/>
    <w:rsid w:val="00273F5D"/>
    <w:rsid w:val="0027498A"/>
    <w:rsid w:val="00275086"/>
    <w:rsid w:val="002755DB"/>
    <w:rsid w:val="00275DEB"/>
    <w:rsid w:val="00276210"/>
    <w:rsid w:val="002764FF"/>
    <w:rsid w:val="00276630"/>
    <w:rsid w:val="00276B9B"/>
    <w:rsid w:val="002779B7"/>
    <w:rsid w:val="00280003"/>
    <w:rsid w:val="002805CE"/>
    <w:rsid w:val="00280ACD"/>
    <w:rsid w:val="00280B66"/>
    <w:rsid w:val="0028139C"/>
    <w:rsid w:val="00281CB9"/>
    <w:rsid w:val="00281D8D"/>
    <w:rsid w:val="0028215C"/>
    <w:rsid w:val="002825B0"/>
    <w:rsid w:val="00282841"/>
    <w:rsid w:val="002828C9"/>
    <w:rsid w:val="00283092"/>
    <w:rsid w:val="00284428"/>
    <w:rsid w:val="0028472A"/>
    <w:rsid w:val="00284FF6"/>
    <w:rsid w:val="00285AC1"/>
    <w:rsid w:val="00285B98"/>
    <w:rsid w:val="00285E0B"/>
    <w:rsid w:val="00286CBD"/>
    <w:rsid w:val="002872C5"/>
    <w:rsid w:val="002872D6"/>
    <w:rsid w:val="00287425"/>
    <w:rsid w:val="0028799E"/>
    <w:rsid w:val="00287A87"/>
    <w:rsid w:val="00290B9D"/>
    <w:rsid w:val="00290C5B"/>
    <w:rsid w:val="0029109C"/>
    <w:rsid w:val="002911E1"/>
    <w:rsid w:val="002919CB"/>
    <w:rsid w:val="002925E6"/>
    <w:rsid w:val="002926A8"/>
    <w:rsid w:val="00292DAD"/>
    <w:rsid w:val="002947FD"/>
    <w:rsid w:val="0029527C"/>
    <w:rsid w:val="00295799"/>
    <w:rsid w:val="00295F46"/>
    <w:rsid w:val="002966EE"/>
    <w:rsid w:val="00296D9C"/>
    <w:rsid w:val="002973F5"/>
    <w:rsid w:val="002975A0"/>
    <w:rsid w:val="00297D0A"/>
    <w:rsid w:val="00297D94"/>
    <w:rsid w:val="002A06F6"/>
    <w:rsid w:val="002A076E"/>
    <w:rsid w:val="002A0850"/>
    <w:rsid w:val="002A16BB"/>
    <w:rsid w:val="002A173A"/>
    <w:rsid w:val="002A1760"/>
    <w:rsid w:val="002A1ACA"/>
    <w:rsid w:val="002A1D45"/>
    <w:rsid w:val="002A2ED5"/>
    <w:rsid w:val="002A3042"/>
    <w:rsid w:val="002A3197"/>
    <w:rsid w:val="002A31AF"/>
    <w:rsid w:val="002A38EF"/>
    <w:rsid w:val="002A3CB3"/>
    <w:rsid w:val="002A4478"/>
    <w:rsid w:val="002A4F23"/>
    <w:rsid w:val="002A61FD"/>
    <w:rsid w:val="002A64B5"/>
    <w:rsid w:val="002A699A"/>
    <w:rsid w:val="002A6A54"/>
    <w:rsid w:val="002A6FEA"/>
    <w:rsid w:val="002A7741"/>
    <w:rsid w:val="002A7DC8"/>
    <w:rsid w:val="002A7E46"/>
    <w:rsid w:val="002B01AF"/>
    <w:rsid w:val="002B032F"/>
    <w:rsid w:val="002B15AA"/>
    <w:rsid w:val="002B1B4C"/>
    <w:rsid w:val="002B2C85"/>
    <w:rsid w:val="002B301A"/>
    <w:rsid w:val="002B3156"/>
    <w:rsid w:val="002B3356"/>
    <w:rsid w:val="002B3548"/>
    <w:rsid w:val="002B3AAF"/>
    <w:rsid w:val="002B434C"/>
    <w:rsid w:val="002B4D20"/>
    <w:rsid w:val="002B50BE"/>
    <w:rsid w:val="002B50E8"/>
    <w:rsid w:val="002B69CD"/>
    <w:rsid w:val="002C0FC2"/>
    <w:rsid w:val="002C1121"/>
    <w:rsid w:val="002C18DA"/>
    <w:rsid w:val="002C1A49"/>
    <w:rsid w:val="002C1A5C"/>
    <w:rsid w:val="002C1C5E"/>
    <w:rsid w:val="002C1ED3"/>
    <w:rsid w:val="002C2037"/>
    <w:rsid w:val="002C22F4"/>
    <w:rsid w:val="002C2342"/>
    <w:rsid w:val="002C23CE"/>
    <w:rsid w:val="002C27AF"/>
    <w:rsid w:val="002C37D0"/>
    <w:rsid w:val="002C3933"/>
    <w:rsid w:val="002C458E"/>
    <w:rsid w:val="002C58B5"/>
    <w:rsid w:val="002C60BB"/>
    <w:rsid w:val="002C62EA"/>
    <w:rsid w:val="002C66D9"/>
    <w:rsid w:val="002D02E0"/>
    <w:rsid w:val="002D0B7A"/>
    <w:rsid w:val="002D1372"/>
    <w:rsid w:val="002D18A3"/>
    <w:rsid w:val="002D2188"/>
    <w:rsid w:val="002D25CB"/>
    <w:rsid w:val="002D28A0"/>
    <w:rsid w:val="002D2E56"/>
    <w:rsid w:val="002D3786"/>
    <w:rsid w:val="002D4B46"/>
    <w:rsid w:val="002D5579"/>
    <w:rsid w:val="002D5786"/>
    <w:rsid w:val="002D5845"/>
    <w:rsid w:val="002D592C"/>
    <w:rsid w:val="002D62B5"/>
    <w:rsid w:val="002D63A7"/>
    <w:rsid w:val="002D6628"/>
    <w:rsid w:val="002D6F6A"/>
    <w:rsid w:val="002D6FE4"/>
    <w:rsid w:val="002D7867"/>
    <w:rsid w:val="002E0060"/>
    <w:rsid w:val="002E010C"/>
    <w:rsid w:val="002E04DA"/>
    <w:rsid w:val="002E0D3B"/>
    <w:rsid w:val="002E11DB"/>
    <w:rsid w:val="002E1253"/>
    <w:rsid w:val="002E147E"/>
    <w:rsid w:val="002E182B"/>
    <w:rsid w:val="002E2CEE"/>
    <w:rsid w:val="002E2CFD"/>
    <w:rsid w:val="002E2DBB"/>
    <w:rsid w:val="002E3769"/>
    <w:rsid w:val="002E4691"/>
    <w:rsid w:val="002E4F15"/>
    <w:rsid w:val="002E5A83"/>
    <w:rsid w:val="002E6F94"/>
    <w:rsid w:val="002F02D0"/>
    <w:rsid w:val="002F04CE"/>
    <w:rsid w:val="002F0DF1"/>
    <w:rsid w:val="002F0F4E"/>
    <w:rsid w:val="002F13E8"/>
    <w:rsid w:val="002F1666"/>
    <w:rsid w:val="002F1D2F"/>
    <w:rsid w:val="002F1E02"/>
    <w:rsid w:val="002F2F5D"/>
    <w:rsid w:val="002F30B2"/>
    <w:rsid w:val="002F31CA"/>
    <w:rsid w:val="002F3BCA"/>
    <w:rsid w:val="002F3F71"/>
    <w:rsid w:val="002F46FB"/>
    <w:rsid w:val="002F4BB8"/>
    <w:rsid w:val="002F52CB"/>
    <w:rsid w:val="002F533D"/>
    <w:rsid w:val="002F5568"/>
    <w:rsid w:val="002F587A"/>
    <w:rsid w:val="002F5D52"/>
    <w:rsid w:val="002F5D94"/>
    <w:rsid w:val="002F7E53"/>
    <w:rsid w:val="0030004E"/>
    <w:rsid w:val="00300152"/>
    <w:rsid w:val="00300186"/>
    <w:rsid w:val="00300BE3"/>
    <w:rsid w:val="0030139D"/>
    <w:rsid w:val="003014FF"/>
    <w:rsid w:val="003020F6"/>
    <w:rsid w:val="003023DC"/>
    <w:rsid w:val="003048A0"/>
    <w:rsid w:val="003063BA"/>
    <w:rsid w:val="00307754"/>
    <w:rsid w:val="00307765"/>
    <w:rsid w:val="00307808"/>
    <w:rsid w:val="0031116A"/>
    <w:rsid w:val="00312BDD"/>
    <w:rsid w:val="00312FE4"/>
    <w:rsid w:val="003139E1"/>
    <w:rsid w:val="00313C18"/>
    <w:rsid w:val="00314358"/>
    <w:rsid w:val="00316310"/>
    <w:rsid w:val="00316E8F"/>
    <w:rsid w:val="00317179"/>
    <w:rsid w:val="00317914"/>
    <w:rsid w:val="00320379"/>
    <w:rsid w:val="00320C90"/>
    <w:rsid w:val="00320D04"/>
    <w:rsid w:val="00321F25"/>
    <w:rsid w:val="00321FA3"/>
    <w:rsid w:val="003221B6"/>
    <w:rsid w:val="003227EA"/>
    <w:rsid w:val="00322852"/>
    <w:rsid w:val="003229AA"/>
    <w:rsid w:val="003232F3"/>
    <w:rsid w:val="00323BB2"/>
    <w:rsid w:val="00323F71"/>
    <w:rsid w:val="00324403"/>
    <w:rsid w:val="003245D9"/>
    <w:rsid w:val="003248B5"/>
    <w:rsid w:val="003249ED"/>
    <w:rsid w:val="00324CD3"/>
    <w:rsid w:val="00324E92"/>
    <w:rsid w:val="003252BB"/>
    <w:rsid w:val="003252FE"/>
    <w:rsid w:val="003255EC"/>
    <w:rsid w:val="0032566D"/>
    <w:rsid w:val="0032649E"/>
    <w:rsid w:val="0032699C"/>
    <w:rsid w:val="00326C27"/>
    <w:rsid w:val="003278EC"/>
    <w:rsid w:val="00327D36"/>
    <w:rsid w:val="00330542"/>
    <w:rsid w:val="00330EFC"/>
    <w:rsid w:val="00330F09"/>
    <w:rsid w:val="00331919"/>
    <w:rsid w:val="00331F3A"/>
    <w:rsid w:val="003321D2"/>
    <w:rsid w:val="00332275"/>
    <w:rsid w:val="00332655"/>
    <w:rsid w:val="003329ED"/>
    <w:rsid w:val="003330C3"/>
    <w:rsid w:val="00333495"/>
    <w:rsid w:val="00333BC4"/>
    <w:rsid w:val="00333F2A"/>
    <w:rsid w:val="00335107"/>
    <w:rsid w:val="00335687"/>
    <w:rsid w:val="003356D5"/>
    <w:rsid w:val="00335827"/>
    <w:rsid w:val="00336CFF"/>
    <w:rsid w:val="00336E80"/>
    <w:rsid w:val="003371B2"/>
    <w:rsid w:val="003371C3"/>
    <w:rsid w:val="003375BC"/>
    <w:rsid w:val="00337D3D"/>
    <w:rsid w:val="00337DA8"/>
    <w:rsid w:val="00340135"/>
    <w:rsid w:val="0034025C"/>
    <w:rsid w:val="00340974"/>
    <w:rsid w:val="003411C9"/>
    <w:rsid w:val="0034141F"/>
    <w:rsid w:val="00342868"/>
    <w:rsid w:val="00342B69"/>
    <w:rsid w:val="003456FF"/>
    <w:rsid w:val="00345B0E"/>
    <w:rsid w:val="00345DA2"/>
    <w:rsid w:val="00346448"/>
    <w:rsid w:val="00346B85"/>
    <w:rsid w:val="0034714B"/>
    <w:rsid w:val="00347680"/>
    <w:rsid w:val="0034786E"/>
    <w:rsid w:val="00347E11"/>
    <w:rsid w:val="00351D6D"/>
    <w:rsid w:val="003536E9"/>
    <w:rsid w:val="003539F4"/>
    <w:rsid w:val="00354073"/>
    <w:rsid w:val="00354622"/>
    <w:rsid w:val="00355091"/>
    <w:rsid w:val="00356057"/>
    <w:rsid w:val="00356C52"/>
    <w:rsid w:val="00356D5E"/>
    <w:rsid w:val="003579B3"/>
    <w:rsid w:val="00357C4E"/>
    <w:rsid w:val="00360A21"/>
    <w:rsid w:val="00360EF4"/>
    <w:rsid w:val="00361056"/>
    <w:rsid w:val="003613C2"/>
    <w:rsid w:val="0036197A"/>
    <w:rsid w:val="00361A42"/>
    <w:rsid w:val="00361B0B"/>
    <w:rsid w:val="00361EC3"/>
    <w:rsid w:val="00364078"/>
    <w:rsid w:val="0036442E"/>
    <w:rsid w:val="00364B58"/>
    <w:rsid w:val="003658DA"/>
    <w:rsid w:val="00365BC6"/>
    <w:rsid w:val="0036613F"/>
    <w:rsid w:val="0036662B"/>
    <w:rsid w:val="00366AC4"/>
    <w:rsid w:val="003673A7"/>
    <w:rsid w:val="00367CE7"/>
    <w:rsid w:val="00370D1C"/>
    <w:rsid w:val="00372477"/>
    <w:rsid w:val="003729A9"/>
    <w:rsid w:val="00372FED"/>
    <w:rsid w:val="003732BA"/>
    <w:rsid w:val="00376009"/>
    <w:rsid w:val="00376025"/>
    <w:rsid w:val="00376394"/>
    <w:rsid w:val="0037688D"/>
    <w:rsid w:val="00376B3B"/>
    <w:rsid w:val="0037723A"/>
    <w:rsid w:val="003772D9"/>
    <w:rsid w:val="00377ACD"/>
    <w:rsid w:val="00380AC9"/>
    <w:rsid w:val="00381E94"/>
    <w:rsid w:val="00382057"/>
    <w:rsid w:val="003821FD"/>
    <w:rsid w:val="003828B2"/>
    <w:rsid w:val="00382B7C"/>
    <w:rsid w:val="003834AD"/>
    <w:rsid w:val="00383587"/>
    <w:rsid w:val="00383AF1"/>
    <w:rsid w:val="003843F0"/>
    <w:rsid w:val="00384DE0"/>
    <w:rsid w:val="00385E2E"/>
    <w:rsid w:val="00387099"/>
    <w:rsid w:val="003870B1"/>
    <w:rsid w:val="00390301"/>
    <w:rsid w:val="00391729"/>
    <w:rsid w:val="00391B2C"/>
    <w:rsid w:val="00391D48"/>
    <w:rsid w:val="003924AA"/>
    <w:rsid w:val="00392CD7"/>
    <w:rsid w:val="0039327C"/>
    <w:rsid w:val="003933FB"/>
    <w:rsid w:val="00394845"/>
    <w:rsid w:val="0039504F"/>
    <w:rsid w:val="003951B9"/>
    <w:rsid w:val="00395711"/>
    <w:rsid w:val="00395B90"/>
    <w:rsid w:val="00395F84"/>
    <w:rsid w:val="00396639"/>
    <w:rsid w:val="003968A4"/>
    <w:rsid w:val="00397201"/>
    <w:rsid w:val="003972C9"/>
    <w:rsid w:val="003974B9"/>
    <w:rsid w:val="003A02C2"/>
    <w:rsid w:val="003A0FBC"/>
    <w:rsid w:val="003A1413"/>
    <w:rsid w:val="003A1611"/>
    <w:rsid w:val="003A1777"/>
    <w:rsid w:val="003A1CD0"/>
    <w:rsid w:val="003A1F06"/>
    <w:rsid w:val="003A1F2D"/>
    <w:rsid w:val="003A200D"/>
    <w:rsid w:val="003A22CB"/>
    <w:rsid w:val="003A2D33"/>
    <w:rsid w:val="003A3938"/>
    <w:rsid w:val="003A3A25"/>
    <w:rsid w:val="003A3FE2"/>
    <w:rsid w:val="003A407B"/>
    <w:rsid w:val="003A455B"/>
    <w:rsid w:val="003A4D62"/>
    <w:rsid w:val="003A4E05"/>
    <w:rsid w:val="003A5157"/>
    <w:rsid w:val="003A52C1"/>
    <w:rsid w:val="003A60E1"/>
    <w:rsid w:val="003A6323"/>
    <w:rsid w:val="003A6B3C"/>
    <w:rsid w:val="003A6D3E"/>
    <w:rsid w:val="003A6DC7"/>
    <w:rsid w:val="003A7675"/>
    <w:rsid w:val="003B024C"/>
    <w:rsid w:val="003B086B"/>
    <w:rsid w:val="003B0B06"/>
    <w:rsid w:val="003B0C52"/>
    <w:rsid w:val="003B14C5"/>
    <w:rsid w:val="003B1616"/>
    <w:rsid w:val="003B1AA6"/>
    <w:rsid w:val="003B2AF5"/>
    <w:rsid w:val="003B2B23"/>
    <w:rsid w:val="003B307C"/>
    <w:rsid w:val="003B3427"/>
    <w:rsid w:val="003B34DA"/>
    <w:rsid w:val="003B3908"/>
    <w:rsid w:val="003B3DE8"/>
    <w:rsid w:val="003B4626"/>
    <w:rsid w:val="003B4CBE"/>
    <w:rsid w:val="003B4F2C"/>
    <w:rsid w:val="003B4FBC"/>
    <w:rsid w:val="003B57FA"/>
    <w:rsid w:val="003B5AEB"/>
    <w:rsid w:val="003B5CE0"/>
    <w:rsid w:val="003B5ECB"/>
    <w:rsid w:val="003B6A9D"/>
    <w:rsid w:val="003B70EB"/>
    <w:rsid w:val="003C0731"/>
    <w:rsid w:val="003C09F4"/>
    <w:rsid w:val="003C0ACA"/>
    <w:rsid w:val="003C14D3"/>
    <w:rsid w:val="003C176E"/>
    <w:rsid w:val="003C1D1E"/>
    <w:rsid w:val="003C28BD"/>
    <w:rsid w:val="003C2941"/>
    <w:rsid w:val="003C338E"/>
    <w:rsid w:val="003C3563"/>
    <w:rsid w:val="003C35F9"/>
    <w:rsid w:val="003C39DB"/>
    <w:rsid w:val="003C4AD6"/>
    <w:rsid w:val="003C515E"/>
    <w:rsid w:val="003C548E"/>
    <w:rsid w:val="003C5CBB"/>
    <w:rsid w:val="003C6553"/>
    <w:rsid w:val="003C6ED0"/>
    <w:rsid w:val="003C79F7"/>
    <w:rsid w:val="003D0802"/>
    <w:rsid w:val="003D0D62"/>
    <w:rsid w:val="003D19C0"/>
    <w:rsid w:val="003D1A3D"/>
    <w:rsid w:val="003D1D9B"/>
    <w:rsid w:val="003D2270"/>
    <w:rsid w:val="003D22A3"/>
    <w:rsid w:val="003D4252"/>
    <w:rsid w:val="003D42C6"/>
    <w:rsid w:val="003D42D9"/>
    <w:rsid w:val="003D4AA3"/>
    <w:rsid w:val="003D5069"/>
    <w:rsid w:val="003D51A5"/>
    <w:rsid w:val="003D56B2"/>
    <w:rsid w:val="003D666E"/>
    <w:rsid w:val="003D69AE"/>
    <w:rsid w:val="003D6CA1"/>
    <w:rsid w:val="003D70A1"/>
    <w:rsid w:val="003D74D6"/>
    <w:rsid w:val="003D7B1F"/>
    <w:rsid w:val="003E03CD"/>
    <w:rsid w:val="003E0744"/>
    <w:rsid w:val="003E098C"/>
    <w:rsid w:val="003E15F4"/>
    <w:rsid w:val="003E1B6A"/>
    <w:rsid w:val="003E2D4D"/>
    <w:rsid w:val="003E37BC"/>
    <w:rsid w:val="003E397F"/>
    <w:rsid w:val="003E435B"/>
    <w:rsid w:val="003E47FF"/>
    <w:rsid w:val="003E52AE"/>
    <w:rsid w:val="003E7338"/>
    <w:rsid w:val="003E755F"/>
    <w:rsid w:val="003E7589"/>
    <w:rsid w:val="003E7790"/>
    <w:rsid w:val="003E77A0"/>
    <w:rsid w:val="003E7923"/>
    <w:rsid w:val="003E7FC0"/>
    <w:rsid w:val="003F15FE"/>
    <w:rsid w:val="003F1643"/>
    <w:rsid w:val="003F16F6"/>
    <w:rsid w:val="003F17CA"/>
    <w:rsid w:val="003F2110"/>
    <w:rsid w:val="003F265D"/>
    <w:rsid w:val="003F284C"/>
    <w:rsid w:val="003F38B8"/>
    <w:rsid w:val="003F4640"/>
    <w:rsid w:val="003F4D7F"/>
    <w:rsid w:val="003F4EB4"/>
    <w:rsid w:val="003F5382"/>
    <w:rsid w:val="003F5F3A"/>
    <w:rsid w:val="003F6048"/>
    <w:rsid w:val="003F60FD"/>
    <w:rsid w:val="003F63AA"/>
    <w:rsid w:val="003F671D"/>
    <w:rsid w:val="003F678A"/>
    <w:rsid w:val="003F6FD8"/>
    <w:rsid w:val="003F7A1C"/>
    <w:rsid w:val="003F7E17"/>
    <w:rsid w:val="00400569"/>
    <w:rsid w:val="004005EE"/>
    <w:rsid w:val="004007B0"/>
    <w:rsid w:val="00401D72"/>
    <w:rsid w:val="00402370"/>
    <w:rsid w:val="00402580"/>
    <w:rsid w:val="00402836"/>
    <w:rsid w:val="00403BCA"/>
    <w:rsid w:val="0040463D"/>
    <w:rsid w:val="0040470E"/>
    <w:rsid w:val="00404924"/>
    <w:rsid w:val="00404BD0"/>
    <w:rsid w:val="004050E1"/>
    <w:rsid w:val="00405CDC"/>
    <w:rsid w:val="00405DE3"/>
    <w:rsid w:val="00405F44"/>
    <w:rsid w:val="00406B1E"/>
    <w:rsid w:val="0041170A"/>
    <w:rsid w:val="00412226"/>
    <w:rsid w:val="00412394"/>
    <w:rsid w:val="0041303D"/>
    <w:rsid w:val="00414CF8"/>
    <w:rsid w:val="00415418"/>
    <w:rsid w:val="004161A7"/>
    <w:rsid w:val="004163BD"/>
    <w:rsid w:val="0041752D"/>
    <w:rsid w:val="00420210"/>
    <w:rsid w:val="004202A9"/>
    <w:rsid w:val="00420401"/>
    <w:rsid w:val="00420C45"/>
    <w:rsid w:val="00420E07"/>
    <w:rsid w:val="0042162F"/>
    <w:rsid w:val="0042184A"/>
    <w:rsid w:val="00421D38"/>
    <w:rsid w:val="00421DE5"/>
    <w:rsid w:val="00421E08"/>
    <w:rsid w:val="0042208C"/>
    <w:rsid w:val="00422A12"/>
    <w:rsid w:val="00422CD6"/>
    <w:rsid w:val="004232F4"/>
    <w:rsid w:val="00423D71"/>
    <w:rsid w:val="004243CE"/>
    <w:rsid w:val="004246F6"/>
    <w:rsid w:val="004247DC"/>
    <w:rsid w:val="00424854"/>
    <w:rsid w:val="0042495E"/>
    <w:rsid w:val="004251E1"/>
    <w:rsid w:val="004253BC"/>
    <w:rsid w:val="00427155"/>
    <w:rsid w:val="00427864"/>
    <w:rsid w:val="00430325"/>
    <w:rsid w:val="0043055D"/>
    <w:rsid w:val="004305C5"/>
    <w:rsid w:val="004314E3"/>
    <w:rsid w:val="004318DD"/>
    <w:rsid w:val="00431CF5"/>
    <w:rsid w:val="00431D59"/>
    <w:rsid w:val="00431DEF"/>
    <w:rsid w:val="00431E5A"/>
    <w:rsid w:val="00432AD8"/>
    <w:rsid w:val="00432C84"/>
    <w:rsid w:val="00432E23"/>
    <w:rsid w:val="00433D18"/>
    <w:rsid w:val="00434215"/>
    <w:rsid w:val="004344BE"/>
    <w:rsid w:val="004357A1"/>
    <w:rsid w:val="00435925"/>
    <w:rsid w:val="00437178"/>
    <w:rsid w:val="00440A70"/>
    <w:rsid w:val="00440D90"/>
    <w:rsid w:val="00441A82"/>
    <w:rsid w:val="00441AA8"/>
    <w:rsid w:val="00441E3D"/>
    <w:rsid w:val="00441E9A"/>
    <w:rsid w:val="0044241A"/>
    <w:rsid w:val="004429CA"/>
    <w:rsid w:val="00442B00"/>
    <w:rsid w:val="00443773"/>
    <w:rsid w:val="00443EEB"/>
    <w:rsid w:val="00444987"/>
    <w:rsid w:val="00444F81"/>
    <w:rsid w:val="004454A6"/>
    <w:rsid w:val="00445660"/>
    <w:rsid w:val="00445762"/>
    <w:rsid w:val="00445887"/>
    <w:rsid w:val="0044608E"/>
    <w:rsid w:val="00446EEE"/>
    <w:rsid w:val="004479C7"/>
    <w:rsid w:val="00447B29"/>
    <w:rsid w:val="00450307"/>
    <w:rsid w:val="00450AB7"/>
    <w:rsid w:val="004515F3"/>
    <w:rsid w:val="004536E3"/>
    <w:rsid w:val="004537B0"/>
    <w:rsid w:val="0045380D"/>
    <w:rsid w:val="00453CF9"/>
    <w:rsid w:val="00453E58"/>
    <w:rsid w:val="00454A93"/>
    <w:rsid w:val="00454E3C"/>
    <w:rsid w:val="00456007"/>
    <w:rsid w:val="00456B4B"/>
    <w:rsid w:val="00457085"/>
    <w:rsid w:val="00457703"/>
    <w:rsid w:val="00457D0B"/>
    <w:rsid w:val="00457F2E"/>
    <w:rsid w:val="0046010D"/>
    <w:rsid w:val="004601F7"/>
    <w:rsid w:val="004601F8"/>
    <w:rsid w:val="00461047"/>
    <w:rsid w:val="004613A4"/>
    <w:rsid w:val="00461C0F"/>
    <w:rsid w:val="00461F8A"/>
    <w:rsid w:val="004624F7"/>
    <w:rsid w:val="00462563"/>
    <w:rsid w:val="00462736"/>
    <w:rsid w:val="00462DF2"/>
    <w:rsid w:val="00463655"/>
    <w:rsid w:val="00464084"/>
    <w:rsid w:val="0046464C"/>
    <w:rsid w:val="0046535D"/>
    <w:rsid w:val="0046558F"/>
    <w:rsid w:val="00465715"/>
    <w:rsid w:val="004665D8"/>
    <w:rsid w:val="00466E5B"/>
    <w:rsid w:val="00467D57"/>
    <w:rsid w:val="004708AD"/>
    <w:rsid w:val="00470AE6"/>
    <w:rsid w:val="00470F8C"/>
    <w:rsid w:val="00471251"/>
    <w:rsid w:val="004715EE"/>
    <w:rsid w:val="00472C21"/>
    <w:rsid w:val="00472CE4"/>
    <w:rsid w:val="0047329F"/>
    <w:rsid w:val="00473808"/>
    <w:rsid w:val="0047405E"/>
    <w:rsid w:val="00474D25"/>
    <w:rsid w:val="0047510A"/>
    <w:rsid w:val="004761D1"/>
    <w:rsid w:val="0047799E"/>
    <w:rsid w:val="00480328"/>
    <w:rsid w:val="00480D81"/>
    <w:rsid w:val="004810AC"/>
    <w:rsid w:val="004819F5"/>
    <w:rsid w:val="00481D8F"/>
    <w:rsid w:val="004823B5"/>
    <w:rsid w:val="0048309B"/>
    <w:rsid w:val="004830D3"/>
    <w:rsid w:val="00483932"/>
    <w:rsid w:val="00483C3F"/>
    <w:rsid w:val="00484446"/>
    <w:rsid w:val="00484BE0"/>
    <w:rsid w:val="00484F7A"/>
    <w:rsid w:val="00485092"/>
    <w:rsid w:val="00485193"/>
    <w:rsid w:val="004860B2"/>
    <w:rsid w:val="00487B8A"/>
    <w:rsid w:val="00490150"/>
    <w:rsid w:val="00490D7F"/>
    <w:rsid w:val="00490FAE"/>
    <w:rsid w:val="00491476"/>
    <w:rsid w:val="00491771"/>
    <w:rsid w:val="00491950"/>
    <w:rsid w:val="00491E3D"/>
    <w:rsid w:val="00492504"/>
    <w:rsid w:val="00493E74"/>
    <w:rsid w:val="004940E9"/>
    <w:rsid w:val="0049450D"/>
    <w:rsid w:val="00494B91"/>
    <w:rsid w:val="004952F1"/>
    <w:rsid w:val="004958CB"/>
    <w:rsid w:val="00495949"/>
    <w:rsid w:val="00495D22"/>
    <w:rsid w:val="00495F18"/>
    <w:rsid w:val="00496424"/>
    <w:rsid w:val="00496910"/>
    <w:rsid w:val="00497097"/>
    <w:rsid w:val="004979DF"/>
    <w:rsid w:val="004A09EA"/>
    <w:rsid w:val="004A11EA"/>
    <w:rsid w:val="004A17F3"/>
    <w:rsid w:val="004A1AAC"/>
    <w:rsid w:val="004A22C6"/>
    <w:rsid w:val="004A2ED5"/>
    <w:rsid w:val="004A309B"/>
    <w:rsid w:val="004A3A24"/>
    <w:rsid w:val="004A3FB4"/>
    <w:rsid w:val="004A4210"/>
    <w:rsid w:val="004A42EF"/>
    <w:rsid w:val="004A4DC4"/>
    <w:rsid w:val="004A4F68"/>
    <w:rsid w:val="004A5AC9"/>
    <w:rsid w:val="004A60C8"/>
    <w:rsid w:val="004A69FE"/>
    <w:rsid w:val="004A7393"/>
    <w:rsid w:val="004A79A5"/>
    <w:rsid w:val="004B02A9"/>
    <w:rsid w:val="004B038C"/>
    <w:rsid w:val="004B084D"/>
    <w:rsid w:val="004B0F15"/>
    <w:rsid w:val="004B0F42"/>
    <w:rsid w:val="004B1BA0"/>
    <w:rsid w:val="004B2061"/>
    <w:rsid w:val="004B3863"/>
    <w:rsid w:val="004B3975"/>
    <w:rsid w:val="004B3CD3"/>
    <w:rsid w:val="004B479F"/>
    <w:rsid w:val="004B4E4E"/>
    <w:rsid w:val="004B5265"/>
    <w:rsid w:val="004B61EE"/>
    <w:rsid w:val="004B7189"/>
    <w:rsid w:val="004B7288"/>
    <w:rsid w:val="004B74AA"/>
    <w:rsid w:val="004B774E"/>
    <w:rsid w:val="004B77C0"/>
    <w:rsid w:val="004C00C7"/>
    <w:rsid w:val="004C030C"/>
    <w:rsid w:val="004C183D"/>
    <w:rsid w:val="004C1D62"/>
    <w:rsid w:val="004C208B"/>
    <w:rsid w:val="004C2168"/>
    <w:rsid w:val="004C2EA6"/>
    <w:rsid w:val="004C2F9C"/>
    <w:rsid w:val="004C347E"/>
    <w:rsid w:val="004C3708"/>
    <w:rsid w:val="004C3736"/>
    <w:rsid w:val="004C3792"/>
    <w:rsid w:val="004C383D"/>
    <w:rsid w:val="004C3E43"/>
    <w:rsid w:val="004C3F86"/>
    <w:rsid w:val="004C4042"/>
    <w:rsid w:val="004C4344"/>
    <w:rsid w:val="004C5D20"/>
    <w:rsid w:val="004C60BB"/>
    <w:rsid w:val="004C61E6"/>
    <w:rsid w:val="004C68DD"/>
    <w:rsid w:val="004C735D"/>
    <w:rsid w:val="004C76CA"/>
    <w:rsid w:val="004C7928"/>
    <w:rsid w:val="004C7C07"/>
    <w:rsid w:val="004C7D08"/>
    <w:rsid w:val="004D1149"/>
    <w:rsid w:val="004D1790"/>
    <w:rsid w:val="004D1D5D"/>
    <w:rsid w:val="004D2834"/>
    <w:rsid w:val="004D2C89"/>
    <w:rsid w:val="004D3084"/>
    <w:rsid w:val="004D31EE"/>
    <w:rsid w:val="004D35BA"/>
    <w:rsid w:val="004D3962"/>
    <w:rsid w:val="004D41AB"/>
    <w:rsid w:val="004D41DB"/>
    <w:rsid w:val="004D4A6C"/>
    <w:rsid w:val="004D5800"/>
    <w:rsid w:val="004D6182"/>
    <w:rsid w:val="004D6E8F"/>
    <w:rsid w:val="004D78FE"/>
    <w:rsid w:val="004D7A2C"/>
    <w:rsid w:val="004E0D4F"/>
    <w:rsid w:val="004E44F6"/>
    <w:rsid w:val="004E482A"/>
    <w:rsid w:val="004E4ADD"/>
    <w:rsid w:val="004E4E13"/>
    <w:rsid w:val="004E4FB0"/>
    <w:rsid w:val="004E51EF"/>
    <w:rsid w:val="004E53A9"/>
    <w:rsid w:val="004E5827"/>
    <w:rsid w:val="004E5BAB"/>
    <w:rsid w:val="004E79AE"/>
    <w:rsid w:val="004E7C50"/>
    <w:rsid w:val="004E7FAA"/>
    <w:rsid w:val="004F025D"/>
    <w:rsid w:val="004F0293"/>
    <w:rsid w:val="004F1976"/>
    <w:rsid w:val="004F19EE"/>
    <w:rsid w:val="004F2760"/>
    <w:rsid w:val="004F2CA7"/>
    <w:rsid w:val="004F392E"/>
    <w:rsid w:val="004F3931"/>
    <w:rsid w:val="004F3A8D"/>
    <w:rsid w:val="004F3E8D"/>
    <w:rsid w:val="004F4534"/>
    <w:rsid w:val="004F4A20"/>
    <w:rsid w:val="004F50D2"/>
    <w:rsid w:val="004F50EC"/>
    <w:rsid w:val="004F5E79"/>
    <w:rsid w:val="004F6569"/>
    <w:rsid w:val="004F6577"/>
    <w:rsid w:val="004F68AE"/>
    <w:rsid w:val="004F68FB"/>
    <w:rsid w:val="004F7B1D"/>
    <w:rsid w:val="00500533"/>
    <w:rsid w:val="00501772"/>
    <w:rsid w:val="00501F4C"/>
    <w:rsid w:val="00502945"/>
    <w:rsid w:val="00503296"/>
    <w:rsid w:val="00503818"/>
    <w:rsid w:val="005043F2"/>
    <w:rsid w:val="00504AAC"/>
    <w:rsid w:val="0050518E"/>
    <w:rsid w:val="005053E6"/>
    <w:rsid w:val="00506A3B"/>
    <w:rsid w:val="00507BA5"/>
    <w:rsid w:val="00507D1D"/>
    <w:rsid w:val="0051044A"/>
    <w:rsid w:val="005105E2"/>
    <w:rsid w:val="00510E50"/>
    <w:rsid w:val="00510EE3"/>
    <w:rsid w:val="00510FA4"/>
    <w:rsid w:val="00511F04"/>
    <w:rsid w:val="00511FEB"/>
    <w:rsid w:val="005125B4"/>
    <w:rsid w:val="005136DF"/>
    <w:rsid w:val="005153FB"/>
    <w:rsid w:val="0051543E"/>
    <w:rsid w:val="00515A77"/>
    <w:rsid w:val="00515CD3"/>
    <w:rsid w:val="00515F62"/>
    <w:rsid w:val="00516277"/>
    <w:rsid w:val="005164D1"/>
    <w:rsid w:val="00516753"/>
    <w:rsid w:val="00516E04"/>
    <w:rsid w:val="00516EC4"/>
    <w:rsid w:val="005179C5"/>
    <w:rsid w:val="00521796"/>
    <w:rsid w:val="00521EBF"/>
    <w:rsid w:val="00522B0A"/>
    <w:rsid w:val="005233CF"/>
    <w:rsid w:val="005238BE"/>
    <w:rsid w:val="00523DC2"/>
    <w:rsid w:val="00524AC3"/>
    <w:rsid w:val="00524E51"/>
    <w:rsid w:val="005253BB"/>
    <w:rsid w:val="00525604"/>
    <w:rsid w:val="0052627A"/>
    <w:rsid w:val="00526DBD"/>
    <w:rsid w:val="0052764D"/>
    <w:rsid w:val="00527A08"/>
    <w:rsid w:val="00530443"/>
    <w:rsid w:val="00530C50"/>
    <w:rsid w:val="005316F6"/>
    <w:rsid w:val="00531E92"/>
    <w:rsid w:val="00532755"/>
    <w:rsid w:val="00533285"/>
    <w:rsid w:val="005334D8"/>
    <w:rsid w:val="005335B6"/>
    <w:rsid w:val="005339BA"/>
    <w:rsid w:val="005344E2"/>
    <w:rsid w:val="00534783"/>
    <w:rsid w:val="00534C82"/>
    <w:rsid w:val="00535202"/>
    <w:rsid w:val="0053536E"/>
    <w:rsid w:val="0053600B"/>
    <w:rsid w:val="005361E4"/>
    <w:rsid w:val="00536BAA"/>
    <w:rsid w:val="00536BBC"/>
    <w:rsid w:val="005371C8"/>
    <w:rsid w:val="00537848"/>
    <w:rsid w:val="00537A2A"/>
    <w:rsid w:val="005406D7"/>
    <w:rsid w:val="0054072D"/>
    <w:rsid w:val="005409ED"/>
    <w:rsid w:val="005418D9"/>
    <w:rsid w:val="00541CC3"/>
    <w:rsid w:val="00541FB2"/>
    <w:rsid w:val="0054354E"/>
    <w:rsid w:val="00543EEF"/>
    <w:rsid w:val="005443A4"/>
    <w:rsid w:val="005447BB"/>
    <w:rsid w:val="0054524E"/>
    <w:rsid w:val="0054528F"/>
    <w:rsid w:val="005458DB"/>
    <w:rsid w:val="005458E8"/>
    <w:rsid w:val="00546495"/>
    <w:rsid w:val="0054650A"/>
    <w:rsid w:val="005466C9"/>
    <w:rsid w:val="0054758C"/>
    <w:rsid w:val="00547A7F"/>
    <w:rsid w:val="00547F03"/>
    <w:rsid w:val="005500E7"/>
    <w:rsid w:val="0055029D"/>
    <w:rsid w:val="00550332"/>
    <w:rsid w:val="00550E36"/>
    <w:rsid w:val="00551BB0"/>
    <w:rsid w:val="0055260A"/>
    <w:rsid w:val="005529F3"/>
    <w:rsid w:val="00552D7C"/>
    <w:rsid w:val="00552EAF"/>
    <w:rsid w:val="0055370E"/>
    <w:rsid w:val="005539BA"/>
    <w:rsid w:val="00553AF2"/>
    <w:rsid w:val="00553DB5"/>
    <w:rsid w:val="005542D3"/>
    <w:rsid w:val="00554333"/>
    <w:rsid w:val="005543FA"/>
    <w:rsid w:val="00554A80"/>
    <w:rsid w:val="00554CA4"/>
    <w:rsid w:val="00555D5F"/>
    <w:rsid w:val="00556210"/>
    <w:rsid w:val="0055760C"/>
    <w:rsid w:val="0055780A"/>
    <w:rsid w:val="00557C56"/>
    <w:rsid w:val="00560875"/>
    <w:rsid w:val="005611BD"/>
    <w:rsid w:val="005612BD"/>
    <w:rsid w:val="00561EF8"/>
    <w:rsid w:val="00562808"/>
    <w:rsid w:val="00562974"/>
    <w:rsid w:val="00563213"/>
    <w:rsid w:val="00563A45"/>
    <w:rsid w:val="00563A83"/>
    <w:rsid w:val="00563D25"/>
    <w:rsid w:val="00564C6E"/>
    <w:rsid w:val="00564DB6"/>
    <w:rsid w:val="005653CF"/>
    <w:rsid w:val="00565957"/>
    <w:rsid w:val="005668FD"/>
    <w:rsid w:val="00566E02"/>
    <w:rsid w:val="00570160"/>
    <w:rsid w:val="00570B63"/>
    <w:rsid w:val="005711B1"/>
    <w:rsid w:val="005713AD"/>
    <w:rsid w:val="00572207"/>
    <w:rsid w:val="005722E9"/>
    <w:rsid w:val="0057285B"/>
    <w:rsid w:val="00572D42"/>
    <w:rsid w:val="005740F3"/>
    <w:rsid w:val="00574114"/>
    <w:rsid w:val="0057437E"/>
    <w:rsid w:val="005745DB"/>
    <w:rsid w:val="005747DA"/>
    <w:rsid w:val="0057490F"/>
    <w:rsid w:val="00576161"/>
    <w:rsid w:val="005764E1"/>
    <w:rsid w:val="005766EF"/>
    <w:rsid w:val="0057695C"/>
    <w:rsid w:val="00576F3B"/>
    <w:rsid w:val="00577665"/>
    <w:rsid w:val="005777E0"/>
    <w:rsid w:val="00577B73"/>
    <w:rsid w:val="00580348"/>
    <w:rsid w:val="00580DCF"/>
    <w:rsid w:val="00582EFA"/>
    <w:rsid w:val="00583448"/>
    <w:rsid w:val="00583A02"/>
    <w:rsid w:val="00583B3E"/>
    <w:rsid w:val="00583CF1"/>
    <w:rsid w:val="00584A20"/>
    <w:rsid w:val="00584AE9"/>
    <w:rsid w:val="00584B2D"/>
    <w:rsid w:val="00585EB5"/>
    <w:rsid w:val="005860B5"/>
    <w:rsid w:val="00586A77"/>
    <w:rsid w:val="00586C11"/>
    <w:rsid w:val="005871C1"/>
    <w:rsid w:val="005873C0"/>
    <w:rsid w:val="00587AF6"/>
    <w:rsid w:val="00590663"/>
    <w:rsid w:val="00591E54"/>
    <w:rsid w:val="0059205C"/>
    <w:rsid w:val="00592C66"/>
    <w:rsid w:val="00592D01"/>
    <w:rsid w:val="00593167"/>
    <w:rsid w:val="005932F3"/>
    <w:rsid w:val="00593E98"/>
    <w:rsid w:val="0059486F"/>
    <w:rsid w:val="00594A1E"/>
    <w:rsid w:val="00594BD4"/>
    <w:rsid w:val="00595BCA"/>
    <w:rsid w:val="00595C77"/>
    <w:rsid w:val="00595C80"/>
    <w:rsid w:val="00595F0A"/>
    <w:rsid w:val="00595F46"/>
    <w:rsid w:val="00596457"/>
    <w:rsid w:val="005A0029"/>
    <w:rsid w:val="005A0E5D"/>
    <w:rsid w:val="005A128C"/>
    <w:rsid w:val="005A2118"/>
    <w:rsid w:val="005A2DD1"/>
    <w:rsid w:val="005A3FDB"/>
    <w:rsid w:val="005A4BAC"/>
    <w:rsid w:val="005A5343"/>
    <w:rsid w:val="005A5B73"/>
    <w:rsid w:val="005A665A"/>
    <w:rsid w:val="005A6F22"/>
    <w:rsid w:val="005A7066"/>
    <w:rsid w:val="005B00D4"/>
    <w:rsid w:val="005B0627"/>
    <w:rsid w:val="005B1425"/>
    <w:rsid w:val="005B1811"/>
    <w:rsid w:val="005B1C0B"/>
    <w:rsid w:val="005B1E75"/>
    <w:rsid w:val="005B2D3B"/>
    <w:rsid w:val="005B2F97"/>
    <w:rsid w:val="005B320F"/>
    <w:rsid w:val="005B3228"/>
    <w:rsid w:val="005B3238"/>
    <w:rsid w:val="005B3591"/>
    <w:rsid w:val="005B3C1E"/>
    <w:rsid w:val="005B4776"/>
    <w:rsid w:val="005B5205"/>
    <w:rsid w:val="005B57FC"/>
    <w:rsid w:val="005B58E5"/>
    <w:rsid w:val="005B5C34"/>
    <w:rsid w:val="005B604F"/>
    <w:rsid w:val="005B6B1F"/>
    <w:rsid w:val="005B6EF0"/>
    <w:rsid w:val="005B6F4A"/>
    <w:rsid w:val="005B7459"/>
    <w:rsid w:val="005B7B5F"/>
    <w:rsid w:val="005C0665"/>
    <w:rsid w:val="005C0AFA"/>
    <w:rsid w:val="005C0D1B"/>
    <w:rsid w:val="005C241A"/>
    <w:rsid w:val="005C30C0"/>
    <w:rsid w:val="005C35A1"/>
    <w:rsid w:val="005C376E"/>
    <w:rsid w:val="005C3B26"/>
    <w:rsid w:val="005C3B62"/>
    <w:rsid w:val="005C48AD"/>
    <w:rsid w:val="005C66CC"/>
    <w:rsid w:val="005C6CD1"/>
    <w:rsid w:val="005C703B"/>
    <w:rsid w:val="005C716A"/>
    <w:rsid w:val="005C7B40"/>
    <w:rsid w:val="005C7CA2"/>
    <w:rsid w:val="005D0AE0"/>
    <w:rsid w:val="005D0B53"/>
    <w:rsid w:val="005D112D"/>
    <w:rsid w:val="005D15B3"/>
    <w:rsid w:val="005D1693"/>
    <w:rsid w:val="005D1CC2"/>
    <w:rsid w:val="005D2058"/>
    <w:rsid w:val="005D20EE"/>
    <w:rsid w:val="005D261B"/>
    <w:rsid w:val="005D2D67"/>
    <w:rsid w:val="005D4A3E"/>
    <w:rsid w:val="005D4AA9"/>
    <w:rsid w:val="005D5052"/>
    <w:rsid w:val="005D5A93"/>
    <w:rsid w:val="005D6326"/>
    <w:rsid w:val="005D6A41"/>
    <w:rsid w:val="005D6D4B"/>
    <w:rsid w:val="005D7030"/>
    <w:rsid w:val="005D7F72"/>
    <w:rsid w:val="005E0756"/>
    <w:rsid w:val="005E07E7"/>
    <w:rsid w:val="005E0811"/>
    <w:rsid w:val="005E0BE0"/>
    <w:rsid w:val="005E0D18"/>
    <w:rsid w:val="005E234D"/>
    <w:rsid w:val="005E26DB"/>
    <w:rsid w:val="005E27E3"/>
    <w:rsid w:val="005E358C"/>
    <w:rsid w:val="005E3A74"/>
    <w:rsid w:val="005E3CC6"/>
    <w:rsid w:val="005E457C"/>
    <w:rsid w:val="005E4610"/>
    <w:rsid w:val="005E47FA"/>
    <w:rsid w:val="005E4AC5"/>
    <w:rsid w:val="005E4CD8"/>
    <w:rsid w:val="005E54D8"/>
    <w:rsid w:val="005E5A78"/>
    <w:rsid w:val="005E64FB"/>
    <w:rsid w:val="005E6A13"/>
    <w:rsid w:val="005E74C6"/>
    <w:rsid w:val="005E75A9"/>
    <w:rsid w:val="005F05C6"/>
    <w:rsid w:val="005F062E"/>
    <w:rsid w:val="005F0A13"/>
    <w:rsid w:val="005F0F62"/>
    <w:rsid w:val="005F2CF4"/>
    <w:rsid w:val="005F3200"/>
    <w:rsid w:val="005F334B"/>
    <w:rsid w:val="005F444D"/>
    <w:rsid w:val="005F4511"/>
    <w:rsid w:val="005F4C6C"/>
    <w:rsid w:val="005F5D7F"/>
    <w:rsid w:val="005F61E7"/>
    <w:rsid w:val="005F6E47"/>
    <w:rsid w:val="005F77A6"/>
    <w:rsid w:val="00600922"/>
    <w:rsid w:val="00600A0A"/>
    <w:rsid w:val="00600CE0"/>
    <w:rsid w:val="006013AC"/>
    <w:rsid w:val="006013FB"/>
    <w:rsid w:val="00601724"/>
    <w:rsid w:val="006031D2"/>
    <w:rsid w:val="00603249"/>
    <w:rsid w:val="006033C0"/>
    <w:rsid w:val="006038FF"/>
    <w:rsid w:val="00603D6C"/>
    <w:rsid w:val="00604DED"/>
    <w:rsid w:val="0060536A"/>
    <w:rsid w:val="00605AEE"/>
    <w:rsid w:val="00605CFF"/>
    <w:rsid w:val="00605E69"/>
    <w:rsid w:val="0060645B"/>
    <w:rsid w:val="0060665F"/>
    <w:rsid w:val="006068D5"/>
    <w:rsid w:val="00606E42"/>
    <w:rsid w:val="006077B2"/>
    <w:rsid w:val="00610777"/>
    <w:rsid w:val="006109D0"/>
    <w:rsid w:val="006110F0"/>
    <w:rsid w:val="006111B1"/>
    <w:rsid w:val="00611249"/>
    <w:rsid w:val="00611593"/>
    <w:rsid w:val="006120F3"/>
    <w:rsid w:val="0061241E"/>
    <w:rsid w:val="0061264C"/>
    <w:rsid w:val="00612851"/>
    <w:rsid w:val="00612948"/>
    <w:rsid w:val="00612D53"/>
    <w:rsid w:val="00613594"/>
    <w:rsid w:val="00613E2D"/>
    <w:rsid w:val="00615084"/>
    <w:rsid w:val="006159E9"/>
    <w:rsid w:val="00615A7C"/>
    <w:rsid w:val="00615CA0"/>
    <w:rsid w:val="0061709D"/>
    <w:rsid w:val="00617199"/>
    <w:rsid w:val="00617C5B"/>
    <w:rsid w:val="00620A6D"/>
    <w:rsid w:val="00622D22"/>
    <w:rsid w:val="00622F11"/>
    <w:rsid w:val="0062361E"/>
    <w:rsid w:val="00623EF8"/>
    <w:rsid w:val="006243A5"/>
    <w:rsid w:val="00624E21"/>
    <w:rsid w:val="006256B0"/>
    <w:rsid w:val="0062595E"/>
    <w:rsid w:val="00625A48"/>
    <w:rsid w:val="00625AC7"/>
    <w:rsid w:val="00625C02"/>
    <w:rsid w:val="00625C5F"/>
    <w:rsid w:val="006260E2"/>
    <w:rsid w:val="00626C00"/>
    <w:rsid w:val="00627342"/>
    <w:rsid w:val="00627A41"/>
    <w:rsid w:val="00627CE9"/>
    <w:rsid w:val="0063073C"/>
    <w:rsid w:val="006312FE"/>
    <w:rsid w:val="00631C30"/>
    <w:rsid w:val="00631CE7"/>
    <w:rsid w:val="00632326"/>
    <w:rsid w:val="006335E7"/>
    <w:rsid w:val="00634906"/>
    <w:rsid w:val="00634FA2"/>
    <w:rsid w:val="00635A14"/>
    <w:rsid w:val="00635FC9"/>
    <w:rsid w:val="006377EF"/>
    <w:rsid w:val="00640194"/>
    <w:rsid w:val="006401F9"/>
    <w:rsid w:val="006412DA"/>
    <w:rsid w:val="00641BD5"/>
    <w:rsid w:val="00641E75"/>
    <w:rsid w:val="00642005"/>
    <w:rsid w:val="006421CF"/>
    <w:rsid w:val="006424C1"/>
    <w:rsid w:val="00642979"/>
    <w:rsid w:val="00642CB6"/>
    <w:rsid w:val="00642CDA"/>
    <w:rsid w:val="006436FA"/>
    <w:rsid w:val="00644F23"/>
    <w:rsid w:val="006456FD"/>
    <w:rsid w:val="00646B8C"/>
    <w:rsid w:val="006474D1"/>
    <w:rsid w:val="00647C3E"/>
    <w:rsid w:val="006500F9"/>
    <w:rsid w:val="00650972"/>
    <w:rsid w:val="00651439"/>
    <w:rsid w:val="00652459"/>
    <w:rsid w:val="0065265E"/>
    <w:rsid w:val="006527A7"/>
    <w:rsid w:val="006528BE"/>
    <w:rsid w:val="006535DE"/>
    <w:rsid w:val="00653D95"/>
    <w:rsid w:val="00654C6B"/>
    <w:rsid w:val="00655DDE"/>
    <w:rsid w:val="00655E5C"/>
    <w:rsid w:val="00656F0A"/>
    <w:rsid w:val="00656FC1"/>
    <w:rsid w:val="006571CE"/>
    <w:rsid w:val="006579AE"/>
    <w:rsid w:val="00657AED"/>
    <w:rsid w:val="006602EE"/>
    <w:rsid w:val="00660D9F"/>
    <w:rsid w:val="0066133F"/>
    <w:rsid w:val="00661667"/>
    <w:rsid w:val="00662021"/>
    <w:rsid w:val="00662490"/>
    <w:rsid w:val="0066252B"/>
    <w:rsid w:val="00662BD2"/>
    <w:rsid w:val="00663886"/>
    <w:rsid w:val="00664011"/>
    <w:rsid w:val="00664102"/>
    <w:rsid w:val="0066448A"/>
    <w:rsid w:val="00664A3A"/>
    <w:rsid w:val="00665853"/>
    <w:rsid w:val="00665A45"/>
    <w:rsid w:val="00665E42"/>
    <w:rsid w:val="00666324"/>
    <w:rsid w:val="00666AFF"/>
    <w:rsid w:val="00667A6E"/>
    <w:rsid w:val="00667CDC"/>
    <w:rsid w:val="0067073A"/>
    <w:rsid w:val="006707F4"/>
    <w:rsid w:val="00670BA2"/>
    <w:rsid w:val="006721D5"/>
    <w:rsid w:val="006726E7"/>
    <w:rsid w:val="00673671"/>
    <w:rsid w:val="0067385F"/>
    <w:rsid w:val="00673B64"/>
    <w:rsid w:val="00674171"/>
    <w:rsid w:val="00674189"/>
    <w:rsid w:val="006757AB"/>
    <w:rsid w:val="00676AAF"/>
    <w:rsid w:val="00676BB0"/>
    <w:rsid w:val="00676C2E"/>
    <w:rsid w:val="00676EE4"/>
    <w:rsid w:val="00677555"/>
    <w:rsid w:val="00680D91"/>
    <w:rsid w:val="00680E74"/>
    <w:rsid w:val="00680EB9"/>
    <w:rsid w:val="0068159D"/>
    <w:rsid w:val="006816FA"/>
    <w:rsid w:val="006823B7"/>
    <w:rsid w:val="00683188"/>
    <w:rsid w:val="0068366F"/>
    <w:rsid w:val="006836DA"/>
    <w:rsid w:val="0068372E"/>
    <w:rsid w:val="00683B1D"/>
    <w:rsid w:val="00684757"/>
    <w:rsid w:val="006849A7"/>
    <w:rsid w:val="00684AA7"/>
    <w:rsid w:val="00684FD6"/>
    <w:rsid w:val="00685343"/>
    <w:rsid w:val="00685A8D"/>
    <w:rsid w:val="00685ABE"/>
    <w:rsid w:val="00685CE1"/>
    <w:rsid w:val="00685CF9"/>
    <w:rsid w:val="00686239"/>
    <w:rsid w:val="0068651F"/>
    <w:rsid w:val="00686717"/>
    <w:rsid w:val="00686CB2"/>
    <w:rsid w:val="006871BD"/>
    <w:rsid w:val="00687546"/>
    <w:rsid w:val="0068761E"/>
    <w:rsid w:val="006879E5"/>
    <w:rsid w:val="00687A55"/>
    <w:rsid w:val="00687BE3"/>
    <w:rsid w:val="00687FB5"/>
    <w:rsid w:val="0069058A"/>
    <w:rsid w:val="00690840"/>
    <w:rsid w:val="00690953"/>
    <w:rsid w:val="00691194"/>
    <w:rsid w:val="0069186A"/>
    <w:rsid w:val="00691BBC"/>
    <w:rsid w:val="00691D75"/>
    <w:rsid w:val="006921D6"/>
    <w:rsid w:val="006928D1"/>
    <w:rsid w:val="00692C2F"/>
    <w:rsid w:val="00693415"/>
    <w:rsid w:val="00694694"/>
    <w:rsid w:val="00694714"/>
    <w:rsid w:val="0069548F"/>
    <w:rsid w:val="00695498"/>
    <w:rsid w:val="00695706"/>
    <w:rsid w:val="00696BC3"/>
    <w:rsid w:val="006A0781"/>
    <w:rsid w:val="006A13F1"/>
    <w:rsid w:val="006A2604"/>
    <w:rsid w:val="006A478C"/>
    <w:rsid w:val="006A4C30"/>
    <w:rsid w:val="006A5518"/>
    <w:rsid w:val="006A5F2F"/>
    <w:rsid w:val="006A724E"/>
    <w:rsid w:val="006A72B3"/>
    <w:rsid w:val="006A77DD"/>
    <w:rsid w:val="006A7D10"/>
    <w:rsid w:val="006A7DE6"/>
    <w:rsid w:val="006A7FEC"/>
    <w:rsid w:val="006B0982"/>
    <w:rsid w:val="006B12B5"/>
    <w:rsid w:val="006B1E83"/>
    <w:rsid w:val="006B20BF"/>
    <w:rsid w:val="006B2A5A"/>
    <w:rsid w:val="006B4123"/>
    <w:rsid w:val="006B46F3"/>
    <w:rsid w:val="006B47C2"/>
    <w:rsid w:val="006B4BAE"/>
    <w:rsid w:val="006B5280"/>
    <w:rsid w:val="006B54C1"/>
    <w:rsid w:val="006B54D2"/>
    <w:rsid w:val="006B55D4"/>
    <w:rsid w:val="006B5A0C"/>
    <w:rsid w:val="006B60A7"/>
    <w:rsid w:val="006B6E15"/>
    <w:rsid w:val="006B6FE5"/>
    <w:rsid w:val="006B74B6"/>
    <w:rsid w:val="006B7FF0"/>
    <w:rsid w:val="006C2351"/>
    <w:rsid w:val="006C284B"/>
    <w:rsid w:val="006C2ABE"/>
    <w:rsid w:val="006C3035"/>
    <w:rsid w:val="006C4034"/>
    <w:rsid w:val="006C584F"/>
    <w:rsid w:val="006C66F5"/>
    <w:rsid w:val="006C6CA6"/>
    <w:rsid w:val="006C6F1C"/>
    <w:rsid w:val="006C7711"/>
    <w:rsid w:val="006C786D"/>
    <w:rsid w:val="006C7A7A"/>
    <w:rsid w:val="006D0A52"/>
    <w:rsid w:val="006D1071"/>
    <w:rsid w:val="006D1978"/>
    <w:rsid w:val="006D1DCF"/>
    <w:rsid w:val="006D281A"/>
    <w:rsid w:val="006D2BF8"/>
    <w:rsid w:val="006D337B"/>
    <w:rsid w:val="006D3916"/>
    <w:rsid w:val="006D3EFA"/>
    <w:rsid w:val="006D4009"/>
    <w:rsid w:val="006D4508"/>
    <w:rsid w:val="006D487B"/>
    <w:rsid w:val="006D5693"/>
    <w:rsid w:val="006D5B5F"/>
    <w:rsid w:val="006D5C4C"/>
    <w:rsid w:val="006D64A0"/>
    <w:rsid w:val="006D668B"/>
    <w:rsid w:val="006D67DA"/>
    <w:rsid w:val="006D69A3"/>
    <w:rsid w:val="006D6F41"/>
    <w:rsid w:val="006D7544"/>
    <w:rsid w:val="006D7702"/>
    <w:rsid w:val="006E018D"/>
    <w:rsid w:val="006E127F"/>
    <w:rsid w:val="006E1B49"/>
    <w:rsid w:val="006E1F3E"/>
    <w:rsid w:val="006E2528"/>
    <w:rsid w:val="006E258D"/>
    <w:rsid w:val="006E277B"/>
    <w:rsid w:val="006E2EED"/>
    <w:rsid w:val="006E2FA3"/>
    <w:rsid w:val="006E3247"/>
    <w:rsid w:val="006E3FCD"/>
    <w:rsid w:val="006E4232"/>
    <w:rsid w:val="006E4FE1"/>
    <w:rsid w:val="006E4FF0"/>
    <w:rsid w:val="006E4FFC"/>
    <w:rsid w:val="006E5328"/>
    <w:rsid w:val="006E620B"/>
    <w:rsid w:val="006E6624"/>
    <w:rsid w:val="006E75F3"/>
    <w:rsid w:val="006E798F"/>
    <w:rsid w:val="006E7C39"/>
    <w:rsid w:val="006F062E"/>
    <w:rsid w:val="006F1161"/>
    <w:rsid w:val="006F17C5"/>
    <w:rsid w:val="006F19E9"/>
    <w:rsid w:val="006F1B22"/>
    <w:rsid w:val="006F2CC5"/>
    <w:rsid w:val="006F2F20"/>
    <w:rsid w:val="006F348D"/>
    <w:rsid w:val="006F3C8A"/>
    <w:rsid w:val="006F4079"/>
    <w:rsid w:val="006F4216"/>
    <w:rsid w:val="006F42C5"/>
    <w:rsid w:val="006F4B28"/>
    <w:rsid w:val="006F58ED"/>
    <w:rsid w:val="006F59EC"/>
    <w:rsid w:val="006F63E7"/>
    <w:rsid w:val="006F67C9"/>
    <w:rsid w:val="006F68EA"/>
    <w:rsid w:val="006F6FB5"/>
    <w:rsid w:val="006F7814"/>
    <w:rsid w:val="0070016A"/>
    <w:rsid w:val="0070088C"/>
    <w:rsid w:val="00700FFE"/>
    <w:rsid w:val="0070139D"/>
    <w:rsid w:val="007014DA"/>
    <w:rsid w:val="00701B46"/>
    <w:rsid w:val="00701D19"/>
    <w:rsid w:val="00701F0D"/>
    <w:rsid w:val="007028AF"/>
    <w:rsid w:val="007034E5"/>
    <w:rsid w:val="0070355F"/>
    <w:rsid w:val="00703594"/>
    <w:rsid w:val="007038EE"/>
    <w:rsid w:val="00703E5C"/>
    <w:rsid w:val="007045D2"/>
    <w:rsid w:val="00704D09"/>
    <w:rsid w:val="0070573E"/>
    <w:rsid w:val="00705DE9"/>
    <w:rsid w:val="00706546"/>
    <w:rsid w:val="007065B0"/>
    <w:rsid w:val="00706B07"/>
    <w:rsid w:val="00706EFD"/>
    <w:rsid w:val="00707255"/>
    <w:rsid w:val="00707A96"/>
    <w:rsid w:val="00707BE1"/>
    <w:rsid w:val="007100F8"/>
    <w:rsid w:val="00710E8D"/>
    <w:rsid w:val="00711B79"/>
    <w:rsid w:val="00712024"/>
    <w:rsid w:val="00712E71"/>
    <w:rsid w:val="00712F2D"/>
    <w:rsid w:val="00712F30"/>
    <w:rsid w:val="00713D3B"/>
    <w:rsid w:val="0071469C"/>
    <w:rsid w:val="007153DE"/>
    <w:rsid w:val="0071692E"/>
    <w:rsid w:val="00716A90"/>
    <w:rsid w:val="00716C2C"/>
    <w:rsid w:val="0071733B"/>
    <w:rsid w:val="00717CAF"/>
    <w:rsid w:val="00720008"/>
    <w:rsid w:val="007206E0"/>
    <w:rsid w:val="00720971"/>
    <w:rsid w:val="007220D1"/>
    <w:rsid w:val="007226A4"/>
    <w:rsid w:val="00722F7F"/>
    <w:rsid w:val="0072356C"/>
    <w:rsid w:val="007237D0"/>
    <w:rsid w:val="00723CF3"/>
    <w:rsid w:val="00723D18"/>
    <w:rsid w:val="00724193"/>
    <w:rsid w:val="007243F8"/>
    <w:rsid w:val="007246EA"/>
    <w:rsid w:val="00724B62"/>
    <w:rsid w:val="0072612E"/>
    <w:rsid w:val="00726BBA"/>
    <w:rsid w:val="00726E09"/>
    <w:rsid w:val="007270CB"/>
    <w:rsid w:val="00727438"/>
    <w:rsid w:val="00727859"/>
    <w:rsid w:val="00727910"/>
    <w:rsid w:val="00727D0D"/>
    <w:rsid w:val="007301DA"/>
    <w:rsid w:val="00730421"/>
    <w:rsid w:val="0073085B"/>
    <w:rsid w:val="00730E1C"/>
    <w:rsid w:val="00731797"/>
    <w:rsid w:val="00731C31"/>
    <w:rsid w:val="00732CAE"/>
    <w:rsid w:val="00732EA6"/>
    <w:rsid w:val="0073349D"/>
    <w:rsid w:val="00733A6E"/>
    <w:rsid w:val="00733B6D"/>
    <w:rsid w:val="00733E63"/>
    <w:rsid w:val="0073550E"/>
    <w:rsid w:val="007361AE"/>
    <w:rsid w:val="0073657A"/>
    <w:rsid w:val="007365D4"/>
    <w:rsid w:val="00736713"/>
    <w:rsid w:val="00736B90"/>
    <w:rsid w:val="0073722F"/>
    <w:rsid w:val="00737767"/>
    <w:rsid w:val="00740881"/>
    <w:rsid w:val="00740941"/>
    <w:rsid w:val="00740D18"/>
    <w:rsid w:val="00741271"/>
    <w:rsid w:val="00741559"/>
    <w:rsid w:val="00741C40"/>
    <w:rsid w:val="00741CD7"/>
    <w:rsid w:val="00741FC6"/>
    <w:rsid w:val="007424C0"/>
    <w:rsid w:val="0074275F"/>
    <w:rsid w:val="00742930"/>
    <w:rsid w:val="00743655"/>
    <w:rsid w:val="00743B48"/>
    <w:rsid w:val="007441D2"/>
    <w:rsid w:val="00744DCB"/>
    <w:rsid w:val="00744F62"/>
    <w:rsid w:val="0074649A"/>
    <w:rsid w:val="00746D3C"/>
    <w:rsid w:val="00747090"/>
    <w:rsid w:val="00747927"/>
    <w:rsid w:val="00750536"/>
    <w:rsid w:val="007505A3"/>
    <w:rsid w:val="00750CCB"/>
    <w:rsid w:val="00752200"/>
    <w:rsid w:val="00752295"/>
    <w:rsid w:val="00752629"/>
    <w:rsid w:val="00753314"/>
    <w:rsid w:val="0075349F"/>
    <w:rsid w:val="00753AD8"/>
    <w:rsid w:val="00754AE0"/>
    <w:rsid w:val="00755069"/>
    <w:rsid w:val="00756170"/>
    <w:rsid w:val="0075619E"/>
    <w:rsid w:val="007562FE"/>
    <w:rsid w:val="00756400"/>
    <w:rsid w:val="0075690F"/>
    <w:rsid w:val="00756BC2"/>
    <w:rsid w:val="00757195"/>
    <w:rsid w:val="007603A4"/>
    <w:rsid w:val="0076055C"/>
    <w:rsid w:val="00760A1E"/>
    <w:rsid w:val="007620E2"/>
    <w:rsid w:val="00763451"/>
    <w:rsid w:val="007637E3"/>
    <w:rsid w:val="0076480A"/>
    <w:rsid w:val="0076481F"/>
    <w:rsid w:val="00764D7C"/>
    <w:rsid w:val="007653D3"/>
    <w:rsid w:val="007662DB"/>
    <w:rsid w:val="007666CD"/>
    <w:rsid w:val="00767790"/>
    <w:rsid w:val="0077013A"/>
    <w:rsid w:val="00770BAF"/>
    <w:rsid w:val="00770EB3"/>
    <w:rsid w:val="00771914"/>
    <w:rsid w:val="0077216B"/>
    <w:rsid w:val="00772F53"/>
    <w:rsid w:val="0077334A"/>
    <w:rsid w:val="007734F2"/>
    <w:rsid w:val="0077408C"/>
    <w:rsid w:val="00774DEB"/>
    <w:rsid w:val="007758D2"/>
    <w:rsid w:val="00775B3D"/>
    <w:rsid w:val="007760E0"/>
    <w:rsid w:val="00776AAB"/>
    <w:rsid w:val="00776E72"/>
    <w:rsid w:val="007774F5"/>
    <w:rsid w:val="007778ED"/>
    <w:rsid w:val="00780226"/>
    <w:rsid w:val="00780293"/>
    <w:rsid w:val="0078052D"/>
    <w:rsid w:val="00780782"/>
    <w:rsid w:val="00780DE4"/>
    <w:rsid w:val="00780EE7"/>
    <w:rsid w:val="00781341"/>
    <w:rsid w:val="007828EA"/>
    <w:rsid w:val="00782968"/>
    <w:rsid w:val="00782F18"/>
    <w:rsid w:val="00783025"/>
    <w:rsid w:val="00783EA0"/>
    <w:rsid w:val="00784124"/>
    <w:rsid w:val="00784240"/>
    <w:rsid w:val="0078498A"/>
    <w:rsid w:val="00784E45"/>
    <w:rsid w:val="0078506A"/>
    <w:rsid w:val="00785213"/>
    <w:rsid w:val="0078525A"/>
    <w:rsid w:val="007854B9"/>
    <w:rsid w:val="0078606B"/>
    <w:rsid w:val="0078624E"/>
    <w:rsid w:val="00787006"/>
    <w:rsid w:val="00787DF2"/>
    <w:rsid w:val="00787FF2"/>
    <w:rsid w:val="007907FE"/>
    <w:rsid w:val="00790B23"/>
    <w:rsid w:val="00791036"/>
    <w:rsid w:val="007912CE"/>
    <w:rsid w:val="007924BC"/>
    <w:rsid w:val="00792627"/>
    <w:rsid w:val="00793DD2"/>
    <w:rsid w:val="00794880"/>
    <w:rsid w:val="0079492E"/>
    <w:rsid w:val="00795531"/>
    <w:rsid w:val="007964F6"/>
    <w:rsid w:val="0079655F"/>
    <w:rsid w:val="00796693"/>
    <w:rsid w:val="007969E5"/>
    <w:rsid w:val="00796E15"/>
    <w:rsid w:val="0079751A"/>
    <w:rsid w:val="00797696"/>
    <w:rsid w:val="007976F2"/>
    <w:rsid w:val="00797C33"/>
    <w:rsid w:val="00797D70"/>
    <w:rsid w:val="007A1435"/>
    <w:rsid w:val="007A3140"/>
    <w:rsid w:val="007A352A"/>
    <w:rsid w:val="007A3631"/>
    <w:rsid w:val="007A39FA"/>
    <w:rsid w:val="007A3E8A"/>
    <w:rsid w:val="007A40D9"/>
    <w:rsid w:val="007A516B"/>
    <w:rsid w:val="007A542B"/>
    <w:rsid w:val="007A6816"/>
    <w:rsid w:val="007A69EC"/>
    <w:rsid w:val="007A7016"/>
    <w:rsid w:val="007B0945"/>
    <w:rsid w:val="007B256E"/>
    <w:rsid w:val="007B2658"/>
    <w:rsid w:val="007B322B"/>
    <w:rsid w:val="007B3E60"/>
    <w:rsid w:val="007B4956"/>
    <w:rsid w:val="007B53F7"/>
    <w:rsid w:val="007B60BA"/>
    <w:rsid w:val="007B6563"/>
    <w:rsid w:val="007B65AD"/>
    <w:rsid w:val="007B6BA7"/>
    <w:rsid w:val="007B6C37"/>
    <w:rsid w:val="007B6D7B"/>
    <w:rsid w:val="007B6F26"/>
    <w:rsid w:val="007B78A4"/>
    <w:rsid w:val="007B7962"/>
    <w:rsid w:val="007B796A"/>
    <w:rsid w:val="007C0422"/>
    <w:rsid w:val="007C0B95"/>
    <w:rsid w:val="007C1F54"/>
    <w:rsid w:val="007C235E"/>
    <w:rsid w:val="007C2CEF"/>
    <w:rsid w:val="007C3AF0"/>
    <w:rsid w:val="007C3BA6"/>
    <w:rsid w:val="007C4965"/>
    <w:rsid w:val="007C4B14"/>
    <w:rsid w:val="007C4D9D"/>
    <w:rsid w:val="007C54AC"/>
    <w:rsid w:val="007C58CC"/>
    <w:rsid w:val="007C634F"/>
    <w:rsid w:val="007C64F6"/>
    <w:rsid w:val="007C6542"/>
    <w:rsid w:val="007C76C7"/>
    <w:rsid w:val="007C78A5"/>
    <w:rsid w:val="007C78AD"/>
    <w:rsid w:val="007C7EA5"/>
    <w:rsid w:val="007D0702"/>
    <w:rsid w:val="007D098E"/>
    <w:rsid w:val="007D0A9E"/>
    <w:rsid w:val="007D0ADA"/>
    <w:rsid w:val="007D0CB5"/>
    <w:rsid w:val="007D136B"/>
    <w:rsid w:val="007D1940"/>
    <w:rsid w:val="007D1C00"/>
    <w:rsid w:val="007D1EE5"/>
    <w:rsid w:val="007D2254"/>
    <w:rsid w:val="007D2B25"/>
    <w:rsid w:val="007D2B77"/>
    <w:rsid w:val="007D2C0D"/>
    <w:rsid w:val="007D2CFC"/>
    <w:rsid w:val="007D43A8"/>
    <w:rsid w:val="007D4829"/>
    <w:rsid w:val="007D4F0C"/>
    <w:rsid w:val="007D553B"/>
    <w:rsid w:val="007D65A7"/>
    <w:rsid w:val="007D6B05"/>
    <w:rsid w:val="007D6DAB"/>
    <w:rsid w:val="007D6DC1"/>
    <w:rsid w:val="007D758E"/>
    <w:rsid w:val="007E0981"/>
    <w:rsid w:val="007E1963"/>
    <w:rsid w:val="007E2F27"/>
    <w:rsid w:val="007E3558"/>
    <w:rsid w:val="007E3B57"/>
    <w:rsid w:val="007E3FEE"/>
    <w:rsid w:val="007E472A"/>
    <w:rsid w:val="007E4C95"/>
    <w:rsid w:val="007E54A8"/>
    <w:rsid w:val="007E591B"/>
    <w:rsid w:val="007E5D5E"/>
    <w:rsid w:val="007E6446"/>
    <w:rsid w:val="007E75BB"/>
    <w:rsid w:val="007E7797"/>
    <w:rsid w:val="007E79FF"/>
    <w:rsid w:val="007E7FDA"/>
    <w:rsid w:val="007F042E"/>
    <w:rsid w:val="007F0A3F"/>
    <w:rsid w:val="007F0A51"/>
    <w:rsid w:val="007F0A9B"/>
    <w:rsid w:val="007F0E48"/>
    <w:rsid w:val="007F23B5"/>
    <w:rsid w:val="007F23B7"/>
    <w:rsid w:val="007F2542"/>
    <w:rsid w:val="007F2C54"/>
    <w:rsid w:val="007F2E40"/>
    <w:rsid w:val="007F32CB"/>
    <w:rsid w:val="007F3743"/>
    <w:rsid w:val="007F38D9"/>
    <w:rsid w:val="007F3C40"/>
    <w:rsid w:val="007F4096"/>
    <w:rsid w:val="007F4442"/>
    <w:rsid w:val="007F5AB2"/>
    <w:rsid w:val="007F6343"/>
    <w:rsid w:val="007F6A5B"/>
    <w:rsid w:val="007F6FEB"/>
    <w:rsid w:val="007F7AE1"/>
    <w:rsid w:val="00800322"/>
    <w:rsid w:val="00800C0E"/>
    <w:rsid w:val="00800FC2"/>
    <w:rsid w:val="008017E6"/>
    <w:rsid w:val="008018A3"/>
    <w:rsid w:val="00802537"/>
    <w:rsid w:val="0080270C"/>
    <w:rsid w:val="00803547"/>
    <w:rsid w:val="0080446A"/>
    <w:rsid w:val="0080489F"/>
    <w:rsid w:val="00804CD3"/>
    <w:rsid w:val="00805593"/>
    <w:rsid w:val="00805640"/>
    <w:rsid w:val="0080571C"/>
    <w:rsid w:val="008061F8"/>
    <w:rsid w:val="0080636C"/>
    <w:rsid w:val="008063E9"/>
    <w:rsid w:val="00806421"/>
    <w:rsid w:val="00807126"/>
    <w:rsid w:val="00807517"/>
    <w:rsid w:val="0080765D"/>
    <w:rsid w:val="00807D54"/>
    <w:rsid w:val="008103D4"/>
    <w:rsid w:val="00810DAD"/>
    <w:rsid w:val="008117E3"/>
    <w:rsid w:val="00811811"/>
    <w:rsid w:val="00811E56"/>
    <w:rsid w:val="00813018"/>
    <w:rsid w:val="00813242"/>
    <w:rsid w:val="00813802"/>
    <w:rsid w:val="0081380F"/>
    <w:rsid w:val="00813939"/>
    <w:rsid w:val="00814CAD"/>
    <w:rsid w:val="008158FA"/>
    <w:rsid w:val="0081634C"/>
    <w:rsid w:val="008164D6"/>
    <w:rsid w:val="008170EA"/>
    <w:rsid w:val="00817B3E"/>
    <w:rsid w:val="00817CE2"/>
    <w:rsid w:val="00817E85"/>
    <w:rsid w:val="008201A2"/>
    <w:rsid w:val="00820278"/>
    <w:rsid w:val="0082085F"/>
    <w:rsid w:val="00820F8D"/>
    <w:rsid w:val="00821CAB"/>
    <w:rsid w:val="0082247A"/>
    <w:rsid w:val="00822A9F"/>
    <w:rsid w:val="008235AD"/>
    <w:rsid w:val="00823794"/>
    <w:rsid w:val="00823840"/>
    <w:rsid w:val="00823883"/>
    <w:rsid w:val="008242C5"/>
    <w:rsid w:val="00824354"/>
    <w:rsid w:val="0082437D"/>
    <w:rsid w:val="00824C27"/>
    <w:rsid w:val="00824F19"/>
    <w:rsid w:val="0082505A"/>
    <w:rsid w:val="00825636"/>
    <w:rsid w:val="008260E4"/>
    <w:rsid w:val="0082651D"/>
    <w:rsid w:val="00827E94"/>
    <w:rsid w:val="008300A3"/>
    <w:rsid w:val="00830CC9"/>
    <w:rsid w:val="00831C25"/>
    <w:rsid w:val="0083246C"/>
    <w:rsid w:val="00832470"/>
    <w:rsid w:val="00832942"/>
    <w:rsid w:val="00832B49"/>
    <w:rsid w:val="00832CF4"/>
    <w:rsid w:val="00833515"/>
    <w:rsid w:val="00833BFB"/>
    <w:rsid w:val="00834416"/>
    <w:rsid w:val="00834668"/>
    <w:rsid w:val="00835837"/>
    <w:rsid w:val="00836EA0"/>
    <w:rsid w:val="0083736F"/>
    <w:rsid w:val="00837EDF"/>
    <w:rsid w:val="0084044A"/>
    <w:rsid w:val="0084163B"/>
    <w:rsid w:val="0084281B"/>
    <w:rsid w:val="00842A69"/>
    <w:rsid w:val="00843214"/>
    <w:rsid w:val="0084323C"/>
    <w:rsid w:val="008439F5"/>
    <w:rsid w:val="00843C65"/>
    <w:rsid w:val="00843E04"/>
    <w:rsid w:val="00845498"/>
    <w:rsid w:val="0084567D"/>
    <w:rsid w:val="0084591E"/>
    <w:rsid w:val="00845AE3"/>
    <w:rsid w:val="00846308"/>
    <w:rsid w:val="00846385"/>
    <w:rsid w:val="0084651D"/>
    <w:rsid w:val="00846BF6"/>
    <w:rsid w:val="008472EE"/>
    <w:rsid w:val="00847308"/>
    <w:rsid w:val="00850501"/>
    <w:rsid w:val="00850AB0"/>
    <w:rsid w:val="0085123C"/>
    <w:rsid w:val="008518F5"/>
    <w:rsid w:val="00851D0C"/>
    <w:rsid w:val="008524A3"/>
    <w:rsid w:val="0085259A"/>
    <w:rsid w:val="008534FB"/>
    <w:rsid w:val="00853511"/>
    <w:rsid w:val="00853E54"/>
    <w:rsid w:val="00853FB0"/>
    <w:rsid w:val="008542D7"/>
    <w:rsid w:val="00854A97"/>
    <w:rsid w:val="00854F21"/>
    <w:rsid w:val="00856A3C"/>
    <w:rsid w:val="00856EBF"/>
    <w:rsid w:val="00857177"/>
    <w:rsid w:val="00857291"/>
    <w:rsid w:val="00857F4D"/>
    <w:rsid w:val="008602C2"/>
    <w:rsid w:val="00860471"/>
    <w:rsid w:val="00860612"/>
    <w:rsid w:val="00861E27"/>
    <w:rsid w:val="008621C9"/>
    <w:rsid w:val="0086226A"/>
    <w:rsid w:val="00862C1F"/>
    <w:rsid w:val="00862D76"/>
    <w:rsid w:val="008637E5"/>
    <w:rsid w:val="0086385B"/>
    <w:rsid w:val="00863D08"/>
    <w:rsid w:val="0086427F"/>
    <w:rsid w:val="0086492D"/>
    <w:rsid w:val="00864FD8"/>
    <w:rsid w:val="00865024"/>
    <w:rsid w:val="00865990"/>
    <w:rsid w:val="008661D1"/>
    <w:rsid w:val="008666C5"/>
    <w:rsid w:val="00866DAA"/>
    <w:rsid w:val="0087134C"/>
    <w:rsid w:val="00871641"/>
    <w:rsid w:val="00871BEF"/>
    <w:rsid w:val="00872373"/>
    <w:rsid w:val="00872424"/>
    <w:rsid w:val="008728CD"/>
    <w:rsid w:val="00873295"/>
    <w:rsid w:val="008740EE"/>
    <w:rsid w:val="00874EC7"/>
    <w:rsid w:val="00875665"/>
    <w:rsid w:val="0087570A"/>
    <w:rsid w:val="00876E29"/>
    <w:rsid w:val="008771D1"/>
    <w:rsid w:val="008775D3"/>
    <w:rsid w:val="00877AF4"/>
    <w:rsid w:val="00877B3F"/>
    <w:rsid w:val="00880052"/>
    <w:rsid w:val="0088045C"/>
    <w:rsid w:val="00880896"/>
    <w:rsid w:val="008808FF"/>
    <w:rsid w:val="008814FA"/>
    <w:rsid w:val="00881670"/>
    <w:rsid w:val="00881AE8"/>
    <w:rsid w:val="00882144"/>
    <w:rsid w:val="00883051"/>
    <w:rsid w:val="008838B3"/>
    <w:rsid w:val="00884C84"/>
    <w:rsid w:val="00884CD8"/>
    <w:rsid w:val="00884E3B"/>
    <w:rsid w:val="008854F2"/>
    <w:rsid w:val="00885D15"/>
    <w:rsid w:val="00885D8A"/>
    <w:rsid w:val="00886455"/>
    <w:rsid w:val="008864B9"/>
    <w:rsid w:val="00886579"/>
    <w:rsid w:val="008873EC"/>
    <w:rsid w:val="00887575"/>
    <w:rsid w:val="00890680"/>
    <w:rsid w:val="00890AB6"/>
    <w:rsid w:val="00890CD7"/>
    <w:rsid w:val="00890E86"/>
    <w:rsid w:val="008916C2"/>
    <w:rsid w:val="00891E7B"/>
    <w:rsid w:val="00891EC3"/>
    <w:rsid w:val="008923FB"/>
    <w:rsid w:val="00892ECC"/>
    <w:rsid w:val="00892F58"/>
    <w:rsid w:val="008930A6"/>
    <w:rsid w:val="008931CE"/>
    <w:rsid w:val="00893A9C"/>
    <w:rsid w:val="00893C9F"/>
    <w:rsid w:val="00893F8B"/>
    <w:rsid w:val="008940E0"/>
    <w:rsid w:val="00894310"/>
    <w:rsid w:val="0089477D"/>
    <w:rsid w:val="00894E3E"/>
    <w:rsid w:val="008956BB"/>
    <w:rsid w:val="008962F0"/>
    <w:rsid w:val="008964C3"/>
    <w:rsid w:val="00896543"/>
    <w:rsid w:val="008966A1"/>
    <w:rsid w:val="008966AD"/>
    <w:rsid w:val="008976B0"/>
    <w:rsid w:val="008A0BE0"/>
    <w:rsid w:val="008A10C1"/>
    <w:rsid w:val="008A1B26"/>
    <w:rsid w:val="008A2106"/>
    <w:rsid w:val="008A25FE"/>
    <w:rsid w:val="008A2FA0"/>
    <w:rsid w:val="008A3656"/>
    <w:rsid w:val="008A4402"/>
    <w:rsid w:val="008A479B"/>
    <w:rsid w:val="008A657E"/>
    <w:rsid w:val="008A66EE"/>
    <w:rsid w:val="008A676C"/>
    <w:rsid w:val="008A6EE8"/>
    <w:rsid w:val="008A7350"/>
    <w:rsid w:val="008A7C68"/>
    <w:rsid w:val="008B02C5"/>
    <w:rsid w:val="008B0336"/>
    <w:rsid w:val="008B0AC9"/>
    <w:rsid w:val="008B0BD7"/>
    <w:rsid w:val="008B0DCE"/>
    <w:rsid w:val="008B1238"/>
    <w:rsid w:val="008B1A9D"/>
    <w:rsid w:val="008B1F8A"/>
    <w:rsid w:val="008B22D1"/>
    <w:rsid w:val="008B23E7"/>
    <w:rsid w:val="008B28B1"/>
    <w:rsid w:val="008B2A60"/>
    <w:rsid w:val="008B2C7B"/>
    <w:rsid w:val="008B2DCE"/>
    <w:rsid w:val="008B35F7"/>
    <w:rsid w:val="008B4E3E"/>
    <w:rsid w:val="008B5064"/>
    <w:rsid w:val="008B5353"/>
    <w:rsid w:val="008B5EDD"/>
    <w:rsid w:val="008B5F35"/>
    <w:rsid w:val="008B6A2C"/>
    <w:rsid w:val="008B73BA"/>
    <w:rsid w:val="008B7569"/>
    <w:rsid w:val="008B7CE1"/>
    <w:rsid w:val="008C12FC"/>
    <w:rsid w:val="008C16CC"/>
    <w:rsid w:val="008C17B5"/>
    <w:rsid w:val="008C283F"/>
    <w:rsid w:val="008C32B9"/>
    <w:rsid w:val="008C4D3E"/>
    <w:rsid w:val="008C4EBA"/>
    <w:rsid w:val="008C570E"/>
    <w:rsid w:val="008C577E"/>
    <w:rsid w:val="008C60B7"/>
    <w:rsid w:val="008C6347"/>
    <w:rsid w:val="008C6525"/>
    <w:rsid w:val="008C71A1"/>
    <w:rsid w:val="008C72A5"/>
    <w:rsid w:val="008C78C9"/>
    <w:rsid w:val="008D0D23"/>
    <w:rsid w:val="008D136E"/>
    <w:rsid w:val="008D15AA"/>
    <w:rsid w:val="008D1FFC"/>
    <w:rsid w:val="008D2928"/>
    <w:rsid w:val="008D40DB"/>
    <w:rsid w:val="008D4854"/>
    <w:rsid w:val="008D5109"/>
    <w:rsid w:val="008D56E7"/>
    <w:rsid w:val="008D5A19"/>
    <w:rsid w:val="008D6C06"/>
    <w:rsid w:val="008D73BD"/>
    <w:rsid w:val="008E0B57"/>
    <w:rsid w:val="008E0F0F"/>
    <w:rsid w:val="008E188D"/>
    <w:rsid w:val="008E2992"/>
    <w:rsid w:val="008E2A39"/>
    <w:rsid w:val="008E3591"/>
    <w:rsid w:val="008E3DDD"/>
    <w:rsid w:val="008E494F"/>
    <w:rsid w:val="008E4D2C"/>
    <w:rsid w:val="008E65EB"/>
    <w:rsid w:val="008E6ED8"/>
    <w:rsid w:val="008E7AB5"/>
    <w:rsid w:val="008E7E2E"/>
    <w:rsid w:val="008F0CC7"/>
    <w:rsid w:val="008F169B"/>
    <w:rsid w:val="008F1A89"/>
    <w:rsid w:val="008F1CEC"/>
    <w:rsid w:val="008F1D9B"/>
    <w:rsid w:val="008F367A"/>
    <w:rsid w:val="008F468D"/>
    <w:rsid w:val="008F469C"/>
    <w:rsid w:val="008F4C7A"/>
    <w:rsid w:val="008F4F32"/>
    <w:rsid w:val="008F5308"/>
    <w:rsid w:val="008F58F1"/>
    <w:rsid w:val="008F60E0"/>
    <w:rsid w:val="008F6DC9"/>
    <w:rsid w:val="008F7BCF"/>
    <w:rsid w:val="009002A9"/>
    <w:rsid w:val="00900FD5"/>
    <w:rsid w:val="0090127D"/>
    <w:rsid w:val="00901678"/>
    <w:rsid w:val="00901B29"/>
    <w:rsid w:val="00901D43"/>
    <w:rsid w:val="009022E2"/>
    <w:rsid w:val="00902F5E"/>
    <w:rsid w:val="00903257"/>
    <w:rsid w:val="009038CF"/>
    <w:rsid w:val="00903E2B"/>
    <w:rsid w:val="00904C2D"/>
    <w:rsid w:val="009055E0"/>
    <w:rsid w:val="00905CDE"/>
    <w:rsid w:val="0090661C"/>
    <w:rsid w:val="00906A97"/>
    <w:rsid w:val="00906F8C"/>
    <w:rsid w:val="0091017F"/>
    <w:rsid w:val="0091021C"/>
    <w:rsid w:val="009103E4"/>
    <w:rsid w:val="009111D4"/>
    <w:rsid w:val="00911E8D"/>
    <w:rsid w:val="00912326"/>
    <w:rsid w:val="0091420D"/>
    <w:rsid w:val="00914446"/>
    <w:rsid w:val="00915223"/>
    <w:rsid w:val="009156F0"/>
    <w:rsid w:val="0091596A"/>
    <w:rsid w:val="00915A65"/>
    <w:rsid w:val="00915E9D"/>
    <w:rsid w:val="00916250"/>
    <w:rsid w:val="009164A5"/>
    <w:rsid w:val="00916984"/>
    <w:rsid w:val="00916AD0"/>
    <w:rsid w:val="009170C0"/>
    <w:rsid w:val="00917704"/>
    <w:rsid w:val="00917FFC"/>
    <w:rsid w:val="00920177"/>
    <w:rsid w:val="00920A71"/>
    <w:rsid w:val="00920E32"/>
    <w:rsid w:val="00920E54"/>
    <w:rsid w:val="00921E48"/>
    <w:rsid w:val="0092225A"/>
    <w:rsid w:val="00923650"/>
    <w:rsid w:val="00923939"/>
    <w:rsid w:val="00923F63"/>
    <w:rsid w:val="00924238"/>
    <w:rsid w:val="009242FE"/>
    <w:rsid w:val="00924319"/>
    <w:rsid w:val="009246D8"/>
    <w:rsid w:val="00924986"/>
    <w:rsid w:val="009252CC"/>
    <w:rsid w:val="00925455"/>
    <w:rsid w:val="00925F0E"/>
    <w:rsid w:val="00926218"/>
    <w:rsid w:val="0092628D"/>
    <w:rsid w:val="00926578"/>
    <w:rsid w:val="0092680E"/>
    <w:rsid w:val="00926A43"/>
    <w:rsid w:val="00926C22"/>
    <w:rsid w:val="00926E1D"/>
    <w:rsid w:val="00927F94"/>
    <w:rsid w:val="009313FD"/>
    <w:rsid w:val="009314EB"/>
    <w:rsid w:val="00931620"/>
    <w:rsid w:val="0093186D"/>
    <w:rsid w:val="00931911"/>
    <w:rsid w:val="0093199B"/>
    <w:rsid w:val="00931A63"/>
    <w:rsid w:val="00931A6A"/>
    <w:rsid w:val="00932243"/>
    <w:rsid w:val="00932437"/>
    <w:rsid w:val="00932BE9"/>
    <w:rsid w:val="00932BF4"/>
    <w:rsid w:val="0093323D"/>
    <w:rsid w:val="009342C9"/>
    <w:rsid w:val="009348DB"/>
    <w:rsid w:val="00934ACF"/>
    <w:rsid w:val="00934BF7"/>
    <w:rsid w:val="009361C1"/>
    <w:rsid w:val="00936DB7"/>
    <w:rsid w:val="0093728B"/>
    <w:rsid w:val="0093736C"/>
    <w:rsid w:val="00937807"/>
    <w:rsid w:val="00937E03"/>
    <w:rsid w:val="00937F6F"/>
    <w:rsid w:val="00940332"/>
    <w:rsid w:val="00941093"/>
    <w:rsid w:val="0094121A"/>
    <w:rsid w:val="00941BB7"/>
    <w:rsid w:val="0094246A"/>
    <w:rsid w:val="00942BD2"/>
    <w:rsid w:val="00942EAB"/>
    <w:rsid w:val="009438BF"/>
    <w:rsid w:val="00943FD5"/>
    <w:rsid w:val="009441D9"/>
    <w:rsid w:val="009446D7"/>
    <w:rsid w:val="00946226"/>
    <w:rsid w:val="0094626C"/>
    <w:rsid w:val="00947D0E"/>
    <w:rsid w:val="0095007D"/>
    <w:rsid w:val="009502D8"/>
    <w:rsid w:val="0095075B"/>
    <w:rsid w:val="00950A79"/>
    <w:rsid w:val="00950E52"/>
    <w:rsid w:val="009519EF"/>
    <w:rsid w:val="00951D6D"/>
    <w:rsid w:val="00953046"/>
    <w:rsid w:val="0095382D"/>
    <w:rsid w:val="0095469F"/>
    <w:rsid w:val="00954830"/>
    <w:rsid w:val="00955407"/>
    <w:rsid w:val="0095550F"/>
    <w:rsid w:val="009564EF"/>
    <w:rsid w:val="00956B35"/>
    <w:rsid w:val="00957677"/>
    <w:rsid w:val="00957739"/>
    <w:rsid w:val="00957BE1"/>
    <w:rsid w:val="0096001A"/>
    <w:rsid w:val="0096002E"/>
    <w:rsid w:val="0096073F"/>
    <w:rsid w:val="0096207E"/>
    <w:rsid w:val="00962436"/>
    <w:rsid w:val="0096246E"/>
    <w:rsid w:val="00962608"/>
    <w:rsid w:val="009640B1"/>
    <w:rsid w:val="009642D4"/>
    <w:rsid w:val="00964973"/>
    <w:rsid w:val="009650E1"/>
    <w:rsid w:val="00966061"/>
    <w:rsid w:val="009663BD"/>
    <w:rsid w:val="00966EC0"/>
    <w:rsid w:val="0096716A"/>
    <w:rsid w:val="009675D2"/>
    <w:rsid w:val="009676F9"/>
    <w:rsid w:val="00967AF2"/>
    <w:rsid w:val="00967B53"/>
    <w:rsid w:val="00967C87"/>
    <w:rsid w:val="00970328"/>
    <w:rsid w:val="00970D73"/>
    <w:rsid w:val="00971806"/>
    <w:rsid w:val="0097221E"/>
    <w:rsid w:val="0097317D"/>
    <w:rsid w:val="009735F6"/>
    <w:rsid w:val="00973870"/>
    <w:rsid w:val="00973B8B"/>
    <w:rsid w:val="00973F62"/>
    <w:rsid w:val="00974227"/>
    <w:rsid w:val="00974446"/>
    <w:rsid w:val="009748F2"/>
    <w:rsid w:val="00974CE8"/>
    <w:rsid w:val="00974F0A"/>
    <w:rsid w:val="00975038"/>
    <w:rsid w:val="00975931"/>
    <w:rsid w:val="009761F6"/>
    <w:rsid w:val="00976C6D"/>
    <w:rsid w:val="00977389"/>
    <w:rsid w:val="00977662"/>
    <w:rsid w:val="00977E6F"/>
    <w:rsid w:val="00980FE6"/>
    <w:rsid w:val="009817FD"/>
    <w:rsid w:val="00981B21"/>
    <w:rsid w:val="009823F1"/>
    <w:rsid w:val="00983980"/>
    <w:rsid w:val="00983C96"/>
    <w:rsid w:val="00984B98"/>
    <w:rsid w:val="00984D93"/>
    <w:rsid w:val="00984E13"/>
    <w:rsid w:val="0098539D"/>
    <w:rsid w:val="009854E1"/>
    <w:rsid w:val="009854F4"/>
    <w:rsid w:val="00986266"/>
    <w:rsid w:val="00987747"/>
    <w:rsid w:val="009879CB"/>
    <w:rsid w:val="00987D2A"/>
    <w:rsid w:val="00987D47"/>
    <w:rsid w:val="009911BF"/>
    <w:rsid w:val="00993034"/>
    <w:rsid w:val="0099389C"/>
    <w:rsid w:val="0099443D"/>
    <w:rsid w:val="009946F3"/>
    <w:rsid w:val="009947F9"/>
    <w:rsid w:val="00995949"/>
    <w:rsid w:val="00995C6F"/>
    <w:rsid w:val="00996266"/>
    <w:rsid w:val="009965B9"/>
    <w:rsid w:val="009969AF"/>
    <w:rsid w:val="00996E42"/>
    <w:rsid w:val="0099701C"/>
    <w:rsid w:val="009972A1"/>
    <w:rsid w:val="009973FE"/>
    <w:rsid w:val="0099782E"/>
    <w:rsid w:val="00997852"/>
    <w:rsid w:val="00997B7E"/>
    <w:rsid w:val="00997D47"/>
    <w:rsid w:val="009A02D7"/>
    <w:rsid w:val="009A12FE"/>
    <w:rsid w:val="009A16EE"/>
    <w:rsid w:val="009A1726"/>
    <w:rsid w:val="009A19B0"/>
    <w:rsid w:val="009A210F"/>
    <w:rsid w:val="009A22E9"/>
    <w:rsid w:val="009A2313"/>
    <w:rsid w:val="009A23B2"/>
    <w:rsid w:val="009A2B2B"/>
    <w:rsid w:val="009A2E10"/>
    <w:rsid w:val="009A300E"/>
    <w:rsid w:val="009A30AD"/>
    <w:rsid w:val="009A32D4"/>
    <w:rsid w:val="009A3DA5"/>
    <w:rsid w:val="009A3DD2"/>
    <w:rsid w:val="009A3E4B"/>
    <w:rsid w:val="009A44DE"/>
    <w:rsid w:val="009A6191"/>
    <w:rsid w:val="009A6C3B"/>
    <w:rsid w:val="009A778F"/>
    <w:rsid w:val="009A7F73"/>
    <w:rsid w:val="009A7FAD"/>
    <w:rsid w:val="009B0426"/>
    <w:rsid w:val="009B060B"/>
    <w:rsid w:val="009B0798"/>
    <w:rsid w:val="009B0BE7"/>
    <w:rsid w:val="009B0F05"/>
    <w:rsid w:val="009B12AC"/>
    <w:rsid w:val="009B12F4"/>
    <w:rsid w:val="009B157E"/>
    <w:rsid w:val="009B1852"/>
    <w:rsid w:val="009B23B3"/>
    <w:rsid w:val="009B3CA7"/>
    <w:rsid w:val="009B45AD"/>
    <w:rsid w:val="009B49C2"/>
    <w:rsid w:val="009B5FDB"/>
    <w:rsid w:val="009B6389"/>
    <w:rsid w:val="009B6686"/>
    <w:rsid w:val="009B685D"/>
    <w:rsid w:val="009B6FE5"/>
    <w:rsid w:val="009C02A9"/>
    <w:rsid w:val="009C03AA"/>
    <w:rsid w:val="009C19A4"/>
    <w:rsid w:val="009C1B45"/>
    <w:rsid w:val="009C2121"/>
    <w:rsid w:val="009C2586"/>
    <w:rsid w:val="009C389F"/>
    <w:rsid w:val="009C3EB0"/>
    <w:rsid w:val="009C402B"/>
    <w:rsid w:val="009C436F"/>
    <w:rsid w:val="009C491C"/>
    <w:rsid w:val="009C5E1C"/>
    <w:rsid w:val="009C5FE3"/>
    <w:rsid w:val="009C655C"/>
    <w:rsid w:val="009C6C56"/>
    <w:rsid w:val="009C7201"/>
    <w:rsid w:val="009C79D0"/>
    <w:rsid w:val="009C7FF9"/>
    <w:rsid w:val="009D0A86"/>
    <w:rsid w:val="009D1467"/>
    <w:rsid w:val="009D28BA"/>
    <w:rsid w:val="009D3067"/>
    <w:rsid w:val="009D3248"/>
    <w:rsid w:val="009D33D9"/>
    <w:rsid w:val="009D3A29"/>
    <w:rsid w:val="009D4191"/>
    <w:rsid w:val="009D4286"/>
    <w:rsid w:val="009D53B2"/>
    <w:rsid w:val="009D5AC2"/>
    <w:rsid w:val="009D6F98"/>
    <w:rsid w:val="009D7EFA"/>
    <w:rsid w:val="009D7FCC"/>
    <w:rsid w:val="009E0331"/>
    <w:rsid w:val="009E18A8"/>
    <w:rsid w:val="009E2DDF"/>
    <w:rsid w:val="009E2F55"/>
    <w:rsid w:val="009E319C"/>
    <w:rsid w:val="009E33D7"/>
    <w:rsid w:val="009E3564"/>
    <w:rsid w:val="009E3D67"/>
    <w:rsid w:val="009E3DB9"/>
    <w:rsid w:val="009E42F7"/>
    <w:rsid w:val="009E441F"/>
    <w:rsid w:val="009E49F9"/>
    <w:rsid w:val="009E4E77"/>
    <w:rsid w:val="009E5059"/>
    <w:rsid w:val="009E531E"/>
    <w:rsid w:val="009E550B"/>
    <w:rsid w:val="009E6855"/>
    <w:rsid w:val="009E688C"/>
    <w:rsid w:val="009E6C21"/>
    <w:rsid w:val="009E6C4A"/>
    <w:rsid w:val="009E6DDB"/>
    <w:rsid w:val="009E7243"/>
    <w:rsid w:val="009E73B6"/>
    <w:rsid w:val="009F000A"/>
    <w:rsid w:val="009F00A2"/>
    <w:rsid w:val="009F22DA"/>
    <w:rsid w:val="009F359D"/>
    <w:rsid w:val="009F36F7"/>
    <w:rsid w:val="009F4B1C"/>
    <w:rsid w:val="009F4B50"/>
    <w:rsid w:val="009F54FF"/>
    <w:rsid w:val="009F56D0"/>
    <w:rsid w:val="009F5DF9"/>
    <w:rsid w:val="009F620C"/>
    <w:rsid w:val="009F655A"/>
    <w:rsid w:val="009F7228"/>
    <w:rsid w:val="009F7356"/>
    <w:rsid w:val="009F74B2"/>
    <w:rsid w:val="009F7994"/>
    <w:rsid w:val="009F7DCB"/>
    <w:rsid w:val="00A00B38"/>
    <w:rsid w:val="00A00CD3"/>
    <w:rsid w:val="00A00DAA"/>
    <w:rsid w:val="00A00DEE"/>
    <w:rsid w:val="00A0194D"/>
    <w:rsid w:val="00A026C0"/>
    <w:rsid w:val="00A0315F"/>
    <w:rsid w:val="00A03D04"/>
    <w:rsid w:val="00A03FA8"/>
    <w:rsid w:val="00A04564"/>
    <w:rsid w:val="00A04DAE"/>
    <w:rsid w:val="00A0559D"/>
    <w:rsid w:val="00A058E9"/>
    <w:rsid w:val="00A05D52"/>
    <w:rsid w:val="00A05E7B"/>
    <w:rsid w:val="00A05F13"/>
    <w:rsid w:val="00A065F3"/>
    <w:rsid w:val="00A073BC"/>
    <w:rsid w:val="00A075B5"/>
    <w:rsid w:val="00A07669"/>
    <w:rsid w:val="00A10033"/>
    <w:rsid w:val="00A100B8"/>
    <w:rsid w:val="00A10832"/>
    <w:rsid w:val="00A111F6"/>
    <w:rsid w:val="00A11F14"/>
    <w:rsid w:val="00A12541"/>
    <w:rsid w:val="00A12AA5"/>
    <w:rsid w:val="00A12DC5"/>
    <w:rsid w:val="00A12E0D"/>
    <w:rsid w:val="00A13187"/>
    <w:rsid w:val="00A136E2"/>
    <w:rsid w:val="00A13AC3"/>
    <w:rsid w:val="00A13DFD"/>
    <w:rsid w:val="00A14324"/>
    <w:rsid w:val="00A147D7"/>
    <w:rsid w:val="00A14F95"/>
    <w:rsid w:val="00A15979"/>
    <w:rsid w:val="00A16207"/>
    <w:rsid w:val="00A1630E"/>
    <w:rsid w:val="00A16938"/>
    <w:rsid w:val="00A179AA"/>
    <w:rsid w:val="00A17E28"/>
    <w:rsid w:val="00A20274"/>
    <w:rsid w:val="00A21431"/>
    <w:rsid w:val="00A22471"/>
    <w:rsid w:val="00A23278"/>
    <w:rsid w:val="00A23321"/>
    <w:rsid w:val="00A2416A"/>
    <w:rsid w:val="00A24596"/>
    <w:rsid w:val="00A25091"/>
    <w:rsid w:val="00A25120"/>
    <w:rsid w:val="00A25739"/>
    <w:rsid w:val="00A25980"/>
    <w:rsid w:val="00A25AC9"/>
    <w:rsid w:val="00A25F89"/>
    <w:rsid w:val="00A266C3"/>
    <w:rsid w:val="00A26EF3"/>
    <w:rsid w:val="00A275DC"/>
    <w:rsid w:val="00A277E1"/>
    <w:rsid w:val="00A27BDE"/>
    <w:rsid w:val="00A30B5D"/>
    <w:rsid w:val="00A30BC3"/>
    <w:rsid w:val="00A31078"/>
    <w:rsid w:val="00A320FD"/>
    <w:rsid w:val="00A32B2A"/>
    <w:rsid w:val="00A33554"/>
    <w:rsid w:val="00A3355C"/>
    <w:rsid w:val="00A33635"/>
    <w:rsid w:val="00A343BE"/>
    <w:rsid w:val="00A3540B"/>
    <w:rsid w:val="00A35FD7"/>
    <w:rsid w:val="00A362EE"/>
    <w:rsid w:val="00A36F62"/>
    <w:rsid w:val="00A37F36"/>
    <w:rsid w:val="00A4108D"/>
    <w:rsid w:val="00A41431"/>
    <w:rsid w:val="00A4215A"/>
    <w:rsid w:val="00A42512"/>
    <w:rsid w:val="00A42666"/>
    <w:rsid w:val="00A427BC"/>
    <w:rsid w:val="00A42C36"/>
    <w:rsid w:val="00A42C7A"/>
    <w:rsid w:val="00A4312A"/>
    <w:rsid w:val="00A448FB"/>
    <w:rsid w:val="00A44BE7"/>
    <w:rsid w:val="00A4506E"/>
    <w:rsid w:val="00A4531B"/>
    <w:rsid w:val="00A4547A"/>
    <w:rsid w:val="00A46226"/>
    <w:rsid w:val="00A4661A"/>
    <w:rsid w:val="00A4666C"/>
    <w:rsid w:val="00A46B2A"/>
    <w:rsid w:val="00A4717A"/>
    <w:rsid w:val="00A47E00"/>
    <w:rsid w:val="00A500B7"/>
    <w:rsid w:val="00A50471"/>
    <w:rsid w:val="00A509E0"/>
    <w:rsid w:val="00A50F12"/>
    <w:rsid w:val="00A50F21"/>
    <w:rsid w:val="00A51346"/>
    <w:rsid w:val="00A5137A"/>
    <w:rsid w:val="00A51585"/>
    <w:rsid w:val="00A51588"/>
    <w:rsid w:val="00A519BD"/>
    <w:rsid w:val="00A51E7A"/>
    <w:rsid w:val="00A51EE7"/>
    <w:rsid w:val="00A52299"/>
    <w:rsid w:val="00A5259E"/>
    <w:rsid w:val="00A527B4"/>
    <w:rsid w:val="00A528EE"/>
    <w:rsid w:val="00A52E12"/>
    <w:rsid w:val="00A52FAC"/>
    <w:rsid w:val="00A5392D"/>
    <w:rsid w:val="00A53969"/>
    <w:rsid w:val="00A54398"/>
    <w:rsid w:val="00A54821"/>
    <w:rsid w:val="00A55A99"/>
    <w:rsid w:val="00A56515"/>
    <w:rsid w:val="00A57F2A"/>
    <w:rsid w:val="00A60464"/>
    <w:rsid w:val="00A6054F"/>
    <w:rsid w:val="00A60B14"/>
    <w:rsid w:val="00A617C8"/>
    <w:rsid w:val="00A62CC9"/>
    <w:rsid w:val="00A632A8"/>
    <w:rsid w:val="00A64524"/>
    <w:rsid w:val="00A6470F"/>
    <w:rsid w:val="00A64826"/>
    <w:rsid w:val="00A648EE"/>
    <w:rsid w:val="00A652EF"/>
    <w:rsid w:val="00A6533C"/>
    <w:rsid w:val="00A65362"/>
    <w:rsid w:val="00A6565C"/>
    <w:rsid w:val="00A67713"/>
    <w:rsid w:val="00A67B25"/>
    <w:rsid w:val="00A70205"/>
    <w:rsid w:val="00A70360"/>
    <w:rsid w:val="00A70BC7"/>
    <w:rsid w:val="00A70E73"/>
    <w:rsid w:val="00A712B7"/>
    <w:rsid w:val="00A71489"/>
    <w:rsid w:val="00A718E8"/>
    <w:rsid w:val="00A729AA"/>
    <w:rsid w:val="00A72DC1"/>
    <w:rsid w:val="00A72F4F"/>
    <w:rsid w:val="00A73699"/>
    <w:rsid w:val="00A746A8"/>
    <w:rsid w:val="00A75806"/>
    <w:rsid w:val="00A75F45"/>
    <w:rsid w:val="00A7632F"/>
    <w:rsid w:val="00A774B0"/>
    <w:rsid w:val="00A775BE"/>
    <w:rsid w:val="00A77793"/>
    <w:rsid w:val="00A77DC9"/>
    <w:rsid w:val="00A804BC"/>
    <w:rsid w:val="00A80990"/>
    <w:rsid w:val="00A80D82"/>
    <w:rsid w:val="00A815DE"/>
    <w:rsid w:val="00A81A6E"/>
    <w:rsid w:val="00A8259A"/>
    <w:rsid w:val="00A8272C"/>
    <w:rsid w:val="00A83175"/>
    <w:rsid w:val="00A84391"/>
    <w:rsid w:val="00A844C5"/>
    <w:rsid w:val="00A84847"/>
    <w:rsid w:val="00A84A0B"/>
    <w:rsid w:val="00A8534E"/>
    <w:rsid w:val="00A8538C"/>
    <w:rsid w:val="00A85744"/>
    <w:rsid w:val="00A863A1"/>
    <w:rsid w:val="00A868A2"/>
    <w:rsid w:val="00A86A46"/>
    <w:rsid w:val="00A86E42"/>
    <w:rsid w:val="00A90273"/>
    <w:rsid w:val="00A90406"/>
    <w:rsid w:val="00A909B7"/>
    <w:rsid w:val="00A90C87"/>
    <w:rsid w:val="00A91685"/>
    <w:rsid w:val="00A91E9F"/>
    <w:rsid w:val="00A95310"/>
    <w:rsid w:val="00A957B8"/>
    <w:rsid w:val="00A95C05"/>
    <w:rsid w:val="00A9661F"/>
    <w:rsid w:val="00A967ED"/>
    <w:rsid w:val="00A972FB"/>
    <w:rsid w:val="00A9782F"/>
    <w:rsid w:val="00A9793A"/>
    <w:rsid w:val="00AA0444"/>
    <w:rsid w:val="00AA0B53"/>
    <w:rsid w:val="00AA27BC"/>
    <w:rsid w:val="00AA3961"/>
    <w:rsid w:val="00AA3AC5"/>
    <w:rsid w:val="00AA4158"/>
    <w:rsid w:val="00AA43BF"/>
    <w:rsid w:val="00AA5222"/>
    <w:rsid w:val="00AA6064"/>
    <w:rsid w:val="00AA6C71"/>
    <w:rsid w:val="00AA7770"/>
    <w:rsid w:val="00AB01DA"/>
    <w:rsid w:val="00AB028B"/>
    <w:rsid w:val="00AB0572"/>
    <w:rsid w:val="00AB1A8F"/>
    <w:rsid w:val="00AB227E"/>
    <w:rsid w:val="00AB253B"/>
    <w:rsid w:val="00AB2DBD"/>
    <w:rsid w:val="00AB3082"/>
    <w:rsid w:val="00AB3242"/>
    <w:rsid w:val="00AB384F"/>
    <w:rsid w:val="00AB3CEA"/>
    <w:rsid w:val="00AB3E7C"/>
    <w:rsid w:val="00AB407A"/>
    <w:rsid w:val="00AB41B3"/>
    <w:rsid w:val="00AB47C0"/>
    <w:rsid w:val="00AB5E13"/>
    <w:rsid w:val="00AB6249"/>
    <w:rsid w:val="00AB6603"/>
    <w:rsid w:val="00AB6D89"/>
    <w:rsid w:val="00AC0110"/>
    <w:rsid w:val="00AC0696"/>
    <w:rsid w:val="00AC0EA0"/>
    <w:rsid w:val="00AC19F3"/>
    <w:rsid w:val="00AC1D60"/>
    <w:rsid w:val="00AC1E62"/>
    <w:rsid w:val="00AC2854"/>
    <w:rsid w:val="00AC2A5F"/>
    <w:rsid w:val="00AC32FE"/>
    <w:rsid w:val="00AC3559"/>
    <w:rsid w:val="00AC35FC"/>
    <w:rsid w:val="00AC44E6"/>
    <w:rsid w:val="00AC44F9"/>
    <w:rsid w:val="00AC4A8C"/>
    <w:rsid w:val="00AC4C27"/>
    <w:rsid w:val="00AC5097"/>
    <w:rsid w:val="00AC52F0"/>
    <w:rsid w:val="00AC5699"/>
    <w:rsid w:val="00AC676E"/>
    <w:rsid w:val="00AC7081"/>
    <w:rsid w:val="00AC77E7"/>
    <w:rsid w:val="00AD0898"/>
    <w:rsid w:val="00AD0C36"/>
    <w:rsid w:val="00AD14D3"/>
    <w:rsid w:val="00AD1563"/>
    <w:rsid w:val="00AD18BA"/>
    <w:rsid w:val="00AD1D2F"/>
    <w:rsid w:val="00AD23EF"/>
    <w:rsid w:val="00AD347F"/>
    <w:rsid w:val="00AD3A96"/>
    <w:rsid w:val="00AD4FE4"/>
    <w:rsid w:val="00AD53C3"/>
    <w:rsid w:val="00AD53EF"/>
    <w:rsid w:val="00AD57C4"/>
    <w:rsid w:val="00AD5C90"/>
    <w:rsid w:val="00AD73DD"/>
    <w:rsid w:val="00AD776B"/>
    <w:rsid w:val="00AE03D4"/>
    <w:rsid w:val="00AE1AF6"/>
    <w:rsid w:val="00AE1DAD"/>
    <w:rsid w:val="00AE38C4"/>
    <w:rsid w:val="00AE3A6F"/>
    <w:rsid w:val="00AE3CD0"/>
    <w:rsid w:val="00AE4676"/>
    <w:rsid w:val="00AE4B07"/>
    <w:rsid w:val="00AE4B69"/>
    <w:rsid w:val="00AE4B6E"/>
    <w:rsid w:val="00AE5161"/>
    <w:rsid w:val="00AE5BC1"/>
    <w:rsid w:val="00AE6014"/>
    <w:rsid w:val="00AE64D8"/>
    <w:rsid w:val="00AE67F0"/>
    <w:rsid w:val="00AE706C"/>
    <w:rsid w:val="00AE7769"/>
    <w:rsid w:val="00AF033B"/>
    <w:rsid w:val="00AF1BF4"/>
    <w:rsid w:val="00AF1C1C"/>
    <w:rsid w:val="00AF1C9F"/>
    <w:rsid w:val="00AF365A"/>
    <w:rsid w:val="00AF3A70"/>
    <w:rsid w:val="00AF461F"/>
    <w:rsid w:val="00AF4D63"/>
    <w:rsid w:val="00AF4EAF"/>
    <w:rsid w:val="00AF5E4F"/>
    <w:rsid w:val="00AF5F29"/>
    <w:rsid w:val="00AF5F36"/>
    <w:rsid w:val="00AF5FC9"/>
    <w:rsid w:val="00AF70C5"/>
    <w:rsid w:val="00AF724E"/>
    <w:rsid w:val="00AF7279"/>
    <w:rsid w:val="00AF73EF"/>
    <w:rsid w:val="00AF7407"/>
    <w:rsid w:val="00AF7642"/>
    <w:rsid w:val="00AF7650"/>
    <w:rsid w:val="00B00A31"/>
    <w:rsid w:val="00B015FA"/>
    <w:rsid w:val="00B01816"/>
    <w:rsid w:val="00B01AE9"/>
    <w:rsid w:val="00B02855"/>
    <w:rsid w:val="00B029C9"/>
    <w:rsid w:val="00B02BA8"/>
    <w:rsid w:val="00B02EEB"/>
    <w:rsid w:val="00B03B5C"/>
    <w:rsid w:val="00B04083"/>
    <w:rsid w:val="00B04A72"/>
    <w:rsid w:val="00B05469"/>
    <w:rsid w:val="00B05536"/>
    <w:rsid w:val="00B06B01"/>
    <w:rsid w:val="00B101B0"/>
    <w:rsid w:val="00B105DF"/>
    <w:rsid w:val="00B11546"/>
    <w:rsid w:val="00B11781"/>
    <w:rsid w:val="00B12D42"/>
    <w:rsid w:val="00B12E57"/>
    <w:rsid w:val="00B13EF6"/>
    <w:rsid w:val="00B13F85"/>
    <w:rsid w:val="00B149AF"/>
    <w:rsid w:val="00B1502E"/>
    <w:rsid w:val="00B15304"/>
    <w:rsid w:val="00B15308"/>
    <w:rsid w:val="00B161BD"/>
    <w:rsid w:val="00B16E5A"/>
    <w:rsid w:val="00B174FD"/>
    <w:rsid w:val="00B17A49"/>
    <w:rsid w:val="00B17E2F"/>
    <w:rsid w:val="00B206B7"/>
    <w:rsid w:val="00B209D7"/>
    <w:rsid w:val="00B20B83"/>
    <w:rsid w:val="00B20CDC"/>
    <w:rsid w:val="00B20D38"/>
    <w:rsid w:val="00B20F20"/>
    <w:rsid w:val="00B21D82"/>
    <w:rsid w:val="00B21EC9"/>
    <w:rsid w:val="00B2374B"/>
    <w:rsid w:val="00B238FA"/>
    <w:rsid w:val="00B24625"/>
    <w:rsid w:val="00B247D3"/>
    <w:rsid w:val="00B24836"/>
    <w:rsid w:val="00B24DC7"/>
    <w:rsid w:val="00B25B36"/>
    <w:rsid w:val="00B25DE9"/>
    <w:rsid w:val="00B261DB"/>
    <w:rsid w:val="00B2620E"/>
    <w:rsid w:val="00B27503"/>
    <w:rsid w:val="00B27609"/>
    <w:rsid w:val="00B27A51"/>
    <w:rsid w:val="00B3091D"/>
    <w:rsid w:val="00B30BC3"/>
    <w:rsid w:val="00B32163"/>
    <w:rsid w:val="00B327E3"/>
    <w:rsid w:val="00B32EED"/>
    <w:rsid w:val="00B33730"/>
    <w:rsid w:val="00B341E1"/>
    <w:rsid w:val="00B346C8"/>
    <w:rsid w:val="00B35210"/>
    <w:rsid w:val="00B35BB8"/>
    <w:rsid w:val="00B363BD"/>
    <w:rsid w:val="00B367AE"/>
    <w:rsid w:val="00B371B7"/>
    <w:rsid w:val="00B3745B"/>
    <w:rsid w:val="00B37613"/>
    <w:rsid w:val="00B378C3"/>
    <w:rsid w:val="00B40066"/>
    <w:rsid w:val="00B409E3"/>
    <w:rsid w:val="00B41BB7"/>
    <w:rsid w:val="00B41BC4"/>
    <w:rsid w:val="00B41C46"/>
    <w:rsid w:val="00B41C94"/>
    <w:rsid w:val="00B41D33"/>
    <w:rsid w:val="00B41DC2"/>
    <w:rsid w:val="00B42228"/>
    <w:rsid w:val="00B43BE2"/>
    <w:rsid w:val="00B44CF2"/>
    <w:rsid w:val="00B451BF"/>
    <w:rsid w:val="00B455BC"/>
    <w:rsid w:val="00B456C0"/>
    <w:rsid w:val="00B457D8"/>
    <w:rsid w:val="00B46C0A"/>
    <w:rsid w:val="00B50181"/>
    <w:rsid w:val="00B504CC"/>
    <w:rsid w:val="00B50710"/>
    <w:rsid w:val="00B50E5B"/>
    <w:rsid w:val="00B51AA6"/>
    <w:rsid w:val="00B51C60"/>
    <w:rsid w:val="00B52743"/>
    <w:rsid w:val="00B52796"/>
    <w:rsid w:val="00B52E02"/>
    <w:rsid w:val="00B52F06"/>
    <w:rsid w:val="00B53220"/>
    <w:rsid w:val="00B53994"/>
    <w:rsid w:val="00B53B7B"/>
    <w:rsid w:val="00B5474C"/>
    <w:rsid w:val="00B55C16"/>
    <w:rsid w:val="00B55D10"/>
    <w:rsid w:val="00B56C9C"/>
    <w:rsid w:val="00B57F2D"/>
    <w:rsid w:val="00B57FD7"/>
    <w:rsid w:val="00B60142"/>
    <w:rsid w:val="00B604CD"/>
    <w:rsid w:val="00B605F4"/>
    <w:rsid w:val="00B606F0"/>
    <w:rsid w:val="00B6179C"/>
    <w:rsid w:val="00B62315"/>
    <w:rsid w:val="00B62361"/>
    <w:rsid w:val="00B62C85"/>
    <w:rsid w:val="00B62F69"/>
    <w:rsid w:val="00B63C80"/>
    <w:rsid w:val="00B644CE"/>
    <w:rsid w:val="00B64DA2"/>
    <w:rsid w:val="00B65401"/>
    <w:rsid w:val="00B65685"/>
    <w:rsid w:val="00B65F3E"/>
    <w:rsid w:val="00B6647F"/>
    <w:rsid w:val="00B679B0"/>
    <w:rsid w:val="00B67DA3"/>
    <w:rsid w:val="00B701CC"/>
    <w:rsid w:val="00B70707"/>
    <w:rsid w:val="00B7091E"/>
    <w:rsid w:val="00B70A85"/>
    <w:rsid w:val="00B71D30"/>
    <w:rsid w:val="00B71D88"/>
    <w:rsid w:val="00B72214"/>
    <w:rsid w:val="00B724FA"/>
    <w:rsid w:val="00B725A4"/>
    <w:rsid w:val="00B726AE"/>
    <w:rsid w:val="00B7343C"/>
    <w:rsid w:val="00B737B1"/>
    <w:rsid w:val="00B74519"/>
    <w:rsid w:val="00B74B9A"/>
    <w:rsid w:val="00B74CBA"/>
    <w:rsid w:val="00B751AB"/>
    <w:rsid w:val="00B751F9"/>
    <w:rsid w:val="00B7525B"/>
    <w:rsid w:val="00B75537"/>
    <w:rsid w:val="00B75C45"/>
    <w:rsid w:val="00B761ED"/>
    <w:rsid w:val="00B768C7"/>
    <w:rsid w:val="00B76BDD"/>
    <w:rsid w:val="00B76FCE"/>
    <w:rsid w:val="00B774BB"/>
    <w:rsid w:val="00B77B06"/>
    <w:rsid w:val="00B77EE8"/>
    <w:rsid w:val="00B77F6C"/>
    <w:rsid w:val="00B80AE1"/>
    <w:rsid w:val="00B81479"/>
    <w:rsid w:val="00B81546"/>
    <w:rsid w:val="00B819F1"/>
    <w:rsid w:val="00B8221B"/>
    <w:rsid w:val="00B83686"/>
    <w:rsid w:val="00B83AE6"/>
    <w:rsid w:val="00B83D77"/>
    <w:rsid w:val="00B83E56"/>
    <w:rsid w:val="00B844ED"/>
    <w:rsid w:val="00B84676"/>
    <w:rsid w:val="00B84AD7"/>
    <w:rsid w:val="00B851ED"/>
    <w:rsid w:val="00B85252"/>
    <w:rsid w:val="00B857F1"/>
    <w:rsid w:val="00B859DB"/>
    <w:rsid w:val="00B85A01"/>
    <w:rsid w:val="00B85D06"/>
    <w:rsid w:val="00B85D5A"/>
    <w:rsid w:val="00B85E53"/>
    <w:rsid w:val="00B860D3"/>
    <w:rsid w:val="00B862E2"/>
    <w:rsid w:val="00B86317"/>
    <w:rsid w:val="00B86974"/>
    <w:rsid w:val="00B8744B"/>
    <w:rsid w:val="00B8744F"/>
    <w:rsid w:val="00B878B6"/>
    <w:rsid w:val="00B90081"/>
    <w:rsid w:val="00B9138C"/>
    <w:rsid w:val="00B913CC"/>
    <w:rsid w:val="00B9274D"/>
    <w:rsid w:val="00B92FBA"/>
    <w:rsid w:val="00B93542"/>
    <w:rsid w:val="00B94521"/>
    <w:rsid w:val="00B94525"/>
    <w:rsid w:val="00B94714"/>
    <w:rsid w:val="00B94F39"/>
    <w:rsid w:val="00B9597D"/>
    <w:rsid w:val="00B95B0D"/>
    <w:rsid w:val="00B95E80"/>
    <w:rsid w:val="00B96057"/>
    <w:rsid w:val="00B9618C"/>
    <w:rsid w:val="00B96D0E"/>
    <w:rsid w:val="00B97CE9"/>
    <w:rsid w:val="00B97DA5"/>
    <w:rsid w:val="00BA0027"/>
    <w:rsid w:val="00BA02C9"/>
    <w:rsid w:val="00BA1D85"/>
    <w:rsid w:val="00BA25BC"/>
    <w:rsid w:val="00BA2AB8"/>
    <w:rsid w:val="00BA2D85"/>
    <w:rsid w:val="00BA2ED8"/>
    <w:rsid w:val="00BA3780"/>
    <w:rsid w:val="00BA3B79"/>
    <w:rsid w:val="00BA3F22"/>
    <w:rsid w:val="00BA4108"/>
    <w:rsid w:val="00BA446D"/>
    <w:rsid w:val="00BA4F27"/>
    <w:rsid w:val="00BA5167"/>
    <w:rsid w:val="00BA57A1"/>
    <w:rsid w:val="00BA5F8F"/>
    <w:rsid w:val="00BA6EE5"/>
    <w:rsid w:val="00BA6F27"/>
    <w:rsid w:val="00BA787A"/>
    <w:rsid w:val="00BB1213"/>
    <w:rsid w:val="00BB1600"/>
    <w:rsid w:val="00BB180E"/>
    <w:rsid w:val="00BB205B"/>
    <w:rsid w:val="00BB223B"/>
    <w:rsid w:val="00BB283E"/>
    <w:rsid w:val="00BB312B"/>
    <w:rsid w:val="00BB3BF7"/>
    <w:rsid w:val="00BB3C28"/>
    <w:rsid w:val="00BB43D6"/>
    <w:rsid w:val="00BB459F"/>
    <w:rsid w:val="00BB6503"/>
    <w:rsid w:val="00BB7C32"/>
    <w:rsid w:val="00BC0BEE"/>
    <w:rsid w:val="00BC0D39"/>
    <w:rsid w:val="00BC16C1"/>
    <w:rsid w:val="00BC188A"/>
    <w:rsid w:val="00BC1D6C"/>
    <w:rsid w:val="00BC1E1F"/>
    <w:rsid w:val="00BC1E83"/>
    <w:rsid w:val="00BC1EF7"/>
    <w:rsid w:val="00BC2C59"/>
    <w:rsid w:val="00BC3CA9"/>
    <w:rsid w:val="00BC3EEA"/>
    <w:rsid w:val="00BC45A0"/>
    <w:rsid w:val="00BC5416"/>
    <w:rsid w:val="00BC6343"/>
    <w:rsid w:val="00BC68B8"/>
    <w:rsid w:val="00BC6CC4"/>
    <w:rsid w:val="00BC6EFA"/>
    <w:rsid w:val="00BD1471"/>
    <w:rsid w:val="00BD1A74"/>
    <w:rsid w:val="00BD1ADD"/>
    <w:rsid w:val="00BD1B71"/>
    <w:rsid w:val="00BD1F31"/>
    <w:rsid w:val="00BD2149"/>
    <w:rsid w:val="00BD3634"/>
    <w:rsid w:val="00BD36B0"/>
    <w:rsid w:val="00BD3715"/>
    <w:rsid w:val="00BD40B9"/>
    <w:rsid w:val="00BD49CA"/>
    <w:rsid w:val="00BD5956"/>
    <w:rsid w:val="00BD5AF3"/>
    <w:rsid w:val="00BD5B45"/>
    <w:rsid w:val="00BD5CC6"/>
    <w:rsid w:val="00BD5FB1"/>
    <w:rsid w:val="00BD6544"/>
    <w:rsid w:val="00BD7B6F"/>
    <w:rsid w:val="00BE0404"/>
    <w:rsid w:val="00BE1EE6"/>
    <w:rsid w:val="00BE2568"/>
    <w:rsid w:val="00BE25E3"/>
    <w:rsid w:val="00BE27F3"/>
    <w:rsid w:val="00BE2A13"/>
    <w:rsid w:val="00BE3C13"/>
    <w:rsid w:val="00BE441F"/>
    <w:rsid w:val="00BE55C6"/>
    <w:rsid w:val="00BE59CD"/>
    <w:rsid w:val="00BE5CF0"/>
    <w:rsid w:val="00BE5D34"/>
    <w:rsid w:val="00BE6B46"/>
    <w:rsid w:val="00BE6BFB"/>
    <w:rsid w:val="00BE6C15"/>
    <w:rsid w:val="00BE7225"/>
    <w:rsid w:val="00BE7564"/>
    <w:rsid w:val="00BF0234"/>
    <w:rsid w:val="00BF02A2"/>
    <w:rsid w:val="00BF03DD"/>
    <w:rsid w:val="00BF07A6"/>
    <w:rsid w:val="00BF098F"/>
    <w:rsid w:val="00BF16DC"/>
    <w:rsid w:val="00BF19A3"/>
    <w:rsid w:val="00BF2020"/>
    <w:rsid w:val="00BF3FC8"/>
    <w:rsid w:val="00BF4412"/>
    <w:rsid w:val="00BF4430"/>
    <w:rsid w:val="00BF46AE"/>
    <w:rsid w:val="00BF48E2"/>
    <w:rsid w:val="00BF4F1C"/>
    <w:rsid w:val="00BF4FA0"/>
    <w:rsid w:val="00BF5287"/>
    <w:rsid w:val="00BF5FFD"/>
    <w:rsid w:val="00BF60B0"/>
    <w:rsid w:val="00BF6995"/>
    <w:rsid w:val="00BF6E78"/>
    <w:rsid w:val="00BF7047"/>
    <w:rsid w:val="00BF7C44"/>
    <w:rsid w:val="00C0099C"/>
    <w:rsid w:val="00C01CB8"/>
    <w:rsid w:val="00C02648"/>
    <w:rsid w:val="00C030F6"/>
    <w:rsid w:val="00C032AE"/>
    <w:rsid w:val="00C03B11"/>
    <w:rsid w:val="00C0434F"/>
    <w:rsid w:val="00C04401"/>
    <w:rsid w:val="00C04717"/>
    <w:rsid w:val="00C04FB0"/>
    <w:rsid w:val="00C0533D"/>
    <w:rsid w:val="00C05784"/>
    <w:rsid w:val="00C057BE"/>
    <w:rsid w:val="00C057F0"/>
    <w:rsid w:val="00C05BD4"/>
    <w:rsid w:val="00C05DCD"/>
    <w:rsid w:val="00C05F0A"/>
    <w:rsid w:val="00C06C8F"/>
    <w:rsid w:val="00C0747F"/>
    <w:rsid w:val="00C074F9"/>
    <w:rsid w:val="00C07625"/>
    <w:rsid w:val="00C077CC"/>
    <w:rsid w:val="00C07C03"/>
    <w:rsid w:val="00C07F23"/>
    <w:rsid w:val="00C10CC3"/>
    <w:rsid w:val="00C10E2B"/>
    <w:rsid w:val="00C11B54"/>
    <w:rsid w:val="00C11BD3"/>
    <w:rsid w:val="00C12A41"/>
    <w:rsid w:val="00C13B78"/>
    <w:rsid w:val="00C14DE5"/>
    <w:rsid w:val="00C153F9"/>
    <w:rsid w:val="00C16071"/>
    <w:rsid w:val="00C16819"/>
    <w:rsid w:val="00C16A39"/>
    <w:rsid w:val="00C175E8"/>
    <w:rsid w:val="00C17D99"/>
    <w:rsid w:val="00C17DD9"/>
    <w:rsid w:val="00C20085"/>
    <w:rsid w:val="00C20544"/>
    <w:rsid w:val="00C206B4"/>
    <w:rsid w:val="00C20F48"/>
    <w:rsid w:val="00C21766"/>
    <w:rsid w:val="00C21A49"/>
    <w:rsid w:val="00C23212"/>
    <w:rsid w:val="00C23A42"/>
    <w:rsid w:val="00C25075"/>
    <w:rsid w:val="00C256F7"/>
    <w:rsid w:val="00C25747"/>
    <w:rsid w:val="00C262D3"/>
    <w:rsid w:val="00C26838"/>
    <w:rsid w:val="00C26927"/>
    <w:rsid w:val="00C26CC5"/>
    <w:rsid w:val="00C27916"/>
    <w:rsid w:val="00C27ACE"/>
    <w:rsid w:val="00C27EA4"/>
    <w:rsid w:val="00C30443"/>
    <w:rsid w:val="00C30501"/>
    <w:rsid w:val="00C30597"/>
    <w:rsid w:val="00C30709"/>
    <w:rsid w:val="00C30861"/>
    <w:rsid w:val="00C30AED"/>
    <w:rsid w:val="00C31724"/>
    <w:rsid w:val="00C320E7"/>
    <w:rsid w:val="00C3280D"/>
    <w:rsid w:val="00C32B46"/>
    <w:rsid w:val="00C32CF7"/>
    <w:rsid w:val="00C32D46"/>
    <w:rsid w:val="00C32DBB"/>
    <w:rsid w:val="00C32FFF"/>
    <w:rsid w:val="00C34848"/>
    <w:rsid w:val="00C34CD2"/>
    <w:rsid w:val="00C35172"/>
    <w:rsid w:val="00C35384"/>
    <w:rsid w:val="00C3594C"/>
    <w:rsid w:val="00C35F35"/>
    <w:rsid w:val="00C36C9A"/>
    <w:rsid w:val="00C37243"/>
    <w:rsid w:val="00C374C4"/>
    <w:rsid w:val="00C3768F"/>
    <w:rsid w:val="00C40887"/>
    <w:rsid w:val="00C40F85"/>
    <w:rsid w:val="00C4106E"/>
    <w:rsid w:val="00C41085"/>
    <w:rsid w:val="00C41BCD"/>
    <w:rsid w:val="00C42C14"/>
    <w:rsid w:val="00C4320D"/>
    <w:rsid w:val="00C4364B"/>
    <w:rsid w:val="00C44542"/>
    <w:rsid w:val="00C45007"/>
    <w:rsid w:val="00C4544E"/>
    <w:rsid w:val="00C45EE0"/>
    <w:rsid w:val="00C46485"/>
    <w:rsid w:val="00C46DBA"/>
    <w:rsid w:val="00C47250"/>
    <w:rsid w:val="00C47CC6"/>
    <w:rsid w:val="00C508FA"/>
    <w:rsid w:val="00C50A59"/>
    <w:rsid w:val="00C50AA4"/>
    <w:rsid w:val="00C50B08"/>
    <w:rsid w:val="00C5116B"/>
    <w:rsid w:val="00C5169B"/>
    <w:rsid w:val="00C51DF9"/>
    <w:rsid w:val="00C52466"/>
    <w:rsid w:val="00C529B6"/>
    <w:rsid w:val="00C52C85"/>
    <w:rsid w:val="00C52D61"/>
    <w:rsid w:val="00C531CE"/>
    <w:rsid w:val="00C53B10"/>
    <w:rsid w:val="00C53CA4"/>
    <w:rsid w:val="00C54253"/>
    <w:rsid w:val="00C5425C"/>
    <w:rsid w:val="00C55651"/>
    <w:rsid w:val="00C55A75"/>
    <w:rsid w:val="00C561F0"/>
    <w:rsid w:val="00C5645C"/>
    <w:rsid w:val="00C565CE"/>
    <w:rsid w:val="00C56732"/>
    <w:rsid w:val="00C5674F"/>
    <w:rsid w:val="00C5698E"/>
    <w:rsid w:val="00C56B92"/>
    <w:rsid w:val="00C56EA8"/>
    <w:rsid w:val="00C56EBD"/>
    <w:rsid w:val="00C570E4"/>
    <w:rsid w:val="00C60164"/>
    <w:rsid w:val="00C60F43"/>
    <w:rsid w:val="00C610A2"/>
    <w:rsid w:val="00C61490"/>
    <w:rsid w:val="00C61967"/>
    <w:rsid w:val="00C61A04"/>
    <w:rsid w:val="00C61A79"/>
    <w:rsid w:val="00C61BD8"/>
    <w:rsid w:val="00C61D8B"/>
    <w:rsid w:val="00C61F99"/>
    <w:rsid w:val="00C625E7"/>
    <w:rsid w:val="00C62714"/>
    <w:rsid w:val="00C62833"/>
    <w:rsid w:val="00C628E4"/>
    <w:rsid w:val="00C63651"/>
    <w:rsid w:val="00C63749"/>
    <w:rsid w:val="00C64680"/>
    <w:rsid w:val="00C65062"/>
    <w:rsid w:val="00C65463"/>
    <w:rsid w:val="00C65E02"/>
    <w:rsid w:val="00C674DD"/>
    <w:rsid w:val="00C6758E"/>
    <w:rsid w:val="00C67A4A"/>
    <w:rsid w:val="00C701AC"/>
    <w:rsid w:val="00C70686"/>
    <w:rsid w:val="00C71AC3"/>
    <w:rsid w:val="00C71B9B"/>
    <w:rsid w:val="00C727C8"/>
    <w:rsid w:val="00C72DFB"/>
    <w:rsid w:val="00C73028"/>
    <w:rsid w:val="00C74436"/>
    <w:rsid w:val="00C744C9"/>
    <w:rsid w:val="00C7481C"/>
    <w:rsid w:val="00C74A11"/>
    <w:rsid w:val="00C74D2E"/>
    <w:rsid w:val="00C752DA"/>
    <w:rsid w:val="00C75D2E"/>
    <w:rsid w:val="00C7619F"/>
    <w:rsid w:val="00C764B4"/>
    <w:rsid w:val="00C7674C"/>
    <w:rsid w:val="00C7741A"/>
    <w:rsid w:val="00C806A1"/>
    <w:rsid w:val="00C807F3"/>
    <w:rsid w:val="00C80A4A"/>
    <w:rsid w:val="00C8126D"/>
    <w:rsid w:val="00C812BD"/>
    <w:rsid w:val="00C819B6"/>
    <w:rsid w:val="00C82535"/>
    <w:rsid w:val="00C832EB"/>
    <w:rsid w:val="00C83A40"/>
    <w:rsid w:val="00C83CF6"/>
    <w:rsid w:val="00C83D14"/>
    <w:rsid w:val="00C83F57"/>
    <w:rsid w:val="00C85637"/>
    <w:rsid w:val="00C85F60"/>
    <w:rsid w:val="00C86686"/>
    <w:rsid w:val="00C86928"/>
    <w:rsid w:val="00C87A81"/>
    <w:rsid w:val="00C87B5C"/>
    <w:rsid w:val="00C91483"/>
    <w:rsid w:val="00C9173E"/>
    <w:rsid w:val="00C91D23"/>
    <w:rsid w:val="00C92174"/>
    <w:rsid w:val="00C92301"/>
    <w:rsid w:val="00C92339"/>
    <w:rsid w:val="00C926B8"/>
    <w:rsid w:val="00C927C1"/>
    <w:rsid w:val="00C92AF5"/>
    <w:rsid w:val="00C92EA2"/>
    <w:rsid w:val="00C93185"/>
    <w:rsid w:val="00C9347B"/>
    <w:rsid w:val="00C93661"/>
    <w:rsid w:val="00C9367B"/>
    <w:rsid w:val="00C939C8"/>
    <w:rsid w:val="00C9429A"/>
    <w:rsid w:val="00C94C15"/>
    <w:rsid w:val="00C94CF0"/>
    <w:rsid w:val="00C94F69"/>
    <w:rsid w:val="00C95217"/>
    <w:rsid w:val="00C967BD"/>
    <w:rsid w:val="00C9708B"/>
    <w:rsid w:val="00C970C5"/>
    <w:rsid w:val="00CA011E"/>
    <w:rsid w:val="00CA044F"/>
    <w:rsid w:val="00CA06CA"/>
    <w:rsid w:val="00CA084F"/>
    <w:rsid w:val="00CA0C6F"/>
    <w:rsid w:val="00CA0DF0"/>
    <w:rsid w:val="00CA128C"/>
    <w:rsid w:val="00CA15F6"/>
    <w:rsid w:val="00CA2912"/>
    <w:rsid w:val="00CA2A55"/>
    <w:rsid w:val="00CA2AD9"/>
    <w:rsid w:val="00CA2BD2"/>
    <w:rsid w:val="00CA2D35"/>
    <w:rsid w:val="00CA2D59"/>
    <w:rsid w:val="00CA32D4"/>
    <w:rsid w:val="00CA3D48"/>
    <w:rsid w:val="00CA45E3"/>
    <w:rsid w:val="00CA4753"/>
    <w:rsid w:val="00CA481C"/>
    <w:rsid w:val="00CA4C98"/>
    <w:rsid w:val="00CA4D55"/>
    <w:rsid w:val="00CA4D7B"/>
    <w:rsid w:val="00CA596B"/>
    <w:rsid w:val="00CA5B35"/>
    <w:rsid w:val="00CA6589"/>
    <w:rsid w:val="00CA6733"/>
    <w:rsid w:val="00CA76F1"/>
    <w:rsid w:val="00CA7C95"/>
    <w:rsid w:val="00CB0AAA"/>
    <w:rsid w:val="00CB0BB7"/>
    <w:rsid w:val="00CB1E87"/>
    <w:rsid w:val="00CB229C"/>
    <w:rsid w:val="00CB2F3F"/>
    <w:rsid w:val="00CB33C1"/>
    <w:rsid w:val="00CB3DD1"/>
    <w:rsid w:val="00CB400A"/>
    <w:rsid w:val="00CB4798"/>
    <w:rsid w:val="00CB5833"/>
    <w:rsid w:val="00CB5AAF"/>
    <w:rsid w:val="00CC0071"/>
    <w:rsid w:val="00CC02F2"/>
    <w:rsid w:val="00CC17B2"/>
    <w:rsid w:val="00CC1D9B"/>
    <w:rsid w:val="00CC2100"/>
    <w:rsid w:val="00CC2610"/>
    <w:rsid w:val="00CC284F"/>
    <w:rsid w:val="00CC3564"/>
    <w:rsid w:val="00CC3F33"/>
    <w:rsid w:val="00CC466E"/>
    <w:rsid w:val="00CC4E82"/>
    <w:rsid w:val="00CC4F64"/>
    <w:rsid w:val="00CC50A3"/>
    <w:rsid w:val="00CC523B"/>
    <w:rsid w:val="00CC52A0"/>
    <w:rsid w:val="00CC52B1"/>
    <w:rsid w:val="00CC6952"/>
    <w:rsid w:val="00CC6B4F"/>
    <w:rsid w:val="00CC6FC9"/>
    <w:rsid w:val="00CC7319"/>
    <w:rsid w:val="00CC7DC0"/>
    <w:rsid w:val="00CC7E7C"/>
    <w:rsid w:val="00CD0B54"/>
    <w:rsid w:val="00CD1214"/>
    <w:rsid w:val="00CD1936"/>
    <w:rsid w:val="00CD1A02"/>
    <w:rsid w:val="00CD1ED6"/>
    <w:rsid w:val="00CD2024"/>
    <w:rsid w:val="00CD227E"/>
    <w:rsid w:val="00CD3274"/>
    <w:rsid w:val="00CD39FA"/>
    <w:rsid w:val="00CD3A89"/>
    <w:rsid w:val="00CD3AEF"/>
    <w:rsid w:val="00CD43CC"/>
    <w:rsid w:val="00CD4B2C"/>
    <w:rsid w:val="00CD589C"/>
    <w:rsid w:val="00CD6995"/>
    <w:rsid w:val="00CD6EE4"/>
    <w:rsid w:val="00CD730A"/>
    <w:rsid w:val="00CE07FD"/>
    <w:rsid w:val="00CE0F1B"/>
    <w:rsid w:val="00CE1066"/>
    <w:rsid w:val="00CE11DA"/>
    <w:rsid w:val="00CE140A"/>
    <w:rsid w:val="00CE1AF3"/>
    <w:rsid w:val="00CE2305"/>
    <w:rsid w:val="00CE2677"/>
    <w:rsid w:val="00CE26D2"/>
    <w:rsid w:val="00CE2779"/>
    <w:rsid w:val="00CE2DF1"/>
    <w:rsid w:val="00CE33FD"/>
    <w:rsid w:val="00CE3AE4"/>
    <w:rsid w:val="00CE3CB0"/>
    <w:rsid w:val="00CE4098"/>
    <w:rsid w:val="00CE5343"/>
    <w:rsid w:val="00CE63C4"/>
    <w:rsid w:val="00CE68B0"/>
    <w:rsid w:val="00CE6A43"/>
    <w:rsid w:val="00CE7434"/>
    <w:rsid w:val="00CF0062"/>
    <w:rsid w:val="00CF055F"/>
    <w:rsid w:val="00CF0F89"/>
    <w:rsid w:val="00CF1AF2"/>
    <w:rsid w:val="00CF1DAD"/>
    <w:rsid w:val="00CF2394"/>
    <w:rsid w:val="00CF2EA6"/>
    <w:rsid w:val="00CF314A"/>
    <w:rsid w:val="00CF3186"/>
    <w:rsid w:val="00CF5279"/>
    <w:rsid w:val="00CF601A"/>
    <w:rsid w:val="00CF625E"/>
    <w:rsid w:val="00CF62CD"/>
    <w:rsid w:val="00CF659E"/>
    <w:rsid w:val="00CF6D9C"/>
    <w:rsid w:val="00CF6E85"/>
    <w:rsid w:val="00CF7391"/>
    <w:rsid w:val="00D00062"/>
    <w:rsid w:val="00D0039C"/>
    <w:rsid w:val="00D0080C"/>
    <w:rsid w:val="00D018D0"/>
    <w:rsid w:val="00D01E10"/>
    <w:rsid w:val="00D01E2D"/>
    <w:rsid w:val="00D01F3E"/>
    <w:rsid w:val="00D01F76"/>
    <w:rsid w:val="00D02E9B"/>
    <w:rsid w:val="00D02F2A"/>
    <w:rsid w:val="00D0337C"/>
    <w:rsid w:val="00D03749"/>
    <w:rsid w:val="00D038E5"/>
    <w:rsid w:val="00D03B5C"/>
    <w:rsid w:val="00D03DFE"/>
    <w:rsid w:val="00D04155"/>
    <w:rsid w:val="00D0463B"/>
    <w:rsid w:val="00D04BD4"/>
    <w:rsid w:val="00D05B34"/>
    <w:rsid w:val="00D073EA"/>
    <w:rsid w:val="00D077EF"/>
    <w:rsid w:val="00D078C2"/>
    <w:rsid w:val="00D078F7"/>
    <w:rsid w:val="00D07D1B"/>
    <w:rsid w:val="00D101B2"/>
    <w:rsid w:val="00D10459"/>
    <w:rsid w:val="00D108BC"/>
    <w:rsid w:val="00D10B40"/>
    <w:rsid w:val="00D10E8E"/>
    <w:rsid w:val="00D11355"/>
    <w:rsid w:val="00D11BA5"/>
    <w:rsid w:val="00D12C95"/>
    <w:rsid w:val="00D13FF0"/>
    <w:rsid w:val="00D1435E"/>
    <w:rsid w:val="00D14D1B"/>
    <w:rsid w:val="00D15844"/>
    <w:rsid w:val="00D15AB5"/>
    <w:rsid w:val="00D16610"/>
    <w:rsid w:val="00D168E7"/>
    <w:rsid w:val="00D20A45"/>
    <w:rsid w:val="00D20BDC"/>
    <w:rsid w:val="00D20EEC"/>
    <w:rsid w:val="00D21315"/>
    <w:rsid w:val="00D216D4"/>
    <w:rsid w:val="00D217FD"/>
    <w:rsid w:val="00D21BF8"/>
    <w:rsid w:val="00D22392"/>
    <w:rsid w:val="00D234E1"/>
    <w:rsid w:val="00D235E2"/>
    <w:rsid w:val="00D23D68"/>
    <w:rsid w:val="00D245DD"/>
    <w:rsid w:val="00D24654"/>
    <w:rsid w:val="00D253F9"/>
    <w:rsid w:val="00D25725"/>
    <w:rsid w:val="00D25C69"/>
    <w:rsid w:val="00D2646A"/>
    <w:rsid w:val="00D264CE"/>
    <w:rsid w:val="00D26C25"/>
    <w:rsid w:val="00D27113"/>
    <w:rsid w:val="00D27425"/>
    <w:rsid w:val="00D27547"/>
    <w:rsid w:val="00D3031A"/>
    <w:rsid w:val="00D30EDE"/>
    <w:rsid w:val="00D31623"/>
    <w:rsid w:val="00D31CE6"/>
    <w:rsid w:val="00D3320C"/>
    <w:rsid w:val="00D335D1"/>
    <w:rsid w:val="00D337D5"/>
    <w:rsid w:val="00D33FA7"/>
    <w:rsid w:val="00D33FE9"/>
    <w:rsid w:val="00D3423B"/>
    <w:rsid w:val="00D34B3C"/>
    <w:rsid w:val="00D34F9D"/>
    <w:rsid w:val="00D369DA"/>
    <w:rsid w:val="00D371AE"/>
    <w:rsid w:val="00D37B2E"/>
    <w:rsid w:val="00D40494"/>
    <w:rsid w:val="00D40848"/>
    <w:rsid w:val="00D40A0B"/>
    <w:rsid w:val="00D40C35"/>
    <w:rsid w:val="00D40D42"/>
    <w:rsid w:val="00D40DDC"/>
    <w:rsid w:val="00D4134F"/>
    <w:rsid w:val="00D41C34"/>
    <w:rsid w:val="00D4277E"/>
    <w:rsid w:val="00D43A21"/>
    <w:rsid w:val="00D43B1C"/>
    <w:rsid w:val="00D445CF"/>
    <w:rsid w:val="00D44916"/>
    <w:rsid w:val="00D44963"/>
    <w:rsid w:val="00D44985"/>
    <w:rsid w:val="00D44F49"/>
    <w:rsid w:val="00D46306"/>
    <w:rsid w:val="00D46EA1"/>
    <w:rsid w:val="00D47425"/>
    <w:rsid w:val="00D47DD0"/>
    <w:rsid w:val="00D51135"/>
    <w:rsid w:val="00D512F3"/>
    <w:rsid w:val="00D51616"/>
    <w:rsid w:val="00D5167B"/>
    <w:rsid w:val="00D52A54"/>
    <w:rsid w:val="00D52ED0"/>
    <w:rsid w:val="00D533D9"/>
    <w:rsid w:val="00D5360F"/>
    <w:rsid w:val="00D5363A"/>
    <w:rsid w:val="00D5452F"/>
    <w:rsid w:val="00D547B4"/>
    <w:rsid w:val="00D54B8B"/>
    <w:rsid w:val="00D5553F"/>
    <w:rsid w:val="00D55CB2"/>
    <w:rsid w:val="00D56A23"/>
    <w:rsid w:val="00D577B7"/>
    <w:rsid w:val="00D60234"/>
    <w:rsid w:val="00D6065F"/>
    <w:rsid w:val="00D610EF"/>
    <w:rsid w:val="00D611F8"/>
    <w:rsid w:val="00D61271"/>
    <w:rsid w:val="00D613DB"/>
    <w:rsid w:val="00D61682"/>
    <w:rsid w:val="00D6189B"/>
    <w:rsid w:val="00D618E6"/>
    <w:rsid w:val="00D61F05"/>
    <w:rsid w:val="00D6252F"/>
    <w:rsid w:val="00D627D6"/>
    <w:rsid w:val="00D62965"/>
    <w:rsid w:val="00D62B5B"/>
    <w:rsid w:val="00D62FAC"/>
    <w:rsid w:val="00D638FD"/>
    <w:rsid w:val="00D640CF"/>
    <w:rsid w:val="00D6432A"/>
    <w:rsid w:val="00D644AE"/>
    <w:rsid w:val="00D64F1F"/>
    <w:rsid w:val="00D6500B"/>
    <w:rsid w:val="00D654AB"/>
    <w:rsid w:val="00D66096"/>
    <w:rsid w:val="00D6693B"/>
    <w:rsid w:val="00D66A56"/>
    <w:rsid w:val="00D66B15"/>
    <w:rsid w:val="00D671AD"/>
    <w:rsid w:val="00D676D1"/>
    <w:rsid w:val="00D67DF7"/>
    <w:rsid w:val="00D708C1"/>
    <w:rsid w:val="00D7090D"/>
    <w:rsid w:val="00D71F42"/>
    <w:rsid w:val="00D72E15"/>
    <w:rsid w:val="00D72EDA"/>
    <w:rsid w:val="00D731AC"/>
    <w:rsid w:val="00D73395"/>
    <w:rsid w:val="00D73B89"/>
    <w:rsid w:val="00D741FB"/>
    <w:rsid w:val="00D74213"/>
    <w:rsid w:val="00D7430C"/>
    <w:rsid w:val="00D76442"/>
    <w:rsid w:val="00D772E4"/>
    <w:rsid w:val="00D77904"/>
    <w:rsid w:val="00D77B0D"/>
    <w:rsid w:val="00D77ECD"/>
    <w:rsid w:val="00D81050"/>
    <w:rsid w:val="00D8160D"/>
    <w:rsid w:val="00D81BE2"/>
    <w:rsid w:val="00D81C5C"/>
    <w:rsid w:val="00D849AC"/>
    <w:rsid w:val="00D84D6B"/>
    <w:rsid w:val="00D85516"/>
    <w:rsid w:val="00D85FCB"/>
    <w:rsid w:val="00D8600C"/>
    <w:rsid w:val="00D866A5"/>
    <w:rsid w:val="00D869FF"/>
    <w:rsid w:val="00D86BF9"/>
    <w:rsid w:val="00D86D14"/>
    <w:rsid w:val="00D86DC5"/>
    <w:rsid w:val="00D875DF"/>
    <w:rsid w:val="00D87A3E"/>
    <w:rsid w:val="00D87BAE"/>
    <w:rsid w:val="00D917E8"/>
    <w:rsid w:val="00D928BB"/>
    <w:rsid w:val="00D92921"/>
    <w:rsid w:val="00D9325B"/>
    <w:rsid w:val="00D935AD"/>
    <w:rsid w:val="00D93CCF"/>
    <w:rsid w:val="00D941B8"/>
    <w:rsid w:val="00D9469D"/>
    <w:rsid w:val="00D94A37"/>
    <w:rsid w:val="00D95B29"/>
    <w:rsid w:val="00D95B79"/>
    <w:rsid w:val="00D95E63"/>
    <w:rsid w:val="00D96859"/>
    <w:rsid w:val="00D96BE5"/>
    <w:rsid w:val="00D96D9C"/>
    <w:rsid w:val="00D97052"/>
    <w:rsid w:val="00D9715A"/>
    <w:rsid w:val="00D976DA"/>
    <w:rsid w:val="00D97CA4"/>
    <w:rsid w:val="00DA00D5"/>
    <w:rsid w:val="00DA0385"/>
    <w:rsid w:val="00DA0831"/>
    <w:rsid w:val="00DA0889"/>
    <w:rsid w:val="00DA0BB3"/>
    <w:rsid w:val="00DA0BCD"/>
    <w:rsid w:val="00DA17B2"/>
    <w:rsid w:val="00DA1928"/>
    <w:rsid w:val="00DA1E5D"/>
    <w:rsid w:val="00DA1E9D"/>
    <w:rsid w:val="00DA24BD"/>
    <w:rsid w:val="00DA3C1E"/>
    <w:rsid w:val="00DA419C"/>
    <w:rsid w:val="00DA459E"/>
    <w:rsid w:val="00DA489E"/>
    <w:rsid w:val="00DA4A95"/>
    <w:rsid w:val="00DA4BC2"/>
    <w:rsid w:val="00DA53D7"/>
    <w:rsid w:val="00DA6975"/>
    <w:rsid w:val="00DA7C55"/>
    <w:rsid w:val="00DA7FE2"/>
    <w:rsid w:val="00DB0F39"/>
    <w:rsid w:val="00DB110C"/>
    <w:rsid w:val="00DB173C"/>
    <w:rsid w:val="00DB2A9B"/>
    <w:rsid w:val="00DB2C0F"/>
    <w:rsid w:val="00DB302F"/>
    <w:rsid w:val="00DB35C5"/>
    <w:rsid w:val="00DB39DF"/>
    <w:rsid w:val="00DB43D3"/>
    <w:rsid w:val="00DB4919"/>
    <w:rsid w:val="00DB4C0B"/>
    <w:rsid w:val="00DB4D0F"/>
    <w:rsid w:val="00DB566C"/>
    <w:rsid w:val="00DB7CC8"/>
    <w:rsid w:val="00DB7CF5"/>
    <w:rsid w:val="00DC0150"/>
    <w:rsid w:val="00DC0514"/>
    <w:rsid w:val="00DC056E"/>
    <w:rsid w:val="00DC1162"/>
    <w:rsid w:val="00DC116B"/>
    <w:rsid w:val="00DC2BF1"/>
    <w:rsid w:val="00DC3082"/>
    <w:rsid w:val="00DC3BCC"/>
    <w:rsid w:val="00DC4533"/>
    <w:rsid w:val="00DC482B"/>
    <w:rsid w:val="00DC4AB0"/>
    <w:rsid w:val="00DC4DA6"/>
    <w:rsid w:val="00DC671C"/>
    <w:rsid w:val="00DC6724"/>
    <w:rsid w:val="00DC770E"/>
    <w:rsid w:val="00DC7B45"/>
    <w:rsid w:val="00DC7C75"/>
    <w:rsid w:val="00DC7D90"/>
    <w:rsid w:val="00DD0856"/>
    <w:rsid w:val="00DD1401"/>
    <w:rsid w:val="00DD144F"/>
    <w:rsid w:val="00DD1C2A"/>
    <w:rsid w:val="00DD20F2"/>
    <w:rsid w:val="00DD28B6"/>
    <w:rsid w:val="00DD2E7F"/>
    <w:rsid w:val="00DD33D4"/>
    <w:rsid w:val="00DD34CD"/>
    <w:rsid w:val="00DD3E5F"/>
    <w:rsid w:val="00DD4901"/>
    <w:rsid w:val="00DD536A"/>
    <w:rsid w:val="00DD6382"/>
    <w:rsid w:val="00DD6585"/>
    <w:rsid w:val="00DD6985"/>
    <w:rsid w:val="00DD733D"/>
    <w:rsid w:val="00DD75DB"/>
    <w:rsid w:val="00DE0561"/>
    <w:rsid w:val="00DE09C7"/>
    <w:rsid w:val="00DE0F44"/>
    <w:rsid w:val="00DE11A7"/>
    <w:rsid w:val="00DE1267"/>
    <w:rsid w:val="00DE1657"/>
    <w:rsid w:val="00DE1AAE"/>
    <w:rsid w:val="00DE1B85"/>
    <w:rsid w:val="00DE1BF8"/>
    <w:rsid w:val="00DE1F8C"/>
    <w:rsid w:val="00DE215A"/>
    <w:rsid w:val="00DE2491"/>
    <w:rsid w:val="00DE2592"/>
    <w:rsid w:val="00DE2DA8"/>
    <w:rsid w:val="00DE2E09"/>
    <w:rsid w:val="00DE39FB"/>
    <w:rsid w:val="00DE4175"/>
    <w:rsid w:val="00DE4636"/>
    <w:rsid w:val="00DE4887"/>
    <w:rsid w:val="00DE48B1"/>
    <w:rsid w:val="00DE4EBA"/>
    <w:rsid w:val="00DE540C"/>
    <w:rsid w:val="00DE594A"/>
    <w:rsid w:val="00DE619F"/>
    <w:rsid w:val="00DE61E1"/>
    <w:rsid w:val="00DE648E"/>
    <w:rsid w:val="00DE6C4E"/>
    <w:rsid w:val="00DE6CBA"/>
    <w:rsid w:val="00DE7910"/>
    <w:rsid w:val="00DE7C4A"/>
    <w:rsid w:val="00DF02F6"/>
    <w:rsid w:val="00DF0792"/>
    <w:rsid w:val="00DF0DC6"/>
    <w:rsid w:val="00DF16FC"/>
    <w:rsid w:val="00DF2180"/>
    <w:rsid w:val="00DF2555"/>
    <w:rsid w:val="00DF2905"/>
    <w:rsid w:val="00DF446F"/>
    <w:rsid w:val="00DF456F"/>
    <w:rsid w:val="00DF50E8"/>
    <w:rsid w:val="00DF53F3"/>
    <w:rsid w:val="00DF5E7F"/>
    <w:rsid w:val="00DF6DD6"/>
    <w:rsid w:val="00DF74CD"/>
    <w:rsid w:val="00DF74E4"/>
    <w:rsid w:val="00DF78A3"/>
    <w:rsid w:val="00DF7FFC"/>
    <w:rsid w:val="00E010D6"/>
    <w:rsid w:val="00E015B5"/>
    <w:rsid w:val="00E01696"/>
    <w:rsid w:val="00E01757"/>
    <w:rsid w:val="00E01956"/>
    <w:rsid w:val="00E01A81"/>
    <w:rsid w:val="00E01DAE"/>
    <w:rsid w:val="00E01E20"/>
    <w:rsid w:val="00E02598"/>
    <w:rsid w:val="00E02B95"/>
    <w:rsid w:val="00E02C60"/>
    <w:rsid w:val="00E031A8"/>
    <w:rsid w:val="00E03347"/>
    <w:rsid w:val="00E04DC2"/>
    <w:rsid w:val="00E0526B"/>
    <w:rsid w:val="00E06593"/>
    <w:rsid w:val="00E06E3D"/>
    <w:rsid w:val="00E06ED6"/>
    <w:rsid w:val="00E0771E"/>
    <w:rsid w:val="00E07A26"/>
    <w:rsid w:val="00E10B06"/>
    <w:rsid w:val="00E11048"/>
    <w:rsid w:val="00E11248"/>
    <w:rsid w:val="00E11F2C"/>
    <w:rsid w:val="00E11FEF"/>
    <w:rsid w:val="00E1225B"/>
    <w:rsid w:val="00E1230F"/>
    <w:rsid w:val="00E1267C"/>
    <w:rsid w:val="00E129BF"/>
    <w:rsid w:val="00E12E1D"/>
    <w:rsid w:val="00E13A05"/>
    <w:rsid w:val="00E13CF8"/>
    <w:rsid w:val="00E13E7A"/>
    <w:rsid w:val="00E14BB6"/>
    <w:rsid w:val="00E15AA0"/>
    <w:rsid w:val="00E15C36"/>
    <w:rsid w:val="00E16BE9"/>
    <w:rsid w:val="00E1708C"/>
    <w:rsid w:val="00E20460"/>
    <w:rsid w:val="00E20984"/>
    <w:rsid w:val="00E211AD"/>
    <w:rsid w:val="00E23753"/>
    <w:rsid w:val="00E23843"/>
    <w:rsid w:val="00E239FB"/>
    <w:rsid w:val="00E23C69"/>
    <w:rsid w:val="00E255C6"/>
    <w:rsid w:val="00E25779"/>
    <w:rsid w:val="00E257B0"/>
    <w:rsid w:val="00E263BE"/>
    <w:rsid w:val="00E267A4"/>
    <w:rsid w:val="00E274CA"/>
    <w:rsid w:val="00E27731"/>
    <w:rsid w:val="00E27A84"/>
    <w:rsid w:val="00E27E86"/>
    <w:rsid w:val="00E30D35"/>
    <w:rsid w:val="00E313A4"/>
    <w:rsid w:val="00E31734"/>
    <w:rsid w:val="00E317DF"/>
    <w:rsid w:val="00E31CEA"/>
    <w:rsid w:val="00E31FFF"/>
    <w:rsid w:val="00E32F3A"/>
    <w:rsid w:val="00E33006"/>
    <w:rsid w:val="00E33068"/>
    <w:rsid w:val="00E3406F"/>
    <w:rsid w:val="00E352C2"/>
    <w:rsid w:val="00E3645C"/>
    <w:rsid w:val="00E36655"/>
    <w:rsid w:val="00E36BCE"/>
    <w:rsid w:val="00E3724A"/>
    <w:rsid w:val="00E372B1"/>
    <w:rsid w:val="00E37AE5"/>
    <w:rsid w:val="00E37C79"/>
    <w:rsid w:val="00E407AC"/>
    <w:rsid w:val="00E40ECF"/>
    <w:rsid w:val="00E41F17"/>
    <w:rsid w:val="00E425E7"/>
    <w:rsid w:val="00E42DA9"/>
    <w:rsid w:val="00E43323"/>
    <w:rsid w:val="00E43506"/>
    <w:rsid w:val="00E44B81"/>
    <w:rsid w:val="00E44D44"/>
    <w:rsid w:val="00E458A6"/>
    <w:rsid w:val="00E45A74"/>
    <w:rsid w:val="00E45DF5"/>
    <w:rsid w:val="00E45EFA"/>
    <w:rsid w:val="00E476A2"/>
    <w:rsid w:val="00E4794B"/>
    <w:rsid w:val="00E47B59"/>
    <w:rsid w:val="00E50048"/>
    <w:rsid w:val="00E504C5"/>
    <w:rsid w:val="00E506EE"/>
    <w:rsid w:val="00E50A26"/>
    <w:rsid w:val="00E50A79"/>
    <w:rsid w:val="00E51B94"/>
    <w:rsid w:val="00E51DBE"/>
    <w:rsid w:val="00E5271E"/>
    <w:rsid w:val="00E52A33"/>
    <w:rsid w:val="00E52AAE"/>
    <w:rsid w:val="00E531F1"/>
    <w:rsid w:val="00E5331A"/>
    <w:rsid w:val="00E538C0"/>
    <w:rsid w:val="00E54F75"/>
    <w:rsid w:val="00E5540F"/>
    <w:rsid w:val="00E55616"/>
    <w:rsid w:val="00E55876"/>
    <w:rsid w:val="00E562D1"/>
    <w:rsid w:val="00E563C4"/>
    <w:rsid w:val="00E6096F"/>
    <w:rsid w:val="00E60EB4"/>
    <w:rsid w:val="00E60F51"/>
    <w:rsid w:val="00E61CCF"/>
    <w:rsid w:val="00E6258B"/>
    <w:rsid w:val="00E62A58"/>
    <w:rsid w:val="00E630B9"/>
    <w:rsid w:val="00E64341"/>
    <w:rsid w:val="00E644F9"/>
    <w:rsid w:val="00E645B1"/>
    <w:rsid w:val="00E64EE2"/>
    <w:rsid w:val="00E64F6B"/>
    <w:rsid w:val="00E651C7"/>
    <w:rsid w:val="00E655D6"/>
    <w:rsid w:val="00E65695"/>
    <w:rsid w:val="00E658DD"/>
    <w:rsid w:val="00E65C38"/>
    <w:rsid w:val="00E6675B"/>
    <w:rsid w:val="00E66DC3"/>
    <w:rsid w:val="00E66EF0"/>
    <w:rsid w:val="00E676AF"/>
    <w:rsid w:val="00E70B29"/>
    <w:rsid w:val="00E70C4F"/>
    <w:rsid w:val="00E71C2C"/>
    <w:rsid w:val="00E71E5D"/>
    <w:rsid w:val="00E7206B"/>
    <w:rsid w:val="00E7209D"/>
    <w:rsid w:val="00E72296"/>
    <w:rsid w:val="00E72C21"/>
    <w:rsid w:val="00E72DE8"/>
    <w:rsid w:val="00E72E43"/>
    <w:rsid w:val="00E742B9"/>
    <w:rsid w:val="00E7431D"/>
    <w:rsid w:val="00E74CDB"/>
    <w:rsid w:val="00E76207"/>
    <w:rsid w:val="00E76ECD"/>
    <w:rsid w:val="00E77A92"/>
    <w:rsid w:val="00E77E74"/>
    <w:rsid w:val="00E77F57"/>
    <w:rsid w:val="00E80131"/>
    <w:rsid w:val="00E8036A"/>
    <w:rsid w:val="00E80997"/>
    <w:rsid w:val="00E81228"/>
    <w:rsid w:val="00E81517"/>
    <w:rsid w:val="00E816FD"/>
    <w:rsid w:val="00E8175E"/>
    <w:rsid w:val="00E81A97"/>
    <w:rsid w:val="00E82320"/>
    <w:rsid w:val="00E826A5"/>
    <w:rsid w:val="00E82891"/>
    <w:rsid w:val="00E82959"/>
    <w:rsid w:val="00E8306C"/>
    <w:rsid w:val="00E83AC5"/>
    <w:rsid w:val="00E83E2C"/>
    <w:rsid w:val="00E83FDB"/>
    <w:rsid w:val="00E84BBE"/>
    <w:rsid w:val="00E85042"/>
    <w:rsid w:val="00E853F2"/>
    <w:rsid w:val="00E85415"/>
    <w:rsid w:val="00E86606"/>
    <w:rsid w:val="00E86800"/>
    <w:rsid w:val="00E869AB"/>
    <w:rsid w:val="00E86C93"/>
    <w:rsid w:val="00E86DB2"/>
    <w:rsid w:val="00E87DA8"/>
    <w:rsid w:val="00E905D8"/>
    <w:rsid w:val="00E90C1A"/>
    <w:rsid w:val="00E90E62"/>
    <w:rsid w:val="00E91407"/>
    <w:rsid w:val="00E918E7"/>
    <w:rsid w:val="00E9317E"/>
    <w:rsid w:val="00E940E3"/>
    <w:rsid w:val="00E94391"/>
    <w:rsid w:val="00E94A92"/>
    <w:rsid w:val="00E95CDD"/>
    <w:rsid w:val="00E96B03"/>
    <w:rsid w:val="00E97498"/>
    <w:rsid w:val="00E976AA"/>
    <w:rsid w:val="00EA06FE"/>
    <w:rsid w:val="00EA0AD0"/>
    <w:rsid w:val="00EA0C13"/>
    <w:rsid w:val="00EA0C9E"/>
    <w:rsid w:val="00EA0E20"/>
    <w:rsid w:val="00EA1711"/>
    <w:rsid w:val="00EA1D8B"/>
    <w:rsid w:val="00EA1E7D"/>
    <w:rsid w:val="00EA1F73"/>
    <w:rsid w:val="00EA2CE1"/>
    <w:rsid w:val="00EA2F9E"/>
    <w:rsid w:val="00EA31E5"/>
    <w:rsid w:val="00EA32E2"/>
    <w:rsid w:val="00EA3F80"/>
    <w:rsid w:val="00EA4196"/>
    <w:rsid w:val="00EA4449"/>
    <w:rsid w:val="00EA4EFB"/>
    <w:rsid w:val="00EA51F1"/>
    <w:rsid w:val="00EA560F"/>
    <w:rsid w:val="00EA5EDF"/>
    <w:rsid w:val="00EA5F91"/>
    <w:rsid w:val="00EA70A3"/>
    <w:rsid w:val="00EA78B3"/>
    <w:rsid w:val="00EA7FCF"/>
    <w:rsid w:val="00EB09CE"/>
    <w:rsid w:val="00EB0B76"/>
    <w:rsid w:val="00EB106A"/>
    <w:rsid w:val="00EB1EA1"/>
    <w:rsid w:val="00EB20C2"/>
    <w:rsid w:val="00EB2E5F"/>
    <w:rsid w:val="00EB3452"/>
    <w:rsid w:val="00EB40F0"/>
    <w:rsid w:val="00EB4117"/>
    <w:rsid w:val="00EB4563"/>
    <w:rsid w:val="00EB556A"/>
    <w:rsid w:val="00EB57EF"/>
    <w:rsid w:val="00EB5BA3"/>
    <w:rsid w:val="00EB5FF8"/>
    <w:rsid w:val="00EB6054"/>
    <w:rsid w:val="00EB66E3"/>
    <w:rsid w:val="00EB6E6D"/>
    <w:rsid w:val="00EB74BD"/>
    <w:rsid w:val="00EB751B"/>
    <w:rsid w:val="00EB7D0A"/>
    <w:rsid w:val="00EC00CA"/>
    <w:rsid w:val="00EC0264"/>
    <w:rsid w:val="00EC06BC"/>
    <w:rsid w:val="00EC092C"/>
    <w:rsid w:val="00EC0971"/>
    <w:rsid w:val="00EC0A05"/>
    <w:rsid w:val="00EC1660"/>
    <w:rsid w:val="00EC37C5"/>
    <w:rsid w:val="00EC4181"/>
    <w:rsid w:val="00EC4250"/>
    <w:rsid w:val="00EC526D"/>
    <w:rsid w:val="00EC5500"/>
    <w:rsid w:val="00EC5633"/>
    <w:rsid w:val="00EC5DC9"/>
    <w:rsid w:val="00EC63D3"/>
    <w:rsid w:val="00EC6458"/>
    <w:rsid w:val="00EC7010"/>
    <w:rsid w:val="00EC74C9"/>
    <w:rsid w:val="00EC76E4"/>
    <w:rsid w:val="00EC79BA"/>
    <w:rsid w:val="00ED0227"/>
    <w:rsid w:val="00ED04F6"/>
    <w:rsid w:val="00ED0627"/>
    <w:rsid w:val="00ED0C9D"/>
    <w:rsid w:val="00ED0EF8"/>
    <w:rsid w:val="00ED10A3"/>
    <w:rsid w:val="00ED1A8B"/>
    <w:rsid w:val="00ED1A8C"/>
    <w:rsid w:val="00ED1E87"/>
    <w:rsid w:val="00ED24E4"/>
    <w:rsid w:val="00ED277D"/>
    <w:rsid w:val="00ED2814"/>
    <w:rsid w:val="00ED29EA"/>
    <w:rsid w:val="00ED2F42"/>
    <w:rsid w:val="00ED3869"/>
    <w:rsid w:val="00ED4826"/>
    <w:rsid w:val="00ED4837"/>
    <w:rsid w:val="00ED4D78"/>
    <w:rsid w:val="00ED4DB1"/>
    <w:rsid w:val="00ED4E16"/>
    <w:rsid w:val="00ED4E9F"/>
    <w:rsid w:val="00ED5511"/>
    <w:rsid w:val="00ED5A88"/>
    <w:rsid w:val="00ED6891"/>
    <w:rsid w:val="00ED70C2"/>
    <w:rsid w:val="00EE028B"/>
    <w:rsid w:val="00EE06CA"/>
    <w:rsid w:val="00EE09E6"/>
    <w:rsid w:val="00EE0EC3"/>
    <w:rsid w:val="00EE10E2"/>
    <w:rsid w:val="00EE2831"/>
    <w:rsid w:val="00EE3BD9"/>
    <w:rsid w:val="00EE3C2A"/>
    <w:rsid w:val="00EE49B4"/>
    <w:rsid w:val="00EE4E7D"/>
    <w:rsid w:val="00EE5BEC"/>
    <w:rsid w:val="00EE5E11"/>
    <w:rsid w:val="00EE63EC"/>
    <w:rsid w:val="00EE65E6"/>
    <w:rsid w:val="00EE69AE"/>
    <w:rsid w:val="00EE6D71"/>
    <w:rsid w:val="00EE762A"/>
    <w:rsid w:val="00EE7FDB"/>
    <w:rsid w:val="00EF0005"/>
    <w:rsid w:val="00EF1142"/>
    <w:rsid w:val="00EF11D7"/>
    <w:rsid w:val="00EF11F0"/>
    <w:rsid w:val="00EF12E4"/>
    <w:rsid w:val="00EF1687"/>
    <w:rsid w:val="00EF1798"/>
    <w:rsid w:val="00EF28CC"/>
    <w:rsid w:val="00EF2F2F"/>
    <w:rsid w:val="00EF325D"/>
    <w:rsid w:val="00EF4566"/>
    <w:rsid w:val="00EF4902"/>
    <w:rsid w:val="00EF4E6C"/>
    <w:rsid w:val="00EF544C"/>
    <w:rsid w:val="00EF549B"/>
    <w:rsid w:val="00EF5BB6"/>
    <w:rsid w:val="00EF6597"/>
    <w:rsid w:val="00EF67A2"/>
    <w:rsid w:val="00EF6E40"/>
    <w:rsid w:val="00EF6F3B"/>
    <w:rsid w:val="00EF7427"/>
    <w:rsid w:val="00F003EE"/>
    <w:rsid w:val="00F006A3"/>
    <w:rsid w:val="00F00B76"/>
    <w:rsid w:val="00F021E8"/>
    <w:rsid w:val="00F02A0E"/>
    <w:rsid w:val="00F031DB"/>
    <w:rsid w:val="00F032ED"/>
    <w:rsid w:val="00F03B8B"/>
    <w:rsid w:val="00F03D8F"/>
    <w:rsid w:val="00F03E4A"/>
    <w:rsid w:val="00F041A0"/>
    <w:rsid w:val="00F05170"/>
    <w:rsid w:val="00F0545A"/>
    <w:rsid w:val="00F05C37"/>
    <w:rsid w:val="00F066C9"/>
    <w:rsid w:val="00F06A26"/>
    <w:rsid w:val="00F073AA"/>
    <w:rsid w:val="00F07B3E"/>
    <w:rsid w:val="00F10507"/>
    <w:rsid w:val="00F10BFF"/>
    <w:rsid w:val="00F10F78"/>
    <w:rsid w:val="00F1125D"/>
    <w:rsid w:val="00F11293"/>
    <w:rsid w:val="00F1141C"/>
    <w:rsid w:val="00F11AB2"/>
    <w:rsid w:val="00F11EB0"/>
    <w:rsid w:val="00F1251E"/>
    <w:rsid w:val="00F125D6"/>
    <w:rsid w:val="00F142E9"/>
    <w:rsid w:val="00F14FF3"/>
    <w:rsid w:val="00F150F9"/>
    <w:rsid w:val="00F152F6"/>
    <w:rsid w:val="00F15308"/>
    <w:rsid w:val="00F153D7"/>
    <w:rsid w:val="00F15561"/>
    <w:rsid w:val="00F15F52"/>
    <w:rsid w:val="00F166BB"/>
    <w:rsid w:val="00F1671B"/>
    <w:rsid w:val="00F167D0"/>
    <w:rsid w:val="00F16F31"/>
    <w:rsid w:val="00F174AE"/>
    <w:rsid w:val="00F1778D"/>
    <w:rsid w:val="00F17A6E"/>
    <w:rsid w:val="00F20300"/>
    <w:rsid w:val="00F2038C"/>
    <w:rsid w:val="00F21F0A"/>
    <w:rsid w:val="00F223B1"/>
    <w:rsid w:val="00F22949"/>
    <w:rsid w:val="00F22B62"/>
    <w:rsid w:val="00F232A2"/>
    <w:rsid w:val="00F23461"/>
    <w:rsid w:val="00F23D09"/>
    <w:rsid w:val="00F23FB7"/>
    <w:rsid w:val="00F24227"/>
    <w:rsid w:val="00F242C4"/>
    <w:rsid w:val="00F245D5"/>
    <w:rsid w:val="00F247DC"/>
    <w:rsid w:val="00F24A60"/>
    <w:rsid w:val="00F24CAD"/>
    <w:rsid w:val="00F25150"/>
    <w:rsid w:val="00F256A9"/>
    <w:rsid w:val="00F2571A"/>
    <w:rsid w:val="00F2588D"/>
    <w:rsid w:val="00F25C28"/>
    <w:rsid w:val="00F263C3"/>
    <w:rsid w:val="00F265A1"/>
    <w:rsid w:val="00F267BE"/>
    <w:rsid w:val="00F26972"/>
    <w:rsid w:val="00F26CDD"/>
    <w:rsid w:val="00F270C9"/>
    <w:rsid w:val="00F2756C"/>
    <w:rsid w:val="00F27FFA"/>
    <w:rsid w:val="00F303D9"/>
    <w:rsid w:val="00F30C57"/>
    <w:rsid w:val="00F30E81"/>
    <w:rsid w:val="00F31706"/>
    <w:rsid w:val="00F32070"/>
    <w:rsid w:val="00F32436"/>
    <w:rsid w:val="00F3250D"/>
    <w:rsid w:val="00F3255B"/>
    <w:rsid w:val="00F328D4"/>
    <w:rsid w:val="00F331E7"/>
    <w:rsid w:val="00F33256"/>
    <w:rsid w:val="00F33872"/>
    <w:rsid w:val="00F33FF4"/>
    <w:rsid w:val="00F3445B"/>
    <w:rsid w:val="00F350D7"/>
    <w:rsid w:val="00F3518F"/>
    <w:rsid w:val="00F3541F"/>
    <w:rsid w:val="00F35FCB"/>
    <w:rsid w:val="00F362A3"/>
    <w:rsid w:val="00F364F5"/>
    <w:rsid w:val="00F36619"/>
    <w:rsid w:val="00F36CCA"/>
    <w:rsid w:val="00F37925"/>
    <w:rsid w:val="00F37BF5"/>
    <w:rsid w:val="00F37F14"/>
    <w:rsid w:val="00F4065F"/>
    <w:rsid w:val="00F40717"/>
    <w:rsid w:val="00F41CE5"/>
    <w:rsid w:val="00F448B9"/>
    <w:rsid w:val="00F44C21"/>
    <w:rsid w:val="00F44F49"/>
    <w:rsid w:val="00F459C1"/>
    <w:rsid w:val="00F45A53"/>
    <w:rsid w:val="00F45DEC"/>
    <w:rsid w:val="00F464F9"/>
    <w:rsid w:val="00F4691D"/>
    <w:rsid w:val="00F47571"/>
    <w:rsid w:val="00F47772"/>
    <w:rsid w:val="00F47B40"/>
    <w:rsid w:val="00F506FA"/>
    <w:rsid w:val="00F5070C"/>
    <w:rsid w:val="00F51C2E"/>
    <w:rsid w:val="00F536C4"/>
    <w:rsid w:val="00F53B33"/>
    <w:rsid w:val="00F53BA3"/>
    <w:rsid w:val="00F5584C"/>
    <w:rsid w:val="00F55FFD"/>
    <w:rsid w:val="00F56379"/>
    <w:rsid w:val="00F564BB"/>
    <w:rsid w:val="00F57395"/>
    <w:rsid w:val="00F57FBD"/>
    <w:rsid w:val="00F6175D"/>
    <w:rsid w:val="00F61823"/>
    <w:rsid w:val="00F61930"/>
    <w:rsid w:val="00F61E3A"/>
    <w:rsid w:val="00F6319D"/>
    <w:rsid w:val="00F6329C"/>
    <w:rsid w:val="00F64050"/>
    <w:rsid w:val="00F642B5"/>
    <w:rsid w:val="00F648AF"/>
    <w:rsid w:val="00F659B1"/>
    <w:rsid w:val="00F65DED"/>
    <w:rsid w:val="00F675FF"/>
    <w:rsid w:val="00F67926"/>
    <w:rsid w:val="00F67FB8"/>
    <w:rsid w:val="00F70056"/>
    <w:rsid w:val="00F70A0C"/>
    <w:rsid w:val="00F7118C"/>
    <w:rsid w:val="00F71490"/>
    <w:rsid w:val="00F71598"/>
    <w:rsid w:val="00F71FF6"/>
    <w:rsid w:val="00F72141"/>
    <w:rsid w:val="00F72192"/>
    <w:rsid w:val="00F72247"/>
    <w:rsid w:val="00F723FD"/>
    <w:rsid w:val="00F72930"/>
    <w:rsid w:val="00F72AD7"/>
    <w:rsid w:val="00F7363A"/>
    <w:rsid w:val="00F73E3E"/>
    <w:rsid w:val="00F74424"/>
    <w:rsid w:val="00F7490F"/>
    <w:rsid w:val="00F74979"/>
    <w:rsid w:val="00F74FA7"/>
    <w:rsid w:val="00F76610"/>
    <w:rsid w:val="00F76B11"/>
    <w:rsid w:val="00F76EC3"/>
    <w:rsid w:val="00F774C8"/>
    <w:rsid w:val="00F77535"/>
    <w:rsid w:val="00F777B5"/>
    <w:rsid w:val="00F80247"/>
    <w:rsid w:val="00F80343"/>
    <w:rsid w:val="00F804E0"/>
    <w:rsid w:val="00F80ABC"/>
    <w:rsid w:val="00F81364"/>
    <w:rsid w:val="00F82013"/>
    <w:rsid w:val="00F825C2"/>
    <w:rsid w:val="00F825DC"/>
    <w:rsid w:val="00F8316A"/>
    <w:rsid w:val="00F83300"/>
    <w:rsid w:val="00F83958"/>
    <w:rsid w:val="00F83C2E"/>
    <w:rsid w:val="00F84399"/>
    <w:rsid w:val="00F8497E"/>
    <w:rsid w:val="00F84C0E"/>
    <w:rsid w:val="00F859F5"/>
    <w:rsid w:val="00F86191"/>
    <w:rsid w:val="00F86490"/>
    <w:rsid w:val="00F8653E"/>
    <w:rsid w:val="00F86E9C"/>
    <w:rsid w:val="00F90FDD"/>
    <w:rsid w:val="00F92CA1"/>
    <w:rsid w:val="00F93167"/>
    <w:rsid w:val="00F94171"/>
    <w:rsid w:val="00F94561"/>
    <w:rsid w:val="00F94D18"/>
    <w:rsid w:val="00F94D37"/>
    <w:rsid w:val="00F95706"/>
    <w:rsid w:val="00F95774"/>
    <w:rsid w:val="00F960CC"/>
    <w:rsid w:val="00F968F2"/>
    <w:rsid w:val="00F975F3"/>
    <w:rsid w:val="00F97BAE"/>
    <w:rsid w:val="00F97D2E"/>
    <w:rsid w:val="00FA0667"/>
    <w:rsid w:val="00FA0D74"/>
    <w:rsid w:val="00FA0EE1"/>
    <w:rsid w:val="00FA1E5E"/>
    <w:rsid w:val="00FA22AE"/>
    <w:rsid w:val="00FA280B"/>
    <w:rsid w:val="00FA2D31"/>
    <w:rsid w:val="00FA2DF2"/>
    <w:rsid w:val="00FA38C2"/>
    <w:rsid w:val="00FA4063"/>
    <w:rsid w:val="00FA5791"/>
    <w:rsid w:val="00FA58FB"/>
    <w:rsid w:val="00FA5CA3"/>
    <w:rsid w:val="00FA5CB1"/>
    <w:rsid w:val="00FA5D13"/>
    <w:rsid w:val="00FA619E"/>
    <w:rsid w:val="00FA63C1"/>
    <w:rsid w:val="00FA7701"/>
    <w:rsid w:val="00FA7761"/>
    <w:rsid w:val="00FB0589"/>
    <w:rsid w:val="00FB0A6A"/>
    <w:rsid w:val="00FB0FB9"/>
    <w:rsid w:val="00FB2082"/>
    <w:rsid w:val="00FB2277"/>
    <w:rsid w:val="00FB35B3"/>
    <w:rsid w:val="00FB372A"/>
    <w:rsid w:val="00FB3775"/>
    <w:rsid w:val="00FB38B7"/>
    <w:rsid w:val="00FB41AC"/>
    <w:rsid w:val="00FB4732"/>
    <w:rsid w:val="00FB4D01"/>
    <w:rsid w:val="00FB512A"/>
    <w:rsid w:val="00FB5526"/>
    <w:rsid w:val="00FB56CC"/>
    <w:rsid w:val="00FB62FE"/>
    <w:rsid w:val="00FB6404"/>
    <w:rsid w:val="00FB65F3"/>
    <w:rsid w:val="00FB6A71"/>
    <w:rsid w:val="00FB789E"/>
    <w:rsid w:val="00FC0BB2"/>
    <w:rsid w:val="00FC0BCF"/>
    <w:rsid w:val="00FC13CE"/>
    <w:rsid w:val="00FC1A09"/>
    <w:rsid w:val="00FC1EB9"/>
    <w:rsid w:val="00FC29AA"/>
    <w:rsid w:val="00FC4D4C"/>
    <w:rsid w:val="00FC57C9"/>
    <w:rsid w:val="00FC5A6D"/>
    <w:rsid w:val="00FC5E4F"/>
    <w:rsid w:val="00FC635C"/>
    <w:rsid w:val="00FC6458"/>
    <w:rsid w:val="00FC6908"/>
    <w:rsid w:val="00FC7070"/>
    <w:rsid w:val="00FD0735"/>
    <w:rsid w:val="00FD08C6"/>
    <w:rsid w:val="00FD0C0E"/>
    <w:rsid w:val="00FD0D5E"/>
    <w:rsid w:val="00FD173C"/>
    <w:rsid w:val="00FD20CB"/>
    <w:rsid w:val="00FD2388"/>
    <w:rsid w:val="00FD3241"/>
    <w:rsid w:val="00FD32CC"/>
    <w:rsid w:val="00FD32CE"/>
    <w:rsid w:val="00FD36FA"/>
    <w:rsid w:val="00FD3918"/>
    <w:rsid w:val="00FD4149"/>
    <w:rsid w:val="00FD4C82"/>
    <w:rsid w:val="00FD4D85"/>
    <w:rsid w:val="00FD571E"/>
    <w:rsid w:val="00FD5785"/>
    <w:rsid w:val="00FD5D2A"/>
    <w:rsid w:val="00FD6107"/>
    <w:rsid w:val="00FD72B5"/>
    <w:rsid w:val="00FD74EB"/>
    <w:rsid w:val="00FD799E"/>
    <w:rsid w:val="00FE0A66"/>
    <w:rsid w:val="00FE0AA9"/>
    <w:rsid w:val="00FE1092"/>
    <w:rsid w:val="00FE1851"/>
    <w:rsid w:val="00FE1AC0"/>
    <w:rsid w:val="00FE1AD5"/>
    <w:rsid w:val="00FE2523"/>
    <w:rsid w:val="00FE2773"/>
    <w:rsid w:val="00FE2951"/>
    <w:rsid w:val="00FE364A"/>
    <w:rsid w:val="00FE3A17"/>
    <w:rsid w:val="00FE3B1A"/>
    <w:rsid w:val="00FE3ECA"/>
    <w:rsid w:val="00FE478A"/>
    <w:rsid w:val="00FE5393"/>
    <w:rsid w:val="00FE5A0B"/>
    <w:rsid w:val="00FE5D0A"/>
    <w:rsid w:val="00FE611B"/>
    <w:rsid w:val="00FE71BA"/>
    <w:rsid w:val="00FE7D1B"/>
    <w:rsid w:val="00FF030B"/>
    <w:rsid w:val="00FF16F4"/>
    <w:rsid w:val="00FF1992"/>
    <w:rsid w:val="00FF346A"/>
    <w:rsid w:val="00FF35E5"/>
    <w:rsid w:val="00FF35FE"/>
    <w:rsid w:val="00FF38D9"/>
    <w:rsid w:val="00FF3953"/>
    <w:rsid w:val="00FF3981"/>
    <w:rsid w:val="00FF3F71"/>
    <w:rsid w:val="00FF43A4"/>
    <w:rsid w:val="00FF45C4"/>
    <w:rsid w:val="00FF5C91"/>
    <w:rsid w:val="00FF6DFE"/>
    <w:rsid w:val="00FF6F53"/>
    <w:rsid w:val="00FF6F87"/>
    <w:rsid w:val="00FF77A0"/>
    <w:rsid w:val="00FF7F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B01"/>
    <w:pPr>
      <w:spacing w:after="200" w:line="276" w:lineRule="auto"/>
    </w:pPr>
    <w:rPr>
      <w:sz w:val="24"/>
      <w:szCs w:val="24"/>
      <w:lang w:eastAsia="en-US"/>
    </w:rPr>
  </w:style>
  <w:style w:type="paragraph" w:styleId="Heading1">
    <w:name w:val="heading 1"/>
    <w:basedOn w:val="Normal"/>
    <w:link w:val="Heading1Char"/>
    <w:uiPriority w:val="99"/>
    <w:qFormat/>
    <w:rsid w:val="002C2342"/>
    <w:pPr>
      <w:spacing w:before="100" w:beforeAutospacing="1" w:after="100" w:afterAutospacing="1" w:line="240" w:lineRule="auto"/>
      <w:outlineLvl w:val="0"/>
    </w:pPr>
    <w:rPr>
      <w:rFonts w:eastAsia="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2342"/>
    <w:rPr>
      <w:rFonts w:eastAsia="Times New Roman"/>
      <w:b/>
      <w:bCs/>
      <w:kern w:val="36"/>
      <w:sz w:val="48"/>
      <w:szCs w:val="48"/>
    </w:rPr>
  </w:style>
  <w:style w:type="paragraph" w:styleId="Title">
    <w:name w:val="Title"/>
    <w:basedOn w:val="Normal"/>
    <w:link w:val="TitleChar"/>
    <w:uiPriority w:val="99"/>
    <w:qFormat/>
    <w:rsid w:val="00B06B01"/>
    <w:pPr>
      <w:spacing w:after="0" w:line="240" w:lineRule="auto"/>
      <w:jc w:val="center"/>
    </w:pPr>
    <w:rPr>
      <w:rFonts w:eastAsia="Times New Roman"/>
      <w:b/>
      <w:bCs/>
      <w:sz w:val="26"/>
      <w:szCs w:val="26"/>
      <w:lang w:eastAsia="ru-RU"/>
    </w:rPr>
  </w:style>
  <w:style w:type="character" w:customStyle="1" w:styleId="TitleChar">
    <w:name w:val="Title Char"/>
    <w:basedOn w:val="DefaultParagraphFont"/>
    <w:link w:val="Title"/>
    <w:uiPriority w:val="99"/>
    <w:locked/>
    <w:rsid w:val="00B06B01"/>
    <w:rPr>
      <w:rFonts w:eastAsia="Times New Roman"/>
      <w:b/>
      <w:bCs/>
      <w:sz w:val="20"/>
      <w:szCs w:val="20"/>
      <w:lang w:eastAsia="ru-RU"/>
    </w:rPr>
  </w:style>
  <w:style w:type="paragraph" w:styleId="BodyText3">
    <w:name w:val="Body Text 3"/>
    <w:basedOn w:val="Normal"/>
    <w:link w:val="BodyText3Char"/>
    <w:uiPriority w:val="99"/>
    <w:rsid w:val="00B06B01"/>
    <w:pPr>
      <w:spacing w:after="0" w:line="240" w:lineRule="auto"/>
      <w:jc w:val="center"/>
    </w:pPr>
    <w:rPr>
      <w:rFonts w:ascii="a_Timer" w:eastAsia="Times New Roman" w:hAnsi="a_Timer" w:cs="a_Timer"/>
      <w:sz w:val="28"/>
      <w:szCs w:val="28"/>
      <w:lang w:eastAsia="ru-RU"/>
    </w:rPr>
  </w:style>
  <w:style w:type="character" w:customStyle="1" w:styleId="BodyText3Char">
    <w:name w:val="Body Text 3 Char"/>
    <w:basedOn w:val="DefaultParagraphFont"/>
    <w:link w:val="BodyText3"/>
    <w:uiPriority w:val="99"/>
    <w:locked/>
    <w:rsid w:val="00B06B01"/>
    <w:rPr>
      <w:rFonts w:ascii="a_Timer" w:hAnsi="a_Timer" w:cs="a_Timer"/>
      <w:sz w:val="24"/>
      <w:szCs w:val="24"/>
      <w:lang w:eastAsia="ru-RU"/>
    </w:rPr>
  </w:style>
  <w:style w:type="character" w:customStyle="1" w:styleId="a">
    <w:name w:val="Основной текст_"/>
    <w:basedOn w:val="DefaultParagraphFont"/>
    <w:link w:val="2"/>
    <w:uiPriority w:val="99"/>
    <w:locked/>
    <w:rsid w:val="00B06B01"/>
    <w:rPr>
      <w:rFonts w:ascii="Century Schoolbook" w:hAnsi="Century Schoolbook" w:cs="Century Schoolbook"/>
      <w:spacing w:val="-3"/>
      <w:sz w:val="22"/>
      <w:szCs w:val="22"/>
      <w:shd w:val="clear" w:color="auto" w:fill="FFFFFF"/>
    </w:rPr>
  </w:style>
  <w:style w:type="paragraph" w:customStyle="1" w:styleId="2">
    <w:name w:val="Основной текст2"/>
    <w:basedOn w:val="Normal"/>
    <w:link w:val="a"/>
    <w:uiPriority w:val="99"/>
    <w:rsid w:val="00B06B01"/>
    <w:pPr>
      <w:shd w:val="clear" w:color="auto" w:fill="FFFFFF"/>
      <w:spacing w:after="240" w:line="240" w:lineRule="atLeast"/>
    </w:pPr>
    <w:rPr>
      <w:rFonts w:ascii="Century Schoolbook" w:hAnsi="Century Schoolbook" w:cs="Century Schoolbook"/>
      <w:spacing w:val="-3"/>
      <w:sz w:val="22"/>
      <w:szCs w:val="22"/>
    </w:rPr>
  </w:style>
  <w:style w:type="character" w:customStyle="1" w:styleId="Gungsuh">
    <w:name w:val="Основной текст + Gungsuh"/>
    <w:aliases w:val="11,5 pt,Масштаб 60%"/>
    <w:basedOn w:val="a"/>
    <w:uiPriority w:val="99"/>
    <w:rsid w:val="00B06B01"/>
    <w:rPr>
      <w:rFonts w:ascii="Gungsuh" w:eastAsia="Gungsuh" w:hAnsi="Gungsuh" w:cs="Gungsuh"/>
      <w:spacing w:val="0"/>
      <w:w w:val="60"/>
    </w:rPr>
  </w:style>
  <w:style w:type="paragraph" w:styleId="BalloonText">
    <w:name w:val="Balloon Text"/>
    <w:basedOn w:val="Normal"/>
    <w:link w:val="BalloonTextChar"/>
    <w:uiPriority w:val="99"/>
    <w:semiHidden/>
    <w:rsid w:val="00B06B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6B01"/>
    <w:rPr>
      <w:rFonts w:ascii="Tahoma" w:hAnsi="Tahoma" w:cs="Tahoma"/>
      <w:sz w:val="16"/>
      <w:szCs w:val="16"/>
    </w:rPr>
  </w:style>
  <w:style w:type="paragraph" w:styleId="ListParagraph">
    <w:name w:val="List Paragraph"/>
    <w:basedOn w:val="Normal"/>
    <w:uiPriority w:val="99"/>
    <w:qFormat/>
    <w:rsid w:val="0084044A"/>
    <w:pPr>
      <w:widowControl w:val="0"/>
      <w:autoSpaceDE w:val="0"/>
      <w:autoSpaceDN w:val="0"/>
      <w:adjustRightInd w:val="0"/>
      <w:spacing w:after="0" w:line="240" w:lineRule="auto"/>
      <w:ind w:left="720"/>
    </w:pPr>
    <w:rPr>
      <w:rFonts w:ascii="Arial" w:eastAsia="Times New Roman" w:hAnsi="Arial" w:cs="Arial"/>
      <w:sz w:val="20"/>
      <w:szCs w:val="20"/>
      <w:lang w:eastAsia="ru-RU"/>
    </w:rPr>
  </w:style>
  <w:style w:type="character" w:customStyle="1" w:styleId="FontStyle12">
    <w:name w:val="Font Style12"/>
    <w:uiPriority w:val="99"/>
    <w:rsid w:val="00953046"/>
    <w:rPr>
      <w:rFonts w:ascii="Times New Roman" w:hAnsi="Times New Roman" w:cs="Times New Roman"/>
      <w:sz w:val="28"/>
      <w:szCs w:val="28"/>
    </w:rPr>
  </w:style>
  <w:style w:type="paragraph" w:styleId="NormalWeb">
    <w:name w:val="Normal (Web)"/>
    <w:basedOn w:val="Normal"/>
    <w:uiPriority w:val="99"/>
    <w:semiHidden/>
    <w:rsid w:val="002C2342"/>
    <w:pPr>
      <w:spacing w:before="100" w:beforeAutospacing="1" w:after="100" w:afterAutospacing="1" w:line="240" w:lineRule="auto"/>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1629820156">
      <w:marLeft w:val="0"/>
      <w:marRight w:val="0"/>
      <w:marTop w:val="0"/>
      <w:marBottom w:val="0"/>
      <w:divBdr>
        <w:top w:val="none" w:sz="0" w:space="0" w:color="auto"/>
        <w:left w:val="none" w:sz="0" w:space="0" w:color="auto"/>
        <w:bottom w:val="none" w:sz="0" w:space="0" w:color="auto"/>
        <w:right w:val="none" w:sz="0" w:space="0" w:color="auto"/>
      </w:divBdr>
    </w:div>
    <w:div w:id="1629820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379</TotalTime>
  <Pages>3</Pages>
  <Words>900</Words>
  <Characters>5131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Рыжакин</dc:creator>
  <cp:keywords/>
  <dc:description/>
  <cp:lastModifiedBy>user</cp:lastModifiedBy>
  <cp:revision>31</cp:revision>
  <cp:lastPrinted>2022-10-26T03:22:00Z</cp:lastPrinted>
  <dcterms:created xsi:type="dcterms:W3CDTF">2013-10-01T06:13:00Z</dcterms:created>
  <dcterms:modified xsi:type="dcterms:W3CDTF">2022-11-14T05:24:00Z</dcterms:modified>
</cp:coreProperties>
</file>