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1D1" w:rsidRPr="00FF2D42" w:rsidRDefault="001A41D1" w:rsidP="00A47A3D">
      <w:pPr>
        <w:spacing w:line="200" w:lineRule="exact"/>
        <w:ind w:firstLine="567"/>
      </w:pPr>
    </w:p>
    <w:p w:rsidR="001A41D1" w:rsidRPr="00FF2D42" w:rsidRDefault="001A41D1" w:rsidP="00A47A3D">
      <w:pPr>
        <w:ind w:firstLine="567"/>
        <w:rPr>
          <w:sz w:val="27"/>
          <w:szCs w:val="27"/>
        </w:rPr>
      </w:pPr>
    </w:p>
    <w:p w:rsidR="001A41D1" w:rsidRPr="00FF2D42" w:rsidRDefault="001A41D1" w:rsidP="00A47A3D">
      <w:pPr>
        <w:spacing w:line="14" w:lineRule="exact"/>
        <w:ind w:firstLine="567"/>
        <w:rPr>
          <w:sz w:val="20"/>
          <w:szCs w:val="20"/>
        </w:rPr>
      </w:pPr>
    </w:p>
    <w:p w:rsidR="001A41D1" w:rsidRPr="0081727E" w:rsidRDefault="001A41D1" w:rsidP="00A47A3D">
      <w:pPr>
        <w:ind w:firstLine="567"/>
        <w:jc w:val="center"/>
        <w:rPr>
          <w:sz w:val="20"/>
          <w:szCs w:val="20"/>
        </w:rPr>
      </w:pPr>
      <w:r w:rsidRPr="0081727E">
        <w:rPr>
          <w:sz w:val="28"/>
          <w:szCs w:val="28"/>
        </w:rPr>
        <w:t>СОГЛАШЕНИЕ № 3</w:t>
      </w:r>
    </w:p>
    <w:p w:rsidR="001A41D1" w:rsidRPr="00FF2D42" w:rsidRDefault="001A41D1" w:rsidP="00A47A3D">
      <w:pPr>
        <w:spacing w:line="8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spacing w:line="236" w:lineRule="auto"/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между Администрациями Оглухинского сельского поселения и Крутинского муниципального района о передаче осуществления части своих полномочий в сфере культуры</w:t>
      </w:r>
    </w:p>
    <w:p w:rsidR="001A41D1" w:rsidRPr="00FF2D42" w:rsidRDefault="001A41D1" w:rsidP="00A47A3D">
      <w:pPr>
        <w:spacing w:line="323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tabs>
          <w:tab w:val="left" w:pos="2480"/>
          <w:tab w:val="left" w:pos="8040"/>
        </w:tabs>
        <w:rPr>
          <w:sz w:val="20"/>
          <w:szCs w:val="20"/>
        </w:rPr>
      </w:pPr>
      <w:r w:rsidRPr="00FF2D42">
        <w:rPr>
          <w:sz w:val="28"/>
          <w:szCs w:val="28"/>
        </w:rPr>
        <w:t>от «</w:t>
      </w:r>
      <w:r>
        <w:rPr>
          <w:sz w:val="28"/>
          <w:szCs w:val="28"/>
        </w:rPr>
        <w:t>___</w:t>
      </w:r>
      <w:r w:rsidRPr="00FF2D42">
        <w:rPr>
          <w:sz w:val="28"/>
          <w:szCs w:val="28"/>
        </w:rPr>
        <w:t xml:space="preserve">» </w:t>
      </w:r>
      <w:r>
        <w:rPr>
          <w:sz w:val="28"/>
          <w:szCs w:val="28"/>
        </w:rPr>
        <w:t>декабря</w:t>
      </w:r>
      <w:r>
        <w:rPr>
          <w:sz w:val="20"/>
          <w:szCs w:val="20"/>
        </w:rPr>
        <w:t xml:space="preserve"> </w:t>
      </w:r>
      <w:r w:rsidRPr="00FF2D42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FF2D42">
        <w:rPr>
          <w:sz w:val="28"/>
          <w:szCs w:val="28"/>
        </w:rPr>
        <w:t xml:space="preserve"> года</w:t>
      </w:r>
      <w:r w:rsidRPr="00FF2D42">
        <w:rPr>
          <w:sz w:val="20"/>
          <w:szCs w:val="20"/>
        </w:rPr>
        <w:tab/>
      </w:r>
      <w:r w:rsidRPr="00A84CC2">
        <w:rPr>
          <w:sz w:val="28"/>
          <w:szCs w:val="28"/>
        </w:rPr>
        <w:t>с. Оглухино</w:t>
      </w:r>
    </w:p>
    <w:p w:rsidR="001A41D1" w:rsidRPr="00FF2D42" w:rsidRDefault="001A41D1" w:rsidP="00A47A3D">
      <w:pPr>
        <w:spacing w:line="337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spacing w:line="238" w:lineRule="auto"/>
        <w:ind w:firstLine="567"/>
        <w:jc w:val="both"/>
        <w:rPr>
          <w:sz w:val="20"/>
          <w:szCs w:val="20"/>
        </w:rPr>
      </w:pPr>
      <w:r w:rsidRPr="00FF2D42">
        <w:rPr>
          <w:sz w:val="28"/>
          <w:szCs w:val="28"/>
        </w:rPr>
        <w:t xml:space="preserve">Администрация Оглухинского сельского поселения в лице </w:t>
      </w:r>
      <w:r>
        <w:rPr>
          <w:sz w:val="28"/>
          <w:szCs w:val="28"/>
        </w:rPr>
        <w:t>Г</w:t>
      </w:r>
      <w:r w:rsidRPr="00FF2D42">
        <w:rPr>
          <w:sz w:val="28"/>
          <w:szCs w:val="28"/>
        </w:rPr>
        <w:t>лавы Администрации Оглухинского сельского поселения  Игнатович Ирины Кузьминичны, действующей на основании Устава Оглухинского сельского поселения, именуемая в дальнейшем «Сторона 1» и Администрация Крутинского муниципального района в лице Главы Администрации Крутинского муниципа</w:t>
      </w:r>
      <w:r>
        <w:rPr>
          <w:sz w:val="28"/>
          <w:szCs w:val="28"/>
        </w:rPr>
        <w:t>льного района Киселё</w:t>
      </w:r>
      <w:r w:rsidRPr="00FF2D42">
        <w:rPr>
          <w:sz w:val="28"/>
          <w:szCs w:val="28"/>
        </w:rPr>
        <w:t>ва Василия Николаевича, действующего на основании Устава Крутинского муниципального района, именуемая в дальнейшем «Сторона 2», с другой стороны, заключили настоящее Соглашение о нижеследующем:</w:t>
      </w:r>
    </w:p>
    <w:p w:rsidR="001A41D1" w:rsidRPr="00FF2D42" w:rsidRDefault="001A41D1" w:rsidP="00A47A3D">
      <w:pPr>
        <w:ind w:firstLine="567"/>
        <w:rPr>
          <w:sz w:val="20"/>
          <w:szCs w:val="20"/>
        </w:rPr>
      </w:pPr>
    </w:p>
    <w:p w:rsidR="001A41D1" w:rsidRPr="00FF2D42" w:rsidRDefault="001A41D1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1. Предмет соглашения</w:t>
      </w:r>
    </w:p>
    <w:p w:rsidR="001A41D1" w:rsidRPr="00FF2D42" w:rsidRDefault="001A41D1" w:rsidP="00A47A3D">
      <w:pPr>
        <w:ind w:firstLine="567"/>
        <w:rPr>
          <w:sz w:val="20"/>
          <w:szCs w:val="20"/>
        </w:rPr>
      </w:pPr>
    </w:p>
    <w:p w:rsidR="001A41D1" w:rsidRPr="00FF2D42" w:rsidRDefault="001A41D1" w:rsidP="00A47A3D">
      <w:pPr>
        <w:tabs>
          <w:tab w:val="left" w:pos="1134"/>
        </w:tabs>
        <w:spacing w:line="234" w:lineRule="auto"/>
        <w:ind w:firstLine="567"/>
        <w:jc w:val="both"/>
        <w:rPr>
          <w:sz w:val="20"/>
          <w:szCs w:val="20"/>
        </w:rPr>
      </w:pPr>
      <w:r w:rsidRPr="00FF2D42">
        <w:rPr>
          <w:sz w:val="28"/>
          <w:szCs w:val="28"/>
        </w:rPr>
        <w:t xml:space="preserve">Предметом настоящего соглашения является передача осуществления </w:t>
      </w:r>
      <w:r>
        <w:rPr>
          <w:sz w:val="28"/>
          <w:szCs w:val="28"/>
        </w:rPr>
        <w:t>следующих полномочий Стороны 1 С</w:t>
      </w:r>
      <w:r w:rsidRPr="00FF2D42">
        <w:rPr>
          <w:sz w:val="28"/>
          <w:szCs w:val="28"/>
        </w:rPr>
        <w:t>тороне 2:</w:t>
      </w:r>
    </w:p>
    <w:p w:rsidR="001A41D1" w:rsidRPr="00FF2D42" w:rsidRDefault="001A41D1" w:rsidP="00A47A3D">
      <w:pPr>
        <w:tabs>
          <w:tab w:val="left" w:pos="1134"/>
        </w:tabs>
        <w:spacing w:line="2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numPr>
          <w:ilvl w:val="1"/>
          <w:numId w:val="2"/>
        </w:numPr>
        <w:tabs>
          <w:tab w:val="left" w:pos="1134"/>
          <w:tab w:val="left" w:pos="1680"/>
        </w:tabs>
        <w:ind w:firstLine="567"/>
        <w:rPr>
          <w:sz w:val="28"/>
          <w:szCs w:val="28"/>
        </w:rPr>
      </w:pPr>
      <w:r w:rsidRPr="00FF2D42">
        <w:rPr>
          <w:sz w:val="28"/>
          <w:szCs w:val="28"/>
        </w:rPr>
        <w:t>организация библиотечного обслуживания населения;</w:t>
      </w:r>
    </w:p>
    <w:p w:rsidR="001A41D1" w:rsidRPr="00FF2D42" w:rsidRDefault="001A41D1" w:rsidP="00A47A3D">
      <w:pPr>
        <w:tabs>
          <w:tab w:val="left" w:pos="1134"/>
        </w:tabs>
        <w:spacing w:line="13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1"/>
          <w:numId w:val="2"/>
        </w:numPr>
        <w:tabs>
          <w:tab w:val="left" w:pos="1134"/>
          <w:tab w:val="left" w:pos="1678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создание условий для организации досуга и обеспечение жителей поселения услугами культуры.</w:t>
      </w:r>
    </w:p>
    <w:p w:rsidR="001A41D1" w:rsidRPr="00FF2D42" w:rsidRDefault="001A41D1" w:rsidP="00A47A3D">
      <w:pPr>
        <w:spacing w:line="15" w:lineRule="exact"/>
        <w:ind w:firstLine="567"/>
        <w:rPr>
          <w:sz w:val="28"/>
          <w:szCs w:val="28"/>
        </w:rPr>
      </w:pPr>
    </w:p>
    <w:p w:rsidR="001A41D1" w:rsidRDefault="001A41D1" w:rsidP="00A47A3D">
      <w:pPr>
        <w:spacing w:line="238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На осуществление переданных полномочий на 202</w:t>
      </w:r>
      <w:r>
        <w:rPr>
          <w:sz w:val="28"/>
          <w:szCs w:val="28"/>
        </w:rPr>
        <w:t xml:space="preserve">2 год </w:t>
      </w:r>
      <w:r w:rsidRPr="00FF2D42">
        <w:rPr>
          <w:sz w:val="28"/>
          <w:szCs w:val="28"/>
        </w:rPr>
        <w:t xml:space="preserve">Сторона 1 перечисляет Стороне 2 </w:t>
      </w:r>
      <w:r>
        <w:rPr>
          <w:sz w:val="28"/>
          <w:szCs w:val="28"/>
        </w:rPr>
        <w:t xml:space="preserve">в срок </w:t>
      </w:r>
      <w:r w:rsidRPr="00AE2C9B">
        <w:rPr>
          <w:sz w:val="28"/>
          <w:szCs w:val="28"/>
        </w:rPr>
        <w:t>не позднее 30 сентября 202</w:t>
      </w:r>
      <w:r>
        <w:rPr>
          <w:sz w:val="28"/>
          <w:szCs w:val="28"/>
        </w:rPr>
        <w:t>2</w:t>
      </w:r>
      <w:r w:rsidRPr="00AE2C9B">
        <w:rPr>
          <w:sz w:val="28"/>
          <w:szCs w:val="28"/>
        </w:rPr>
        <w:t xml:space="preserve"> года</w:t>
      </w:r>
      <w:r w:rsidRPr="00FF2D42">
        <w:rPr>
          <w:sz w:val="28"/>
          <w:szCs w:val="28"/>
        </w:rPr>
        <w:t xml:space="preserve"> финансовые средства </w:t>
      </w:r>
      <w:r>
        <w:rPr>
          <w:sz w:val="28"/>
          <w:szCs w:val="28"/>
        </w:rPr>
        <w:t>в размере 50 000</w:t>
      </w:r>
      <w:r w:rsidRPr="002A4C46">
        <w:rPr>
          <w:sz w:val="28"/>
          <w:szCs w:val="28"/>
        </w:rPr>
        <w:t xml:space="preserve"> (</w:t>
      </w:r>
      <w:r>
        <w:rPr>
          <w:sz w:val="28"/>
          <w:szCs w:val="28"/>
        </w:rPr>
        <w:t>Пятьдесят</w:t>
      </w:r>
      <w:r w:rsidRPr="002A4C46">
        <w:rPr>
          <w:sz w:val="28"/>
          <w:szCs w:val="28"/>
        </w:rPr>
        <w:t xml:space="preserve"> тысяч) рублей</w:t>
      </w:r>
      <w:r w:rsidRPr="00FF2D42">
        <w:rPr>
          <w:sz w:val="28"/>
          <w:szCs w:val="28"/>
        </w:rPr>
        <w:t xml:space="preserve"> в виде иных межбюджетных трансфертов из бюджета Оглухинского сельского поселения в соответствии с графиком финансирования межбюджетных трансфертов</w:t>
      </w:r>
      <w:r>
        <w:rPr>
          <w:sz w:val="28"/>
          <w:szCs w:val="28"/>
        </w:rPr>
        <w:t xml:space="preserve"> (Приложение 1) </w:t>
      </w:r>
      <w:r w:rsidRPr="00A84CC2">
        <w:rPr>
          <w:sz w:val="28"/>
          <w:szCs w:val="28"/>
        </w:rPr>
        <w:t xml:space="preserve">по следующим реквизитам: </w:t>
      </w:r>
    </w:p>
    <w:p w:rsidR="001A41D1" w:rsidRPr="004D4BAB" w:rsidRDefault="001A41D1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Наименование администратора доходов: УФК по Омской области</w:t>
      </w:r>
    </w:p>
    <w:p w:rsidR="001A41D1" w:rsidRPr="004D4BAB" w:rsidRDefault="001A41D1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(Комитет по культуре Администрации Крутинского муниципального района)</w:t>
      </w:r>
    </w:p>
    <w:p w:rsidR="001A41D1" w:rsidRPr="004D4BAB" w:rsidRDefault="001A41D1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ИНН: 5518004243</w:t>
      </w:r>
    </w:p>
    <w:p w:rsidR="001A41D1" w:rsidRPr="004D4BAB" w:rsidRDefault="001A41D1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КПП: 551801001</w:t>
      </w:r>
    </w:p>
    <w:p w:rsidR="001A41D1" w:rsidRPr="004D4BAB" w:rsidRDefault="001A41D1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ОКТМО: 52626000</w:t>
      </w:r>
    </w:p>
    <w:p w:rsidR="001A41D1" w:rsidRPr="004D4BAB" w:rsidRDefault="001A41D1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Расчетный счет: 03100643000000015200</w:t>
      </w:r>
    </w:p>
    <w:p w:rsidR="001A41D1" w:rsidRPr="004D4BAB" w:rsidRDefault="001A41D1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Банк: Отделение Омск  Банка России//УФК по Омской области г. Омск</w:t>
      </w:r>
    </w:p>
    <w:p w:rsidR="001A41D1" w:rsidRPr="004D4BAB" w:rsidRDefault="001A41D1" w:rsidP="004D4BAB">
      <w:pPr>
        <w:tabs>
          <w:tab w:val="left" w:pos="567"/>
        </w:tabs>
        <w:ind w:firstLine="567"/>
        <w:jc w:val="both"/>
        <w:rPr>
          <w:sz w:val="27"/>
          <w:szCs w:val="27"/>
        </w:rPr>
      </w:pPr>
      <w:r w:rsidRPr="004D4BAB">
        <w:rPr>
          <w:sz w:val="27"/>
          <w:szCs w:val="27"/>
        </w:rPr>
        <w:t>БИК: 015209001</w:t>
      </w:r>
    </w:p>
    <w:p w:rsidR="001A41D1" w:rsidRPr="00FF2D42" w:rsidRDefault="001A41D1" w:rsidP="004D4BAB">
      <w:pPr>
        <w:spacing w:line="234" w:lineRule="auto"/>
        <w:ind w:firstLine="567"/>
        <w:jc w:val="both"/>
        <w:rPr>
          <w:sz w:val="20"/>
          <w:szCs w:val="20"/>
        </w:rPr>
      </w:pPr>
      <w:r w:rsidRPr="004D4BAB">
        <w:rPr>
          <w:sz w:val="27"/>
          <w:szCs w:val="27"/>
        </w:rPr>
        <w:t>Код дохода: 50320240014050000150</w:t>
      </w:r>
    </w:p>
    <w:p w:rsidR="001A41D1" w:rsidRPr="00FF2D42" w:rsidRDefault="001A41D1" w:rsidP="00A47A3D">
      <w:pPr>
        <w:spacing w:line="15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tabs>
          <w:tab w:val="left" w:pos="1551"/>
        </w:tabs>
        <w:spacing w:line="23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FF2D42">
        <w:rPr>
          <w:sz w:val="28"/>
          <w:szCs w:val="28"/>
        </w:rPr>
        <w:t>случае просрочки перечисления финансовы</w:t>
      </w:r>
      <w:r>
        <w:rPr>
          <w:sz w:val="28"/>
          <w:szCs w:val="28"/>
        </w:rPr>
        <w:t xml:space="preserve">х средств Сторона 1 выплачивает </w:t>
      </w:r>
      <w:r w:rsidRPr="00FF2D42">
        <w:rPr>
          <w:sz w:val="28"/>
          <w:szCs w:val="28"/>
        </w:rPr>
        <w:t>Стороне 2 пени в размере ставки рефинансирования Центрального банка РФ от невыплаченной в срок суммы.</w:t>
      </w:r>
    </w:p>
    <w:p w:rsidR="001A41D1" w:rsidRPr="00FF2D42" w:rsidRDefault="001A41D1" w:rsidP="00A47A3D">
      <w:pPr>
        <w:spacing w:line="326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 2. Срок осуществления полномочий</w:t>
      </w:r>
    </w:p>
    <w:p w:rsidR="001A41D1" w:rsidRPr="00FF2D42" w:rsidRDefault="001A41D1" w:rsidP="00A47A3D">
      <w:pPr>
        <w:spacing w:line="335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spacing w:line="236" w:lineRule="auto"/>
        <w:ind w:firstLine="567"/>
        <w:jc w:val="both"/>
        <w:rPr>
          <w:sz w:val="20"/>
          <w:szCs w:val="20"/>
        </w:rPr>
      </w:pPr>
      <w:r w:rsidRPr="00FF2D42">
        <w:rPr>
          <w:sz w:val="28"/>
          <w:szCs w:val="28"/>
        </w:rPr>
        <w:t>Сторона 2 осуществляет полномочия, предусмотренные в ст.</w:t>
      </w:r>
      <w:r>
        <w:rPr>
          <w:sz w:val="28"/>
          <w:szCs w:val="28"/>
        </w:rPr>
        <w:t xml:space="preserve"> </w:t>
      </w:r>
      <w:r w:rsidRPr="00FF2D42">
        <w:rPr>
          <w:sz w:val="28"/>
          <w:szCs w:val="28"/>
        </w:rPr>
        <w:t>1 настоящего Соглашения (далее – переданные полномочия), с 01 января 202</w:t>
      </w:r>
      <w:r>
        <w:rPr>
          <w:sz w:val="28"/>
          <w:szCs w:val="28"/>
        </w:rPr>
        <w:t>2</w:t>
      </w:r>
      <w:r w:rsidRPr="00FF2D42">
        <w:rPr>
          <w:sz w:val="28"/>
          <w:szCs w:val="28"/>
        </w:rPr>
        <w:t xml:space="preserve"> года до 31 декабря 202</w:t>
      </w:r>
      <w:r>
        <w:rPr>
          <w:sz w:val="28"/>
          <w:szCs w:val="28"/>
        </w:rPr>
        <w:t>2</w:t>
      </w:r>
      <w:r w:rsidRPr="00FF2D42">
        <w:rPr>
          <w:sz w:val="28"/>
          <w:szCs w:val="28"/>
        </w:rPr>
        <w:t xml:space="preserve"> года.</w:t>
      </w:r>
    </w:p>
    <w:p w:rsidR="001A41D1" w:rsidRPr="00FF2D42" w:rsidRDefault="001A41D1" w:rsidP="00A47A3D">
      <w:pPr>
        <w:ind w:firstLine="567"/>
        <w:sectPr w:rsidR="001A41D1" w:rsidRPr="00FF2D42" w:rsidSect="00A56133">
          <w:pgSz w:w="11900" w:h="16838"/>
          <w:pgMar w:top="851" w:right="846" w:bottom="659" w:left="1440" w:header="0" w:footer="0" w:gutter="0"/>
          <w:cols w:space="720" w:equalWidth="0">
            <w:col w:w="9620"/>
          </w:cols>
        </w:sectPr>
      </w:pPr>
    </w:p>
    <w:p w:rsidR="001A41D1" w:rsidRDefault="001A41D1" w:rsidP="00A47A3D">
      <w:pPr>
        <w:ind w:firstLine="567"/>
        <w:jc w:val="center"/>
        <w:rPr>
          <w:sz w:val="28"/>
          <w:szCs w:val="28"/>
        </w:rPr>
      </w:pPr>
      <w:r w:rsidRPr="00FF2D42">
        <w:rPr>
          <w:sz w:val="28"/>
          <w:szCs w:val="28"/>
        </w:rPr>
        <w:t>Статья 3</w:t>
      </w:r>
      <w:r>
        <w:rPr>
          <w:sz w:val="28"/>
          <w:szCs w:val="28"/>
        </w:rPr>
        <w:t xml:space="preserve">. </w:t>
      </w:r>
      <w:r w:rsidRPr="00FF2D42">
        <w:rPr>
          <w:sz w:val="28"/>
          <w:szCs w:val="28"/>
        </w:rPr>
        <w:t>Права и обязанности Стороны 1</w:t>
      </w:r>
    </w:p>
    <w:p w:rsidR="001A41D1" w:rsidRPr="00FF2D42" w:rsidRDefault="001A41D1" w:rsidP="00A47A3D">
      <w:pPr>
        <w:ind w:firstLine="567"/>
        <w:jc w:val="center"/>
        <w:rPr>
          <w:sz w:val="20"/>
          <w:szCs w:val="20"/>
        </w:rPr>
      </w:pPr>
    </w:p>
    <w:p w:rsidR="001A41D1" w:rsidRPr="00FF2D42" w:rsidRDefault="001A41D1" w:rsidP="00A47A3D">
      <w:pPr>
        <w:ind w:firstLine="567"/>
        <w:rPr>
          <w:sz w:val="20"/>
          <w:szCs w:val="20"/>
        </w:rPr>
      </w:pPr>
      <w:r w:rsidRPr="00FF2D42">
        <w:rPr>
          <w:sz w:val="28"/>
          <w:szCs w:val="28"/>
        </w:rPr>
        <w:t>Сторона 1:</w:t>
      </w:r>
    </w:p>
    <w:p w:rsidR="001A41D1" w:rsidRPr="00FF2D42" w:rsidRDefault="001A41D1" w:rsidP="00A47A3D">
      <w:pPr>
        <w:spacing w:line="13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numPr>
          <w:ilvl w:val="0"/>
          <w:numId w:val="4"/>
        </w:numPr>
        <w:tabs>
          <w:tab w:val="left" w:pos="1086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проверяет осуществление Стороной 2 переданных полномочий, а также целевое использование предоставленных на эти цели финансовых средств и имущества;</w:t>
      </w:r>
    </w:p>
    <w:p w:rsidR="001A41D1" w:rsidRPr="00FF2D42" w:rsidRDefault="001A41D1" w:rsidP="00A47A3D">
      <w:pPr>
        <w:spacing w:line="17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4"/>
        </w:numPr>
        <w:tabs>
          <w:tab w:val="left" w:pos="1086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оказывает организационно-техническое содействие Стороне 2 в вопросах закрепления кадров сферы культуры, укрепления материальной базы учреждений культуры, расположенных на территории Оглухинского сельского поселения;</w:t>
      </w:r>
    </w:p>
    <w:p w:rsidR="001A41D1" w:rsidRPr="00FF2D42" w:rsidRDefault="001A41D1" w:rsidP="00A47A3D">
      <w:pPr>
        <w:spacing w:line="15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4"/>
        </w:numPr>
        <w:tabs>
          <w:tab w:val="left" w:pos="1086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запрашивает у Стороны 2 документы, отчеты и иную информацию, связанную с осуществлением переданных полномочий;</w:t>
      </w:r>
    </w:p>
    <w:p w:rsidR="001A41D1" w:rsidRPr="00FF2D42" w:rsidRDefault="001A41D1" w:rsidP="00A47A3D">
      <w:pPr>
        <w:spacing w:line="17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4"/>
        </w:numPr>
        <w:tabs>
          <w:tab w:val="left" w:pos="1086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направляет Стороне 2 требования по устранению нарушений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1A41D1" w:rsidRPr="00FF2D42" w:rsidRDefault="001A41D1" w:rsidP="00A47A3D">
      <w:pPr>
        <w:spacing w:line="14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4"/>
        </w:numPr>
        <w:tabs>
          <w:tab w:val="left" w:pos="1086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несет все расходы (в том числе заправка ГСМ) по обслуживанию транспорта, предоставленного Оглухинским сельским поселением, при выездах на мероприятия на территорию Крутинского муниципального района;</w:t>
      </w:r>
    </w:p>
    <w:p w:rsidR="001A41D1" w:rsidRPr="00FF2D42" w:rsidRDefault="001A41D1" w:rsidP="00A47A3D">
      <w:pPr>
        <w:spacing w:line="17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4"/>
        </w:numPr>
        <w:tabs>
          <w:tab w:val="left" w:pos="1086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взыскивает в установленном порядке использованные не по назначению средства, предоставленные на осуществление переданных полномочий;</w:t>
      </w:r>
    </w:p>
    <w:p w:rsidR="001A41D1" w:rsidRPr="00FF2D42" w:rsidRDefault="001A41D1" w:rsidP="00A47A3D">
      <w:pPr>
        <w:spacing w:line="14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4"/>
        </w:numPr>
        <w:tabs>
          <w:tab w:val="left" w:pos="1086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ежегодно проводит отчетные концерты в Районном доме культуры Крутинского муниципального района.</w:t>
      </w:r>
    </w:p>
    <w:p w:rsidR="001A41D1" w:rsidRPr="00FF2D42" w:rsidRDefault="001A41D1" w:rsidP="00A47A3D">
      <w:pPr>
        <w:spacing w:line="326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4. Права и обязанности Стороны 2</w:t>
      </w:r>
    </w:p>
    <w:p w:rsidR="001A41D1" w:rsidRPr="00FF2D42" w:rsidRDefault="001A41D1" w:rsidP="00A47A3D">
      <w:pPr>
        <w:spacing w:line="321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ind w:firstLine="567"/>
        <w:rPr>
          <w:sz w:val="20"/>
          <w:szCs w:val="20"/>
        </w:rPr>
      </w:pPr>
      <w:r w:rsidRPr="00FF2D42">
        <w:rPr>
          <w:sz w:val="28"/>
          <w:szCs w:val="28"/>
        </w:rPr>
        <w:t>Сторона 2:</w:t>
      </w:r>
    </w:p>
    <w:p w:rsidR="001A41D1" w:rsidRPr="00FF2D42" w:rsidRDefault="001A41D1" w:rsidP="00A47A3D">
      <w:pPr>
        <w:numPr>
          <w:ilvl w:val="0"/>
          <w:numId w:val="5"/>
        </w:numPr>
        <w:tabs>
          <w:tab w:val="left" w:pos="993"/>
        </w:tabs>
        <w:ind w:firstLine="567"/>
        <w:rPr>
          <w:sz w:val="28"/>
          <w:szCs w:val="28"/>
        </w:rPr>
      </w:pPr>
      <w:r w:rsidRPr="00FF2D42">
        <w:rPr>
          <w:sz w:val="28"/>
          <w:szCs w:val="28"/>
        </w:rPr>
        <w:t>осуществляет переданные полномочия;</w:t>
      </w:r>
    </w:p>
    <w:p w:rsidR="001A41D1" w:rsidRPr="00FF2D42" w:rsidRDefault="001A41D1" w:rsidP="00A47A3D">
      <w:pPr>
        <w:tabs>
          <w:tab w:val="left" w:pos="993"/>
        </w:tabs>
        <w:spacing w:line="13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5"/>
        </w:numPr>
        <w:tabs>
          <w:tab w:val="left" w:pos="993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распоряжается переданными ей финансовыми средствами и имуществом по целевому назначению;</w:t>
      </w:r>
    </w:p>
    <w:p w:rsidR="001A41D1" w:rsidRPr="00FF2D42" w:rsidRDefault="001A41D1" w:rsidP="00A47A3D">
      <w:pPr>
        <w:tabs>
          <w:tab w:val="left" w:pos="993"/>
        </w:tabs>
        <w:spacing w:line="15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5"/>
        </w:numPr>
        <w:tabs>
          <w:tab w:val="left" w:pos="993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предоставляет Стороне 1 документы, отчеты и иную информацию, связанную с осуществлением переданных полномочий не позднее 10 дней со дня получения письменного запроса;</w:t>
      </w:r>
    </w:p>
    <w:p w:rsidR="001A41D1" w:rsidRPr="00FF2D42" w:rsidRDefault="001A41D1" w:rsidP="00A47A3D">
      <w:pPr>
        <w:tabs>
          <w:tab w:val="left" w:pos="993"/>
        </w:tabs>
        <w:spacing w:line="13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5"/>
        </w:numPr>
        <w:tabs>
          <w:tab w:val="left" w:pos="993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предоставляет Стороне 1 в первом квартале годовую бухгалтерскую и финансовую отчетность об использовании финансовых средств, выделенных из бюджета Оглухинского сельского поселения на осуществление переданных полномочий;</w:t>
      </w:r>
    </w:p>
    <w:p w:rsidR="001A41D1" w:rsidRPr="00FF2D42" w:rsidRDefault="001A41D1" w:rsidP="00A47A3D">
      <w:pPr>
        <w:tabs>
          <w:tab w:val="left" w:pos="993"/>
        </w:tabs>
        <w:spacing w:line="17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5"/>
        </w:numPr>
        <w:tabs>
          <w:tab w:val="left" w:pos="993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обеспечивает условия для беспрепятственного проведения Стороной 1 проверок осуществления переданных полномочий и использования предоставленных субвенций;</w:t>
      </w:r>
    </w:p>
    <w:p w:rsidR="001A41D1" w:rsidRPr="00FF2D42" w:rsidRDefault="001A41D1" w:rsidP="00A47A3D">
      <w:pPr>
        <w:tabs>
          <w:tab w:val="left" w:pos="993"/>
        </w:tabs>
        <w:spacing w:line="15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5"/>
        </w:numPr>
        <w:tabs>
          <w:tab w:val="left" w:pos="993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по требованию Стороны 1 устраняет нарушения федерального и областного законодательства, муниципальных правовых актов по вопросам осуществления Стороной 2 переданных полномочий;</w:t>
      </w:r>
    </w:p>
    <w:p w:rsidR="001A41D1" w:rsidRPr="00FF2D42" w:rsidRDefault="001A41D1" w:rsidP="00A47A3D">
      <w:pPr>
        <w:ind w:firstLine="567"/>
        <w:sectPr w:rsidR="001A41D1" w:rsidRPr="00FF2D42">
          <w:pgSz w:w="11900" w:h="16838"/>
          <w:pgMar w:top="1440" w:right="846" w:bottom="659" w:left="1440" w:header="0" w:footer="0" w:gutter="0"/>
          <w:cols w:space="720" w:equalWidth="0">
            <w:col w:w="9620"/>
          </w:cols>
        </w:sectPr>
      </w:pPr>
    </w:p>
    <w:p w:rsidR="001A41D1" w:rsidRPr="00FF2D42" w:rsidRDefault="001A41D1" w:rsidP="00A47A3D">
      <w:pPr>
        <w:spacing w:line="23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spacing w:line="236" w:lineRule="auto"/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5. Координация действий и основные направления сотрудничества по   реализации политики в сфере культуры на территории Оглухинского сельского поселения</w:t>
      </w:r>
    </w:p>
    <w:p w:rsidR="001A41D1" w:rsidRPr="00FF2D42" w:rsidRDefault="001A41D1" w:rsidP="00A47A3D">
      <w:pPr>
        <w:spacing w:line="337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numPr>
          <w:ilvl w:val="0"/>
          <w:numId w:val="6"/>
        </w:numPr>
        <w:tabs>
          <w:tab w:val="left" w:pos="993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Сторона 1 и Сторона 2 соглашаются координировать свои действия в сфере культуры на территории Оглухинского сельского поселения, исходя из общих принципов, целей и направлений государственной политики Омской области в сфере культуры.</w:t>
      </w:r>
    </w:p>
    <w:p w:rsidR="001A41D1" w:rsidRPr="00FF2D42" w:rsidRDefault="001A41D1" w:rsidP="00A47A3D">
      <w:pPr>
        <w:tabs>
          <w:tab w:val="left" w:pos="993"/>
        </w:tabs>
        <w:spacing w:line="17" w:lineRule="exact"/>
        <w:ind w:firstLine="567"/>
        <w:rPr>
          <w:sz w:val="28"/>
          <w:szCs w:val="28"/>
        </w:rPr>
      </w:pPr>
    </w:p>
    <w:p w:rsidR="001A41D1" w:rsidRPr="00FF2D42" w:rsidRDefault="001A41D1" w:rsidP="0081727E">
      <w:pPr>
        <w:numPr>
          <w:ilvl w:val="0"/>
          <w:numId w:val="6"/>
        </w:numPr>
        <w:tabs>
          <w:tab w:val="left" w:pos="993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Сторона 1 и Сторона 2 осуществляют сотрудничество в процессе реализации настоящего соглашения по следующим основным направлениям:</w:t>
      </w:r>
    </w:p>
    <w:p w:rsidR="001A41D1" w:rsidRPr="00FF2D42" w:rsidRDefault="001A41D1" w:rsidP="00A47A3D">
      <w:pPr>
        <w:tabs>
          <w:tab w:val="left" w:pos="993"/>
        </w:tabs>
        <w:spacing w:line="16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numPr>
          <w:ilvl w:val="0"/>
          <w:numId w:val="7"/>
        </w:numPr>
        <w:tabs>
          <w:tab w:val="left" w:pos="993"/>
          <w:tab w:val="left" w:pos="1382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создание совместных рабочих групп и утверждение их планов работы по проблемам развития и реформирования сферы культуры на территории Оглухинского сельского поселения;</w:t>
      </w:r>
    </w:p>
    <w:p w:rsidR="001A41D1" w:rsidRPr="00FF2D42" w:rsidRDefault="001A41D1" w:rsidP="00A47A3D">
      <w:pPr>
        <w:tabs>
          <w:tab w:val="left" w:pos="993"/>
        </w:tabs>
        <w:spacing w:line="13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0"/>
          <w:numId w:val="7"/>
        </w:numPr>
        <w:tabs>
          <w:tab w:val="left" w:pos="993"/>
          <w:tab w:val="left" w:pos="1318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обеспечение обмена информацией о планах и практике развития и реформирования сферы культуры на территории Оглухинского сельского поселения;</w:t>
      </w:r>
    </w:p>
    <w:p w:rsidR="001A41D1" w:rsidRPr="00FF2D42" w:rsidRDefault="001A41D1" w:rsidP="00A47A3D">
      <w:pPr>
        <w:tabs>
          <w:tab w:val="left" w:pos="993"/>
        </w:tabs>
        <w:spacing w:line="14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1"/>
          <w:numId w:val="7"/>
        </w:numPr>
        <w:tabs>
          <w:tab w:val="left" w:pos="993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Организация подготовки, переподготовки и повышения квалификации работников культуры Оглухинского сельского поселения;</w:t>
      </w:r>
    </w:p>
    <w:p w:rsidR="001A41D1" w:rsidRPr="00FF2D42" w:rsidRDefault="001A41D1" w:rsidP="00A47A3D">
      <w:pPr>
        <w:tabs>
          <w:tab w:val="left" w:pos="993"/>
        </w:tabs>
        <w:spacing w:line="15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1"/>
          <w:numId w:val="7"/>
        </w:numPr>
        <w:tabs>
          <w:tab w:val="left" w:pos="993"/>
          <w:tab w:val="left" w:pos="1815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Проведение совместного анализа развития и реформирования сферы культуры на заседаниях органов местного самоуправления сельского поселения;</w:t>
      </w:r>
    </w:p>
    <w:p w:rsidR="001A41D1" w:rsidRPr="00FF2D42" w:rsidRDefault="001A41D1" w:rsidP="00A47A3D">
      <w:pPr>
        <w:tabs>
          <w:tab w:val="left" w:pos="993"/>
        </w:tabs>
        <w:spacing w:line="13" w:lineRule="exact"/>
        <w:ind w:firstLine="567"/>
        <w:rPr>
          <w:sz w:val="28"/>
          <w:szCs w:val="28"/>
        </w:rPr>
      </w:pPr>
    </w:p>
    <w:p w:rsidR="001A41D1" w:rsidRPr="00FF2D42" w:rsidRDefault="001A41D1" w:rsidP="00A47A3D">
      <w:pPr>
        <w:numPr>
          <w:ilvl w:val="1"/>
          <w:numId w:val="7"/>
        </w:numPr>
        <w:tabs>
          <w:tab w:val="left" w:pos="993"/>
          <w:tab w:val="left" w:pos="1798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Разработка процедур и механизмов согласования ежегодных и долгосрочных программ (планов) по культуре на территории Оглухинского сельского поселения, которые носят комплексный или специализированный характер.</w:t>
      </w:r>
    </w:p>
    <w:p w:rsidR="001A41D1" w:rsidRPr="00FF2D42" w:rsidRDefault="001A41D1" w:rsidP="00A47A3D">
      <w:pPr>
        <w:spacing w:line="339" w:lineRule="exact"/>
        <w:ind w:firstLine="567"/>
        <w:rPr>
          <w:sz w:val="20"/>
          <w:szCs w:val="20"/>
        </w:rPr>
      </w:pPr>
    </w:p>
    <w:p w:rsidR="001A41D1" w:rsidRDefault="001A41D1" w:rsidP="00A47A3D">
      <w:pPr>
        <w:spacing w:line="234" w:lineRule="auto"/>
        <w:ind w:firstLine="567"/>
        <w:jc w:val="center"/>
        <w:rPr>
          <w:sz w:val="28"/>
          <w:szCs w:val="28"/>
        </w:rPr>
      </w:pPr>
      <w:r w:rsidRPr="00FF2D42">
        <w:rPr>
          <w:sz w:val="28"/>
          <w:szCs w:val="28"/>
        </w:rPr>
        <w:t xml:space="preserve">Статья 6. Порядок определения ежегодного объема иных </w:t>
      </w:r>
    </w:p>
    <w:p w:rsidR="001A41D1" w:rsidRPr="00FF2D42" w:rsidRDefault="001A41D1" w:rsidP="00A47A3D">
      <w:pPr>
        <w:spacing w:line="234" w:lineRule="auto"/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межбюджетных трансфертов</w:t>
      </w:r>
    </w:p>
    <w:p w:rsidR="001A41D1" w:rsidRPr="00FF2D42" w:rsidRDefault="001A41D1" w:rsidP="00A47A3D">
      <w:pPr>
        <w:spacing w:line="338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spacing w:line="239" w:lineRule="auto"/>
        <w:ind w:firstLine="567"/>
        <w:jc w:val="both"/>
        <w:rPr>
          <w:sz w:val="20"/>
          <w:szCs w:val="20"/>
        </w:rPr>
      </w:pPr>
      <w:r w:rsidRPr="00FF2D42">
        <w:rPr>
          <w:sz w:val="28"/>
          <w:szCs w:val="28"/>
        </w:rPr>
        <w:t>Ежегодный объем иных межбюджетных трансфертов, необходимых для осуществления переданных полномочий определяется исходя из нормативных расходов на исполнение переданных полномочий в расчете на одного потребителя бюджетных услуг, помноженных на число потребителей соответствующих бюджетных услуг и устанавливается решением Совета Оглухинского сельского поселения о бюджете Оглухинского сельского поселения на очередной финансовый год в соответствии с бюджетным законодательством. При определении ежегодного объема иных межбюджетных трансфертов, необходимых для осуществления переданных полномочий, предусматриваются также средства для возмещения расходов органам местного самоуправления по эксплуатации, ремонту и амортизации имущества.</w:t>
      </w:r>
    </w:p>
    <w:p w:rsidR="001A41D1" w:rsidRPr="00FF2D42" w:rsidRDefault="001A41D1" w:rsidP="00A47A3D">
      <w:pPr>
        <w:spacing w:line="325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7. Основания и порядок прекращения настоящего соглашения</w:t>
      </w:r>
    </w:p>
    <w:p w:rsidR="001A41D1" w:rsidRDefault="001A41D1" w:rsidP="00A47A3D">
      <w:pPr>
        <w:ind w:firstLine="567"/>
      </w:pPr>
    </w:p>
    <w:p w:rsidR="001A41D1" w:rsidRPr="00FF2D42" w:rsidRDefault="001A41D1" w:rsidP="00A47A3D">
      <w:pPr>
        <w:tabs>
          <w:tab w:val="left" w:pos="300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FF2D42">
        <w:rPr>
          <w:sz w:val="28"/>
          <w:szCs w:val="28"/>
        </w:rPr>
        <w:t xml:space="preserve">Настоящее соглашение может быть досрочно  прекращено: </w:t>
      </w:r>
    </w:p>
    <w:p w:rsidR="001A41D1" w:rsidRPr="00FF2D42" w:rsidRDefault="001A41D1" w:rsidP="0081727E">
      <w:pPr>
        <w:tabs>
          <w:tab w:val="left" w:pos="851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- по соглашению сторон;</w:t>
      </w:r>
    </w:p>
    <w:p w:rsidR="001A41D1" w:rsidRPr="00FF2D42" w:rsidRDefault="001A41D1" w:rsidP="0081727E">
      <w:pPr>
        <w:tabs>
          <w:tab w:val="left" w:pos="851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- в односто</w:t>
      </w:r>
      <w:r>
        <w:rPr>
          <w:sz w:val="28"/>
          <w:szCs w:val="28"/>
        </w:rPr>
        <w:t xml:space="preserve">роннем порядке без обращения в </w:t>
      </w:r>
      <w:r w:rsidRPr="00FF2D42">
        <w:rPr>
          <w:sz w:val="28"/>
          <w:szCs w:val="28"/>
        </w:rPr>
        <w:t>суд;</w:t>
      </w:r>
    </w:p>
    <w:p w:rsidR="001A41D1" w:rsidRPr="00FF2D42" w:rsidRDefault="001A41D1" w:rsidP="0081727E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- в случае изменения законодательства, в связи с которым реализация</w:t>
      </w:r>
    </w:p>
    <w:p w:rsidR="001A41D1" w:rsidRPr="00FF2D42" w:rsidRDefault="001A41D1" w:rsidP="0081727E">
      <w:pPr>
        <w:tabs>
          <w:tab w:val="left" w:pos="851"/>
        </w:tabs>
        <w:ind w:firstLine="567"/>
        <w:jc w:val="both"/>
        <w:rPr>
          <w:sz w:val="20"/>
          <w:szCs w:val="20"/>
        </w:rPr>
      </w:pPr>
      <w:r w:rsidRPr="00FF2D42">
        <w:rPr>
          <w:sz w:val="28"/>
          <w:szCs w:val="28"/>
        </w:rPr>
        <w:t>переданных полномочий становится невозможной;</w:t>
      </w:r>
    </w:p>
    <w:p w:rsidR="001A41D1" w:rsidRPr="00FF2D42" w:rsidRDefault="001A41D1" w:rsidP="0081727E">
      <w:pPr>
        <w:tabs>
          <w:tab w:val="left" w:pos="851"/>
        </w:tabs>
        <w:spacing w:line="12" w:lineRule="exact"/>
        <w:ind w:firstLine="567"/>
        <w:jc w:val="both"/>
        <w:rPr>
          <w:sz w:val="20"/>
          <w:szCs w:val="20"/>
        </w:rPr>
      </w:pPr>
    </w:p>
    <w:p w:rsidR="001A41D1" w:rsidRPr="00FF2D42" w:rsidRDefault="001A41D1" w:rsidP="0081727E">
      <w:pPr>
        <w:numPr>
          <w:ilvl w:val="0"/>
          <w:numId w:val="9"/>
        </w:numPr>
        <w:tabs>
          <w:tab w:val="left" w:pos="709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в случае неоднократной (два и более раза) просрочки перечисления финансовых средств более чем на 30 дней (указания срока просрочки);</w:t>
      </w:r>
    </w:p>
    <w:p w:rsidR="001A41D1" w:rsidRPr="00FF2D42" w:rsidRDefault="001A41D1" w:rsidP="0081727E">
      <w:pPr>
        <w:tabs>
          <w:tab w:val="left" w:pos="709"/>
        </w:tabs>
        <w:spacing w:line="17" w:lineRule="exact"/>
        <w:ind w:firstLine="567"/>
        <w:jc w:val="both"/>
        <w:rPr>
          <w:sz w:val="28"/>
          <w:szCs w:val="28"/>
        </w:rPr>
      </w:pPr>
    </w:p>
    <w:p w:rsidR="001A41D1" w:rsidRDefault="001A41D1" w:rsidP="0081727E">
      <w:pPr>
        <w:numPr>
          <w:ilvl w:val="0"/>
          <w:numId w:val="9"/>
        </w:numPr>
        <w:tabs>
          <w:tab w:val="left" w:pos="709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в случае установления факта нарушения Стороной 2 осуществления переданных полномочий.</w:t>
      </w:r>
    </w:p>
    <w:p w:rsidR="001A41D1" w:rsidRDefault="001A41D1" w:rsidP="00A47A3D">
      <w:pPr>
        <w:pStyle w:val="ListParagraph"/>
        <w:ind w:left="0" w:firstLine="567"/>
        <w:rPr>
          <w:sz w:val="28"/>
          <w:szCs w:val="28"/>
        </w:rPr>
      </w:pPr>
    </w:p>
    <w:p w:rsidR="001A41D1" w:rsidRPr="000F0982" w:rsidRDefault="001A41D1" w:rsidP="0081727E">
      <w:pPr>
        <w:pStyle w:val="ListParagraph"/>
        <w:numPr>
          <w:ilvl w:val="0"/>
          <w:numId w:val="10"/>
        </w:numPr>
        <w:tabs>
          <w:tab w:val="left" w:pos="851"/>
        </w:tabs>
        <w:spacing w:line="234" w:lineRule="auto"/>
        <w:ind w:left="0" w:firstLine="567"/>
        <w:jc w:val="both"/>
        <w:rPr>
          <w:sz w:val="28"/>
          <w:szCs w:val="28"/>
        </w:rPr>
      </w:pPr>
      <w:r w:rsidRPr="000F0982">
        <w:rPr>
          <w:sz w:val="28"/>
          <w:szCs w:val="28"/>
        </w:rPr>
        <w:t>Уведомление о расторжении настоящего соглашения в одностороннем порядке направляется другой стороне в письменном виде за две недели с момента возникновения такой необходимости. Соглашение считается расторгнутым по истечению 30 дней с даты направления указанного уведомления.</w:t>
      </w:r>
    </w:p>
    <w:p w:rsidR="001A41D1" w:rsidRPr="00FF2D42" w:rsidRDefault="001A41D1" w:rsidP="0081727E">
      <w:pPr>
        <w:tabs>
          <w:tab w:val="left" w:pos="851"/>
        </w:tabs>
        <w:spacing w:line="15" w:lineRule="exact"/>
        <w:ind w:firstLine="567"/>
        <w:jc w:val="both"/>
        <w:rPr>
          <w:sz w:val="20"/>
          <w:szCs w:val="20"/>
        </w:rPr>
      </w:pPr>
    </w:p>
    <w:p w:rsidR="001A41D1" w:rsidRPr="00FF2D42" w:rsidRDefault="001A41D1" w:rsidP="0081727E">
      <w:pPr>
        <w:numPr>
          <w:ilvl w:val="0"/>
          <w:numId w:val="10"/>
        </w:numPr>
        <w:tabs>
          <w:tab w:val="left" w:pos="851"/>
          <w:tab w:val="left" w:pos="1332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При прекращении настоящего соглашения Сторона 2 возвращает неиспользованные финансовые средства и имущество.</w:t>
      </w:r>
    </w:p>
    <w:p w:rsidR="001A41D1" w:rsidRPr="00FF2D42" w:rsidRDefault="001A41D1" w:rsidP="00A47A3D">
      <w:pPr>
        <w:spacing w:line="323" w:lineRule="exact"/>
        <w:ind w:firstLine="567"/>
        <w:jc w:val="both"/>
        <w:rPr>
          <w:sz w:val="20"/>
          <w:szCs w:val="20"/>
        </w:rPr>
      </w:pPr>
    </w:p>
    <w:p w:rsidR="001A41D1" w:rsidRPr="00FF2D42" w:rsidRDefault="001A41D1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8. Ответственность за нарушения настоящего соглашения</w:t>
      </w:r>
    </w:p>
    <w:p w:rsidR="001A41D1" w:rsidRPr="00FF2D42" w:rsidRDefault="001A41D1" w:rsidP="00A47A3D">
      <w:pPr>
        <w:spacing w:line="335" w:lineRule="exact"/>
        <w:ind w:firstLine="567"/>
        <w:rPr>
          <w:sz w:val="20"/>
          <w:szCs w:val="20"/>
        </w:rPr>
      </w:pPr>
    </w:p>
    <w:p w:rsidR="001A41D1" w:rsidRPr="004F117E" w:rsidRDefault="001A41D1" w:rsidP="00A47A3D">
      <w:pPr>
        <w:tabs>
          <w:tab w:val="left" w:pos="1418"/>
        </w:tabs>
        <w:spacing w:line="248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4F117E">
        <w:rPr>
          <w:sz w:val="28"/>
          <w:szCs w:val="28"/>
        </w:rPr>
        <w:t>случае просрочки перечисления финансовых средств, предусмотренных в ст.</w:t>
      </w:r>
      <w:r>
        <w:rPr>
          <w:sz w:val="28"/>
          <w:szCs w:val="28"/>
        </w:rPr>
        <w:t xml:space="preserve"> </w:t>
      </w:r>
      <w:r w:rsidRPr="004F117E">
        <w:rPr>
          <w:sz w:val="28"/>
          <w:szCs w:val="28"/>
        </w:rPr>
        <w:t>1 настоящего соглашения, Сторона 1 уплачивает Стор</w:t>
      </w:r>
      <w:r>
        <w:rPr>
          <w:sz w:val="28"/>
          <w:szCs w:val="28"/>
        </w:rPr>
        <w:t xml:space="preserve">оне 2 неустойку в размере 1/300 </w:t>
      </w:r>
      <w:r w:rsidRPr="004F117E">
        <w:rPr>
          <w:sz w:val="28"/>
          <w:szCs w:val="28"/>
        </w:rPr>
        <w:t>ставки рефинансирования Центрального банка РФ от невыплаченной в срок суммы за каждый просроченный день. В случае установления факта нарушения Стороной 2 осуществления переданных полномочий она возмещает Стороне 1 понесенные убытки.</w:t>
      </w:r>
    </w:p>
    <w:p w:rsidR="001A41D1" w:rsidRPr="00FF2D42" w:rsidRDefault="001A41D1" w:rsidP="00A47A3D">
      <w:pPr>
        <w:spacing w:line="318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9. Порядок разрешения споров</w:t>
      </w:r>
    </w:p>
    <w:p w:rsidR="001A41D1" w:rsidRPr="00FF2D42" w:rsidRDefault="001A41D1" w:rsidP="00A47A3D">
      <w:pPr>
        <w:spacing w:line="335" w:lineRule="exact"/>
        <w:ind w:firstLine="567"/>
        <w:rPr>
          <w:sz w:val="20"/>
          <w:szCs w:val="20"/>
        </w:rPr>
      </w:pPr>
    </w:p>
    <w:p w:rsidR="001A41D1" w:rsidRPr="00FF2D42" w:rsidRDefault="001A41D1" w:rsidP="0081727E">
      <w:pPr>
        <w:numPr>
          <w:ilvl w:val="0"/>
          <w:numId w:val="12"/>
        </w:numPr>
        <w:tabs>
          <w:tab w:val="left" w:pos="851"/>
        </w:tabs>
        <w:spacing w:line="236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Споры, связанные с исполнением настоящего соглашения, разрешаются сторонами путем проведения переговоров и использования иных согласительных процедур.</w:t>
      </w:r>
    </w:p>
    <w:p w:rsidR="001A41D1" w:rsidRPr="00FF2D42" w:rsidRDefault="001A41D1" w:rsidP="0081727E">
      <w:pPr>
        <w:tabs>
          <w:tab w:val="left" w:pos="851"/>
        </w:tabs>
        <w:spacing w:line="15" w:lineRule="exact"/>
        <w:ind w:firstLine="567"/>
        <w:jc w:val="both"/>
        <w:rPr>
          <w:sz w:val="28"/>
          <w:szCs w:val="28"/>
        </w:rPr>
      </w:pPr>
    </w:p>
    <w:p w:rsidR="001A41D1" w:rsidRPr="00FF2D42" w:rsidRDefault="001A41D1" w:rsidP="0081727E">
      <w:pPr>
        <w:numPr>
          <w:ilvl w:val="0"/>
          <w:numId w:val="12"/>
        </w:numPr>
        <w:tabs>
          <w:tab w:val="left" w:pos="851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 xml:space="preserve">В случае не достижения соглашения спор подлежит </w:t>
      </w:r>
      <w:r>
        <w:rPr>
          <w:sz w:val="28"/>
          <w:szCs w:val="28"/>
        </w:rPr>
        <w:t>р</w:t>
      </w:r>
      <w:r w:rsidRPr="00FF2D42">
        <w:rPr>
          <w:sz w:val="28"/>
          <w:szCs w:val="28"/>
        </w:rPr>
        <w:t>ассмотрению судом в соответствии с законодательством РФ.</w:t>
      </w:r>
    </w:p>
    <w:p w:rsidR="001A41D1" w:rsidRPr="00FF2D42" w:rsidRDefault="001A41D1" w:rsidP="00A47A3D">
      <w:pPr>
        <w:spacing w:line="326" w:lineRule="exact"/>
        <w:ind w:firstLine="567"/>
        <w:rPr>
          <w:sz w:val="20"/>
          <w:szCs w:val="20"/>
        </w:rPr>
      </w:pPr>
    </w:p>
    <w:p w:rsidR="001A41D1" w:rsidRPr="00FF2D42" w:rsidRDefault="001A41D1" w:rsidP="00A47A3D">
      <w:pPr>
        <w:ind w:firstLine="567"/>
        <w:jc w:val="center"/>
        <w:rPr>
          <w:sz w:val="20"/>
          <w:szCs w:val="20"/>
        </w:rPr>
      </w:pPr>
      <w:r w:rsidRPr="00FF2D42">
        <w:rPr>
          <w:sz w:val="28"/>
          <w:szCs w:val="28"/>
        </w:rPr>
        <w:t>Статья 10. Заключительные условия</w:t>
      </w:r>
    </w:p>
    <w:p w:rsidR="001A41D1" w:rsidRPr="00FF2D42" w:rsidRDefault="001A41D1" w:rsidP="00A47A3D">
      <w:pPr>
        <w:spacing w:line="335" w:lineRule="exact"/>
        <w:ind w:firstLine="567"/>
        <w:rPr>
          <w:sz w:val="20"/>
          <w:szCs w:val="20"/>
        </w:rPr>
      </w:pPr>
    </w:p>
    <w:p w:rsidR="001A41D1" w:rsidRPr="009D71D8" w:rsidRDefault="001A41D1" w:rsidP="009D71D8">
      <w:pPr>
        <w:numPr>
          <w:ilvl w:val="1"/>
          <w:numId w:val="13"/>
        </w:numPr>
        <w:tabs>
          <w:tab w:val="left" w:pos="851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 xml:space="preserve">Настоящее соглашение </w:t>
      </w:r>
      <w:r>
        <w:rPr>
          <w:sz w:val="28"/>
          <w:szCs w:val="28"/>
        </w:rPr>
        <w:t>вступает в силу с 01 января 2022</w:t>
      </w:r>
      <w:r w:rsidRPr="00FF2D42">
        <w:rPr>
          <w:sz w:val="28"/>
          <w:szCs w:val="28"/>
        </w:rPr>
        <w:t xml:space="preserve"> года, но не ранее утверждения решениями Совета Оглухинского сельского поселения</w:t>
      </w:r>
      <w:r>
        <w:rPr>
          <w:sz w:val="28"/>
          <w:szCs w:val="28"/>
        </w:rPr>
        <w:t xml:space="preserve"> и </w:t>
      </w:r>
      <w:r w:rsidRPr="009D71D8">
        <w:rPr>
          <w:sz w:val="28"/>
          <w:szCs w:val="28"/>
        </w:rPr>
        <w:t>Крутинского районного Совета и действует до 31 декабря 2022 года.</w:t>
      </w:r>
    </w:p>
    <w:p w:rsidR="001A41D1" w:rsidRPr="00FF2D42" w:rsidRDefault="001A41D1" w:rsidP="0081727E">
      <w:pPr>
        <w:tabs>
          <w:tab w:val="left" w:pos="851"/>
        </w:tabs>
        <w:spacing w:line="15" w:lineRule="exact"/>
        <w:ind w:firstLine="567"/>
        <w:rPr>
          <w:sz w:val="28"/>
          <w:szCs w:val="28"/>
        </w:rPr>
      </w:pPr>
    </w:p>
    <w:p w:rsidR="001A41D1" w:rsidRPr="00FF2D42" w:rsidRDefault="001A41D1" w:rsidP="0081727E">
      <w:pPr>
        <w:numPr>
          <w:ilvl w:val="1"/>
          <w:numId w:val="14"/>
        </w:numPr>
        <w:tabs>
          <w:tab w:val="left" w:pos="851"/>
        </w:tabs>
        <w:spacing w:line="237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Все изменения и дополнения к настоящему соглашению вносятся по взаимному согласию сторон и оформляются дополнительными соглашениями в письменной форме, подписанными уполномоченными представителями сторон.</w:t>
      </w:r>
    </w:p>
    <w:p w:rsidR="001A41D1" w:rsidRPr="00FF2D42" w:rsidRDefault="001A41D1" w:rsidP="0081727E">
      <w:pPr>
        <w:tabs>
          <w:tab w:val="left" w:pos="851"/>
        </w:tabs>
        <w:spacing w:line="15" w:lineRule="exact"/>
        <w:ind w:firstLine="567"/>
        <w:rPr>
          <w:sz w:val="28"/>
          <w:szCs w:val="28"/>
        </w:rPr>
      </w:pPr>
    </w:p>
    <w:p w:rsidR="001A41D1" w:rsidRPr="000F0982" w:rsidRDefault="001A41D1" w:rsidP="0081727E">
      <w:pPr>
        <w:pStyle w:val="ListParagraph"/>
        <w:numPr>
          <w:ilvl w:val="0"/>
          <w:numId w:val="15"/>
        </w:numPr>
        <w:tabs>
          <w:tab w:val="left" w:pos="851"/>
        </w:tabs>
        <w:spacing w:line="234" w:lineRule="auto"/>
        <w:ind w:left="0" w:firstLine="567"/>
        <w:jc w:val="both"/>
        <w:rPr>
          <w:sz w:val="20"/>
          <w:szCs w:val="20"/>
        </w:rPr>
      </w:pPr>
      <w:r w:rsidRPr="000F0982">
        <w:rPr>
          <w:sz w:val="28"/>
          <w:szCs w:val="28"/>
        </w:rPr>
        <w:t>По всем вопросам, не урегулированным настоящим соглашением, но возникающим в ходе его реализации, стороны будут руководствоваться законодательством РФ.</w:t>
      </w:r>
    </w:p>
    <w:p w:rsidR="001A41D1" w:rsidRPr="00FF2D42" w:rsidRDefault="001A41D1" w:rsidP="00A47A3D">
      <w:pPr>
        <w:spacing w:line="16" w:lineRule="exact"/>
        <w:ind w:firstLine="567"/>
        <w:rPr>
          <w:sz w:val="20"/>
          <w:szCs w:val="20"/>
        </w:rPr>
      </w:pPr>
    </w:p>
    <w:p w:rsidR="001A41D1" w:rsidRPr="00FF2D42" w:rsidRDefault="001A41D1" w:rsidP="009D71D8">
      <w:pPr>
        <w:numPr>
          <w:ilvl w:val="0"/>
          <w:numId w:val="15"/>
        </w:numPr>
        <w:tabs>
          <w:tab w:val="left" w:pos="851"/>
        </w:tabs>
        <w:spacing w:line="234" w:lineRule="auto"/>
        <w:ind w:firstLine="567"/>
        <w:jc w:val="both"/>
        <w:rPr>
          <w:sz w:val="28"/>
          <w:szCs w:val="28"/>
        </w:rPr>
      </w:pPr>
      <w:r w:rsidRPr="00FF2D42">
        <w:rPr>
          <w:sz w:val="28"/>
          <w:szCs w:val="28"/>
        </w:rPr>
        <w:t>Настоящее соглашение составлено в двух экземплярах, имеющих равную юридическую силу по одному для каждой из сторон.</w:t>
      </w:r>
    </w:p>
    <w:p w:rsidR="001A41D1" w:rsidRDefault="001A41D1" w:rsidP="00A47A3D">
      <w:pPr>
        <w:ind w:firstLine="567"/>
        <w:jc w:val="center"/>
        <w:rPr>
          <w:sz w:val="28"/>
          <w:szCs w:val="28"/>
        </w:rPr>
      </w:pPr>
    </w:p>
    <w:p w:rsidR="001A41D1" w:rsidRDefault="001A41D1" w:rsidP="00A47A3D">
      <w:pPr>
        <w:ind w:firstLine="567"/>
        <w:jc w:val="center"/>
        <w:rPr>
          <w:sz w:val="28"/>
          <w:szCs w:val="28"/>
        </w:rPr>
      </w:pPr>
      <w:r w:rsidRPr="00FF2D42">
        <w:rPr>
          <w:sz w:val="28"/>
          <w:szCs w:val="28"/>
        </w:rPr>
        <w:t>Cтать</w:t>
      </w:r>
      <w:r>
        <w:rPr>
          <w:sz w:val="28"/>
          <w:szCs w:val="28"/>
        </w:rPr>
        <w:t>я 11. Адреса и реквизиты сторон</w:t>
      </w:r>
    </w:p>
    <w:p w:rsidR="001A41D1" w:rsidRDefault="001A41D1" w:rsidP="00A47A3D">
      <w:pPr>
        <w:ind w:firstLine="567"/>
        <w:jc w:val="center"/>
        <w:rPr>
          <w:sz w:val="28"/>
          <w:szCs w:val="28"/>
        </w:rPr>
      </w:pPr>
    </w:p>
    <w:p w:rsidR="001A41D1" w:rsidRPr="009D02E6" w:rsidRDefault="001A41D1" w:rsidP="00FA2FBF">
      <w:pPr>
        <w:rPr>
          <w:sz w:val="28"/>
          <w:szCs w:val="28"/>
        </w:rPr>
      </w:pPr>
      <w:r w:rsidRPr="009D02E6">
        <w:rPr>
          <w:sz w:val="28"/>
          <w:szCs w:val="28"/>
        </w:rPr>
        <w:t>Сторона 1</w:t>
      </w:r>
      <w:r>
        <w:rPr>
          <w:sz w:val="28"/>
          <w:szCs w:val="28"/>
        </w:rPr>
        <w:t xml:space="preserve">                                                      Сторона 2</w:t>
      </w:r>
    </w:p>
    <w:tbl>
      <w:tblPr>
        <w:tblW w:w="0" w:type="auto"/>
        <w:tblInd w:w="-106" w:type="dxa"/>
        <w:tblLook w:val="01E0"/>
      </w:tblPr>
      <w:tblGrid>
        <w:gridCol w:w="4928"/>
        <w:gridCol w:w="4821"/>
      </w:tblGrid>
      <w:tr w:rsidR="001A41D1">
        <w:tc>
          <w:tcPr>
            <w:tcW w:w="4928" w:type="dxa"/>
          </w:tcPr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Оглухинского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</w:tc>
        <w:tc>
          <w:tcPr>
            <w:tcW w:w="4821" w:type="dxa"/>
          </w:tcPr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Крутинского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района</w:t>
            </w:r>
          </w:p>
        </w:tc>
      </w:tr>
      <w:tr w:rsidR="001A41D1">
        <w:tc>
          <w:tcPr>
            <w:tcW w:w="4928" w:type="dxa"/>
          </w:tcPr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646 132 Омская область,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Крутинский район, с. Оглухино 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Советская, д. 34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 5518007131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КПП 551801001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ОКТМО 52626410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ОКПО </w:t>
            </w:r>
            <w:r>
              <w:rPr>
                <w:w w:val="99"/>
                <w:sz w:val="28"/>
                <w:szCs w:val="28"/>
              </w:rPr>
              <w:t>04204320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 015209001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Р/с 03231643526264105200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</w:p>
        </w:tc>
        <w:tc>
          <w:tcPr>
            <w:tcW w:w="4821" w:type="dxa"/>
          </w:tcPr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646 130 Омская область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р.п.Крутинка ул. Ленина д. 9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ИНН 5518003761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КПП 551801001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ОКТМО 52626000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ОКПО 04035952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Отделение Омск Банка России//УФК по Омской области г. Омск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БИК  015209001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Р/с 03100643000000015200</w:t>
            </w:r>
          </w:p>
          <w:p w:rsidR="001A41D1" w:rsidRDefault="001A41D1" w:rsidP="003A658B">
            <w:pPr>
              <w:pStyle w:val="BodyText"/>
              <w:spacing w:line="276" w:lineRule="auto"/>
              <w:jc w:val="left"/>
              <w:rPr>
                <w:sz w:val="28"/>
                <w:szCs w:val="28"/>
              </w:rPr>
            </w:pPr>
          </w:p>
        </w:tc>
      </w:tr>
      <w:tr w:rsidR="001A41D1">
        <w:tc>
          <w:tcPr>
            <w:tcW w:w="4928" w:type="dxa"/>
          </w:tcPr>
          <w:p w:rsidR="001A41D1" w:rsidRDefault="001A41D1" w:rsidP="003A658B">
            <w:pPr>
              <w:pStyle w:val="BodyTex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:rsidR="001A41D1" w:rsidRDefault="001A41D1" w:rsidP="003A658B">
            <w:pPr>
              <w:pStyle w:val="BodyTex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Оглухинского сельского поселения</w:t>
            </w:r>
          </w:p>
          <w:p w:rsidR="001A41D1" w:rsidRDefault="001A41D1" w:rsidP="003A658B">
            <w:pPr>
              <w:pStyle w:val="BodyTex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 И.К. Игнатович</w:t>
            </w:r>
          </w:p>
        </w:tc>
        <w:tc>
          <w:tcPr>
            <w:tcW w:w="4821" w:type="dxa"/>
          </w:tcPr>
          <w:p w:rsidR="001A41D1" w:rsidRDefault="001A41D1" w:rsidP="003A658B">
            <w:pPr>
              <w:pStyle w:val="BodyTex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:rsidR="001A41D1" w:rsidRDefault="001A41D1" w:rsidP="003A658B">
            <w:pPr>
              <w:pStyle w:val="BodyTex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Крутинского муниципального района</w:t>
            </w:r>
          </w:p>
          <w:p w:rsidR="001A41D1" w:rsidRDefault="001A41D1" w:rsidP="003A658B">
            <w:pPr>
              <w:pStyle w:val="BodyText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 В.Н. Киселёв</w:t>
            </w:r>
          </w:p>
        </w:tc>
      </w:tr>
    </w:tbl>
    <w:p w:rsidR="001A41D1" w:rsidRDefault="001A41D1" w:rsidP="00A47A3D">
      <w:pPr>
        <w:ind w:firstLine="567"/>
        <w:jc w:val="center"/>
        <w:rPr>
          <w:sz w:val="28"/>
          <w:szCs w:val="28"/>
        </w:rPr>
      </w:pPr>
    </w:p>
    <w:p w:rsidR="001A41D1" w:rsidRPr="00FF2D42" w:rsidRDefault="001A41D1" w:rsidP="00456B51">
      <w:pPr>
        <w:sectPr w:rsidR="001A41D1" w:rsidRPr="00FF2D42">
          <w:pgSz w:w="11900" w:h="16838"/>
          <w:pgMar w:top="1125" w:right="786" w:bottom="1440" w:left="1440" w:header="0" w:footer="0" w:gutter="0"/>
          <w:cols w:space="720" w:equalWidth="0">
            <w:col w:w="9680"/>
          </w:cols>
        </w:sectPr>
      </w:pPr>
    </w:p>
    <w:p w:rsidR="001A41D1" w:rsidRDefault="001A41D1"/>
    <w:sectPr w:rsidR="001A41D1" w:rsidSect="00B67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79866A32"/>
    <w:lvl w:ilvl="0" w:tplc="7C38FBA4">
      <w:start w:val="1"/>
      <w:numFmt w:val="decimal"/>
      <w:lvlText w:val="%1."/>
      <w:lvlJc w:val="left"/>
    </w:lvl>
    <w:lvl w:ilvl="1" w:tplc="59488BC8">
      <w:numFmt w:val="decimal"/>
      <w:lvlText w:val=""/>
      <w:lvlJc w:val="left"/>
    </w:lvl>
    <w:lvl w:ilvl="2" w:tplc="13BA2A86">
      <w:numFmt w:val="decimal"/>
      <w:lvlText w:val=""/>
      <w:lvlJc w:val="left"/>
    </w:lvl>
    <w:lvl w:ilvl="3" w:tplc="B4525F28">
      <w:numFmt w:val="decimal"/>
      <w:lvlText w:val=""/>
      <w:lvlJc w:val="left"/>
    </w:lvl>
    <w:lvl w:ilvl="4" w:tplc="00B6B30C">
      <w:numFmt w:val="decimal"/>
      <w:lvlText w:val=""/>
      <w:lvlJc w:val="left"/>
    </w:lvl>
    <w:lvl w:ilvl="5" w:tplc="7FEC100C">
      <w:numFmt w:val="decimal"/>
      <w:lvlText w:val=""/>
      <w:lvlJc w:val="left"/>
    </w:lvl>
    <w:lvl w:ilvl="6" w:tplc="E7309FB6">
      <w:numFmt w:val="decimal"/>
      <w:lvlText w:val=""/>
      <w:lvlJc w:val="left"/>
    </w:lvl>
    <w:lvl w:ilvl="7" w:tplc="AD647EBA">
      <w:numFmt w:val="decimal"/>
      <w:lvlText w:val=""/>
      <w:lvlJc w:val="left"/>
    </w:lvl>
    <w:lvl w:ilvl="8" w:tplc="3E1C3DA4">
      <w:numFmt w:val="decimal"/>
      <w:lvlText w:val=""/>
      <w:lvlJc w:val="left"/>
    </w:lvl>
  </w:abstractNum>
  <w:abstractNum w:abstractNumId="1">
    <w:nsid w:val="00000124"/>
    <w:multiLevelType w:val="hybridMultilevel"/>
    <w:tmpl w:val="08A86686"/>
    <w:lvl w:ilvl="0" w:tplc="80D01B06">
      <w:start w:val="1"/>
      <w:numFmt w:val="bullet"/>
      <w:lvlText w:val="-"/>
      <w:lvlJc w:val="left"/>
    </w:lvl>
    <w:lvl w:ilvl="1" w:tplc="2A602C5C">
      <w:numFmt w:val="decimal"/>
      <w:lvlText w:val=""/>
      <w:lvlJc w:val="left"/>
    </w:lvl>
    <w:lvl w:ilvl="2" w:tplc="401A6EDE">
      <w:numFmt w:val="decimal"/>
      <w:lvlText w:val=""/>
      <w:lvlJc w:val="left"/>
    </w:lvl>
    <w:lvl w:ilvl="3" w:tplc="DB7A7CB2">
      <w:numFmt w:val="decimal"/>
      <w:lvlText w:val=""/>
      <w:lvlJc w:val="left"/>
    </w:lvl>
    <w:lvl w:ilvl="4" w:tplc="3E5E1324">
      <w:numFmt w:val="decimal"/>
      <w:lvlText w:val=""/>
      <w:lvlJc w:val="left"/>
    </w:lvl>
    <w:lvl w:ilvl="5" w:tplc="A78631AC">
      <w:numFmt w:val="decimal"/>
      <w:lvlText w:val=""/>
      <w:lvlJc w:val="left"/>
    </w:lvl>
    <w:lvl w:ilvl="6" w:tplc="DD5E0D22">
      <w:numFmt w:val="decimal"/>
      <w:lvlText w:val=""/>
      <w:lvlJc w:val="left"/>
    </w:lvl>
    <w:lvl w:ilvl="7" w:tplc="3CD644E6">
      <w:numFmt w:val="decimal"/>
      <w:lvlText w:val=""/>
      <w:lvlJc w:val="left"/>
    </w:lvl>
    <w:lvl w:ilvl="8" w:tplc="7764A4FE">
      <w:numFmt w:val="decimal"/>
      <w:lvlText w:val=""/>
      <w:lvlJc w:val="left"/>
    </w:lvl>
  </w:abstractNum>
  <w:abstractNum w:abstractNumId="2">
    <w:nsid w:val="00000BB3"/>
    <w:multiLevelType w:val="hybridMultilevel"/>
    <w:tmpl w:val="86169DA0"/>
    <w:lvl w:ilvl="0" w:tplc="833C03F2">
      <w:start w:val="3"/>
      <w:numFmt w:val="decimal"/>
      <w:lvlText w:val="%1."/>
      <w:lvlJc w:val="left"/>
    </w:lvl>
    <w:lvl w:ilvl="1" w:tplc="D24ADE12">
      <w:numFmt w:val="decimal"/>
      <w:lvlText w:val=""/>
      <w:lvlJc w:val="left"/>
    </w:lvl>
    <w:lvl w:ilvl="2" w:tplc="D75A1968">
      <w:numFmt w:val="decimal"/>
      <w:lvlText w:val=""/>
      <w:lvlJc w:val="left"/>
    </w:lvl>
    <w:lvl w:ilvl="3" w:tplc="3342F3B8">
      <w:numFmt w:val="decimal"/>
      <w:lvlText w:val=""/>
      <w:lvlJc w:val="left"/>
    </w:lvl>
    <w:lvl w:ilvl="4" w:tplc="9E909FBC">
      <w:numFmt w:val="decimal"/>
      <w:lvlText w:val=""/>
      <w:lvlJc w:val="left"/>
    </w:lvl>
    <w:lvl w:ilvl="5" w:tplc="63E0F804">
      <w:numFmt w:val="decimal"/>
      <w:lvlText w:val=""/>
      <w:lvlJc w:val="left"/>
    </w:lvl>
    <w:lvl w:ilvl="6" w:tplc="53A20202">
      <w:numFmt w:val="decimal"/>
      <w:lvlText w:val=""/>
      <w:lvlJc w:val="left"/>
    </w:lvl>
    <w:lvl w:ilvl="7" w:tplc="72CA16B0">
      <w:numFmt w:val="decimal"/>
      <w:lvlText w:val=""/>
      <w:lvlJc w:val="left"/>
    </w:lvl>
    <w:lvl w:ilvl="8" w:tplc="A1F258EC">
      <w:numFmt w:val="decimal"/>
      <w:lvlText w:val=""/>
      <w:lvlJc w:val="left"/>
    </w:lvl>
  </w:abstractNum>
  <w:abstractNum w:abstractNumId="3">
    <w:nsid w:val="00000F3E"/>
    <w:multiLevelType w:val="hybridMultilevel"/>
    <w:tmpl w:val="D4BE38F8"/>
    <w:lvl w:ilvl="0" w:tplc="05F296BC">
      <w:start w:val="1"/>
      <w:numFmt w:val="decimal"/>
      <w:lvlText w:val="%1)"/>
      <w:lvlJc w:val="left"/>
    </w:lvl>
    <w:lvl w:ilvl="1" w:tplc="1E168EB8">
      <w:start w:val="3"/>
      <w:numFmt w:val="decimal"/>
      <w:lvlText w:val="%2."/>
      <w:lvlJc w:val="left"/>
    </w:lvl>
    <w:lvl w:ilvl="2" w:tplc="B53A0FD0">
      <w:numFmt w:val="decimal"/>
      <w:lvlText w:val=""/>
      <w:lvlJc w:val="left"/>
    </w:lvl>
    <w:lvl w:ilvl="3" w:tplc="227669D8">
      <w:numFmt w:val="decimal"/>
      <w:lvlText w:val=""/>
      <w:lvlJc w:val="left"/>
    </w:lvl>
    <w:lvl w:ilvl="4" w:tplc="E4AC60E0">
      <w:numFmt w:val="decimal"/>
      <w:lvlText w:val=""/>
      <w:lvlJc w:val="left"/>
    </w:lvl>
    <w:lvl w:ilvl="5" w:tplc="01AEC706">
      <w:numFmt w:val="decimal"/>
      <w:lvlText w:val=""/>
      <w:lvlJc w:val="left"/>
    </w:lvl>
    <w:lvl w:ilvl="6" w:tplc="C9DC81E0">
      <w:numFmt w:val="decimal"/>
      <w:lvlText w:val=""/>
      <w:lvlJc w:val="left"/>
    </w:lvl>
    <w:lvl w:ilvl="7" w:tplc="DFEAD492">
      <w:numFmt w:val="decimal"/>
      <w:lvlText w:val=""/>
      <w:lvlJc w:val="left"/>
    </w:lvl>
    <w:lvl w:ilvl="8" w:tplc="A170F0EE">
      <w:numFmt w:val="decimal"/>
      <w:lvlText w:val=""/>
      <w:lvlJc w:val="left"/>
    </w:lvl>
  </w:abstractNum>
  <w:abstractNum w:abstractNumId="4">
    <w:nsid w:val="000012DB"/>
    <w:multiLevelType w:val="hybridMultilevel"/>
    <w:tmpl w:val="0E74DAF8"/>
    <w:lvl w:ilvl="0" w:tplc="1F30F6B4">
      <w:start w:val="1"/>
      <w:numFmt w:val="bullet"/>
      <w:lvlText w:val="В"/>
      <w:lvlJc w:val="left"/>
    </w:lvl>
    <w:lvl w:ilvl="1" w:tplc="1C5C389C">
      <w:numFmt w:val="decimal"/>
      <w:lvlText w:val=""/>
      <w:lvlJc w:val="left"/>
    </w:lvl>
    <w:lvl w:ilvl="2" w:tplc="485A056A">
      <w:numFmt w:val="decimal"/>
      <w:lvlText w:val=""/>
      <w:lvlJc w:val="left"/>
    </w:lvl>
    <w:lvl w:ilvl="3" w:tplc="379EF5C8">
      <w:numFmt w:val="decimal"/>
      <w:lvlText w:val=""/>
      <w:lvlJc w:val="left"/>
    </w:lvl>
    <w:lvl w:ilvl="4" w:tplc="9B384EA6">
      <w:numFmt w:val="decimal"/>
      <w:lvlText w:val=""/>
      <w:lvlJc w:val="left"/>
    </w:lvl>
    <w:lvl w:ilvl="5" w:tplc="BAB8D272">
      <w:numFmt w:val="decimal"/>
      <w:lvlText w:val=""/>
      <w:lvlJc w:val="left"/>
    </w:lvl>
    <w:lvl w:ilvl="6" w:tplc="02A6E9FC">
      <w:numFmt w:val="decimal"/>
      <w:lvlText w:val=""/>
      <w:lvlJc w:val="left"/>
    </w:lvl>
    <w:lvl w:ilvl="7" w:tplc="FD4CE85A">
      <w:numFmt w:val="decimal"/>
      <w:lvlText w:val=""/>
      <w:lvlJc w:val="left"/>
    </w:lvl>
    <w:lvl w:ilvl="8" w:tplc="5F8A85C0">
      <w:numFmt w:val="decimal"/>
      <w:lvlText w:val=""/>
      <w:lvlJc w:val="left"/>
    </w:lvl>
  </w:abstractNum>
  <w:abstractNum w:abstractNumId="5">
    <w:nsid w:val="0000153C"/>
    <w:multiLevelType w:val="hybridMultilevel"/>
    <w:tmpl w:val="9708B3BA"/>
    <w:lvl w:ilvl="0" w:tplc="9B2EB920">
      <w:start w:val="1"/>
      <w:numFmt w:val="decimal"/>
      <w:lvlText w:val="%1)"/>
      <w:lvlJc w:val="left"/>
    </w:lvl>
    <w:lvl w:ilvl="1" w:tplc="A300E994">
      <w:numFmt w:val="decimal"/>
      <w:lvlText w:val=""/>
      <w:lvlJc w:val="left"/>
    </w:lvl>
    <w:lvl w:ilvl="2" w:tplc="85080982">
      <w:numFmt w:val="decimal"/>
      <w:lvlText w:val=""/>
      <w:lvlJc w:val="left"/>
    </w:lvl>
    <w:lvl w:ilvl="3" w:tplc="2C8679D2">
      <w:numFmt w:val="decimal"/>
      <w:lvlText w:val=""/>
      <w:lvlJc w:val="left"/>
    </w:lvl>
    <w:lvl w:ilvl="4" w:tplc="E56012F0">
      <w:numFmt w:val="decimal"/>
      <w:lvlText w:val=""/>
      <w:lvlJc w:val="left"/>
    </w:lvl>
    <w:lvl w:ilvl="5" w:tplc="E48EA048">
      <w:numFmt w:val="decimal"/>
      <w:lvlText w:val=""/>
      <w:lvlJc w:val="left"/>
    </w:lvl>
    <w:lvl w:ilvl="6" w:tplc="8DCC61FA">
      <w:numFmt w:val="decimal"/>
      <w:lvlText w:val=""/>
      <w:lvlJc w:val="left"/>
    </w:lvl>
    <w:lvl w:ilvl="7" w:tplc="23E67844">
      <w:numFmt w:val="decimal"/>
      <w:lvlText w:val=""/>
      <w:lvlJc w:val="left"/>
    </w:lvl>
    <w:lvl w:ilvl="8" w:tplc="3CFAB96E">
      <w:numFmt w:val="decimal"/>
      <w:lvlText w:val=""/>
      <w:lvlJc w:val="left"/>
    </w:lvl>
  </w:abstractNum>
  <w:abstractNum w:abstractNumId="6">
    <w:nsid w:val="00001547"/>
    <w:multiLevelType w:val="hybridMultilevel"/>
    <w:tmpl w:val="E90AC212"/>
    <w:lvl w:ilvl="0" w:tplc="D6368A24">
      <w:start w:val="3"/>
      <w:numFmt w:val="decimal"/>
      <w:lvlText w:val="%1."/>
      <w:lvlJc w:val="left"/>
      <w:rPr>
        <w:sz w:val="28"/>
        <w:szCs w:val="28"/>
      </w:rPr>
    </w:lvl>
    <w:lvl w:ilvl="1" w:tplc="9AB2205C">
      <w:numFmt w:val="decimal"/>
      <w:lvlText w:val=""/>
      <w:lvlJc w:val="left"/>
    </w:lvl>
    <w:lvl w:ilvl="2" w:tplc="C634330A">
      <w:numFmt w:val="decimal"/>
      <w:lvlText w:val=""/>
      <w:lvlJc w:val="left"/>
    </w:lvl>
    <w:lvl w:ilvl="3" w:tplc="70D87628">
      <w:numFmt w:val="decimal"/>
      <w:lvlText w:val=""/>
      <w:lvlJc w:val="left"/>
    </w:lvl>
    <w:lvl w:ilvl="4" w:tplc="548017B2">
      <w:numFmt w:val="decimal"/>
      <w:lvlText w:val=""/>
      <w:lvlJc w:val="left"/>
    </w:lvl>
    <w:lvl w:ilvl="5" w:tplc="4C1A0D20">
      <w:numFmt w:val="decimal"/>
      <w:lvlText w:val=""/>
      <w:lvlJc w:val="left"/>
    </w:lvl>
    <w:lvl w:ilvl="6" w:tplc="F334C7B0">
      <w:numFmt w:val="decimal"/>
      <w:lvlText w:val=""/>
      <w:lvlJc w:val="left"/>
    </w:lvl>
    <w:lvl w:ilvl="7" w:tplc="55A65522">
      <w:numFmt w:val="decimal"/>
      <w:lvlText w:val=""/>
      <w:lvlJc w:val="left"/>
    </w:lvl>
    <w:lvl w:ilvl="8" w:tplc="6CB24C5C">
      <w:numFmt w:val="decimal"/>
      <w:lvlText w:val=""/>
      <w:lvlJc w:val="left"/>
    </w:lvl>
  </w:abstractNum>
  <w:abstractNum w:abstractNumId="7">
    <w:nsid w:val="00002EA6"/>
    <w:multiLevelType w:val="hybridMultilevel"/>
    <w:tmpl w:val="D0027518"/>
    <w:lvl w:ilvl="0" w:tplc="9258A3A4">
      <w:start w:val="1"/>
      <w:numFmt w:val="bullet"/>
      <w:lvlText w:val="-"/>
      <w:lvlJc w:val="left"/>
    </w:lvl>
    <w:lvl w:ilvl="1" w:tplc="4216B36E">
      <w:start w:val="1"/>
      <w:numFmt w:val="decimal"/>
      <w:lvlText w:val="%2)"/>
      <w:lvlJc w:val="left"/>
    </w:lvl>
    <w:lvl w:ilvl="2" w:tplc="1F7E9140">
      <w:numFmt w:val="decimal"/>
      <w:lvlText w:val=""/>
      <w:lvlJc w:val="left"/>
    </w:lvl>
    <w:lvl w:ilvl="3" w:tplc="A9884926">
      <w:numFmt w:val="decimal"/>
      <w:lvlText w:val=""/>
      <w:lvlJc w:val="left"/>
    </w:lvl>
    <w:lvl w:ilvl="4" w:tplc="C186A6B4">
      <w:numFmt w:val="decimal"/>
      <w:lvlText w:val=""/>
      <w:lvlJc w:val="left"/>
    </w:lvl>
    <w:lvl w:ilvl="5" w:tplc="D8F0064A">
      <w:numFmt w:val="decimal"/>
      <w:lvlText w:val=""/>
      <w:lvlJc w:val="left"/>
    </w:lvl>
    <w:lvl w:ilvl="6" w:tplc="AD46E4B2">
      <w:numFmt w:val="decimal"/>
      <w:lvlText w:val=""/>
      <w:lvlJc w:val="left"/>
    </w:lvl>
    <w:lvl w:ilvl="7" w:tplc="FBA0CC46">
      <w:numFmt w:val="decimal"/>
      <w:lvlText w:val=""/>
      <w:lvlJc w:val="left"/>
    </w:lvl>
    <w:lvl w:ilvl="8" w:tplc="24D8BBDA">
      <w:numFmt w:val="decimal"/>
      <w:lvlText w:val=""/>
      <w:lvlJc w:val="left"/>
    </w:lvl>
  </w:abstractNum>
  <w:abstractNum w:abstractNumId="8">
    <w:nsid w:val="0000305E"/>
    <w:multiLevelType w:val="hybridMultilevel"/>
    <w:tmpl w:val="C4DCD9E0"/>
    <w:lvl w:ilvl="0" w:tplc="B198A32C">
      <w:start w:val="2"/>
      <w:numFmt w:val="decimal"/>
      <w:lvlText w:val="%1."/>
      <w:lvlJc w:val="left"/>
    </w:lvl>
    <w:lvl w:ilvl="1" w:tplc="37AC42C6">
      <w:numFmt w:val="decimal"/>
      <w:lvlText w:val=""/>
      <w:lvlJc w:val="left"/>
    </w:lvl>
    <w:lvl w:ilvl="2" w:tplc="26F62A38">
      <w:numFmt w:val="decimal"/>
      <w:lvlText w:val=""/>
      <w:lvlJc w:val="left"/>
    </w:lvl>
    <w:lvl w:ilvl="3" w:tplc="08F4F342">
      <w:numFmt w:val="decimal"/>
      <w:lvlText w:val=""/>
      <w:lvlJc w:val="left"/>
    </w:lvl>
    <w:lvl w:ilvl="4" w:tplc="D0668C2C">
      <w:numFmt w:val="decimal"/>
      <w:lvlText w:val=""/>
      <w:lvlJc w:val="left"/>
    </w:lvl>
    <w:lvl w:ilvl="5" w:tplc="07989276">
      <w:numFmt w:val="decimal"/>
      <w:lvlText w:val=""/>
      <w:lvlJc w:val="left"/>
    </w:lvl>
    <w:lvl w:ilvl="6" w:tplc="678AB39E">
      <w:numFmt w:val="decimal"/>
      <w:lvlText w:val=""/>
      <w:lvlJc w:val="left"/>
    </w:lvl>
    <w:lvl w:ilvl="7" w:tplc="59442018">
      <w:numFmt w:val="decimal"/>
      <w:lvlText w:val=""/>
      <w:lvlJc w:val="left"/>
    </w:lvl>
    <w:lvl w:ilvl="8" w:tplc="8762270C">
      <w:numFmt w:val="decimal"/>
      <w:lvlText w:val=""/>
      <w:lvlJc w:val="left"/>
    </w:lvl>
  </w:abstractNum>
  <w:abstractNum w:abstractNumId="9">
    <w:nsid w:val="0000390C"/>
    <w:multiLevelType w:val="hybridMultilevel"/>
    <w:tmpl w:val="71E84960"/>
    <w:lvl w:ilvl="0" w:tplc="7E24B4F4">
      <w:start w:val="1"/>
      <w:numFmt w:val="decimal"/>
      <w:lvlText w:val="%1."/>
      <w:lvlJc w:val="left"/>
    </w:lvl>
    <w:lvl w:ilvl="1" w:tplc="AD4EF55C">
      <w:numFmt w:val="decimal"/>
      <w:lvlText w:val=""/>
      <w:lvlJc w:val="left"/>
    </w:lvl>
    <w:lvl w:ilvl="2" w:tplc="78AA7EC0">
      <w:numFmt w:val="decimal"/>
      <w:lvlText w:val=""/>
      <w:lvlJc w:val="left"/>
    </w:lvl>
    <w:lvl w:ilvl="3" w:tplc="FD18393E">
      <w:numFmt w:val="decimal"/>
      <w:lvlText w:val=""/>
      <w:lvlJc w:val="left"/>
    </w:lvl>
    <w:lvl w:ilvl="4" w:tplc="50C64B52">
      <w:numFmt w:val="decimal"/>
      <w:lvlText w:val=""/>
      <w:lvlJc w:val="left"/>
    </w:lvl>
    <w:lvl w:ilvl="5" w:tplc="205CAAA0">
      <w:numFmt w:val="decimal"/>
      <w:lvlText w:val=""/>
      <w:lvlJc w:val="left"/>
    </w:lvl>
    <w:lvl w:ilvl="6" w:tplc="46441E4C">
      <w:numFmt w:val="decimal"/>
      <w:lvlText w:val=""/>
      <w:lvlJc w:val="left"/>
    </w:lvl>
    <w:lvl w:ilvl="7" w:tplc="A08A55A8">
      <w:numFmt w:val="decimal"/>
      <w:lvlText w:val=""/>
      <w:lvlJc w:val="left"/>
    </w:lvl>
    <w:lvl w:ilvl="8" w:tplc="89169C82">
      <w:numFmt w:val="decimal"/>
      <w:lvlText w:val=""/>
      <w:lvlJc w:val="left"/>
    </w:lvl>
  </w:abstractNum>
  <w:abstractNum w:abstractNumId="10">
    <w:nsid w:val="0000440D"/>
    <w:multiLevelType w:val="hybridMultilevel"/>
    <w:tmpl w:val="65ECAA0A"/>
    <w:lvl w:ilvl="0" w:tplc="D340FB6C">
      <w:start w:val="1"/>
      <w:numFmt w:val="decimal"/>
      <w:lvlText w:val="%1."/>
      <w:lvlJc w:val="left"/>
    </w:lvl>
    <w:lvl w:ilvl="1" w:tplc="122A357E">
      <w:numFmt w:val="decimal"/>
      <w:lvlText w:val=""/>
      <w:lvlJc w:val="left"/>
    </w:lvl>
    <w:lvl w:ilvl="2" w:tplc="9EB0358C">
      <w:numFmt w:val="decimal"/>
      <w:lvlText w:val=""/>
      <w:lvlJc w:val="left"/>
    </w:lvl>
    <w:lvl w:ilvl="3" w:tplc="947AB82A">
      <w:numFmt w:val="decimal"/>
      <w:lvlText w:val=""/>
      <w:lvlJc w:val="left"/>
    </w:lvl>
    <w:lvl w:ilvl="4" w:tplc="9DC63F4C">
      <w:numFmt w:val="decimal"/>
      <w:lvlText w:val=""/>
      <w:lvlJc w:val="left"/>
    </w:lvl>
    <w:lvl w:ilvl="5" w:tplc="93D24F80">
      <w:numFmt w:val="decimal"/>
      <w:lvlText w:val=""/>
      <w:lvlJc w:val="left"/>
    </w:lvl>
    <w:lvl w:ilvl="6" w:tplc="4C44273E">
      <w:numFmt w:val="decimal"/>
      <w:lvlText w:val=""/>
      <w:lvlJc w:val="left"/>
    </w:lvl>
    <w:lvl w:ilvl="7" w:tplc="D0BA17AC">
      <w:numFmt w:val="decimal"/>
      <w:lvlText w:val=""/>
      <w:lvlJc w:val="left"/>
    </w:lvl>
    <w:lvl w:ilvl="8" w:tplc="8B1AF8EC">
      <w:numFmt w:val="decimal"/>
      <w:lvlText w:val=""/>
      <w:lvlJc w:val="left"/>
    </w:lvl>
  </w:abstractNum>
  <w:abstractNum w:abstractNumId="11">
    <w:nsid w:val="0000491C"/>
    <w:multiLevelType w:val="hybridMultilevel"/>
    <w:tmpl w:val="175EC780"/>
    <w:lvl w:ilvl="0" w:tplc="08CE3272">
      <w:start w:val="1"/>
      <w:numFmt w:val="decimal"/>
      <w:lvlText w:val="%1."/>
      <w:lvlJc w:val="left"/>
    </w:lvl>
    <w:lvl w:ilvl="1" w:tplc="A50C3C78">
      <w:numFmt w:val="decimal"/>
      <w:lvlText w:val=""/>
      <w:lvlJc w:val="left"/>
    </w:lvl>
    <w:lvl w:ilvl="2" w:tplc="1B9CB388">
      <w:numFmt w:val="decimal"/>
      <w:lvlText w:val=""/>
      <w:lvlJc w:val="left"/>
    </w:lvl>
    <w:lvl w:ilvl="3" w:tplc="F6EC41D0">
      <w:numFmt w:val="decimal"/>
      <w:lvlText w:val=""/>
      <w:lvlJc w:val="left"/>
    </w:lvl>
    <w:lvl w:ilvl="4" w:tplc="2CAC23DC">
      <w:numFmt w:val="decimal"/>
      <w:lvlText w:val=""/>
      <w:lvlJc w:val="left"/>
    </w:lvl>
    <w:lvl w:ilvl="5" w:tplc="1ECA6D04">
      <w:numFmt w:val="decimal"/>
      <w:lvlText w:val=""/>
      <w:lvlJc w:val="left"/>
    </w:lvl>
    <w:lvl w:ilvl="6" w:tplc="9620C446">
      <w:numFmt w:val="decimal"/>
      <w:lvlText w:val=""/>
      <w:lvlJc w:val="left"/>
    </w:lvl>
    <w:lvl w:ilvl="7" w:tplc="4E56BF4C">
      <w:numFmt w:val="decimal"/>
      <w:lvlText w:val=""/>
      <w:lvlJc w:val="left"/>
    </w:lvl>
    <w:lvl w:ilvl="8" w:tplc="5824E72C">
      <w:numFmt w:val="decimal"/>
      <w:lvlText w:val=""/>
      <w:lvlJc w:val="left"/>
    </w:lvl>
  </w:abstractNum>
  <w:abstractNum w:abstractNumId="12">
    <w:nsid w:val="00004D06"/>
    <w:multiLevelType w:val="hybridMultilevel"/>
    <w:tmpl w:val="4ADA25BA"/>
    <w:lvl w:ilvl="0" w:tplc="D58C1A04">
      <w:start w:val="1"/>
      <w:numFmt w:val="bullet"/>
      <w:lvlText w:val="и"/>
      <w:lvlJc w:val="left"/>
    </w:lvl>
    <w:lvl w:ilvl="1" w:tplc="56ECF25C">
      <w:start w:val="1"/>
      <w:numFmt w:val="decimal"/>
      <w:lvlText w:val="%2."/>
      <w:lvlJc w:val="left"/>
    </w:lvl>
    <w:lvl w:ilvl="2" w:tplc="4C06EE3E">
      <w:numFmt w:val="decimal"/>
      <w:lvlText w:val=""/>
      <w:lvlJc w:val="left"/>
    </w:lvl>
    <w:lvl w:ilvl="3" w:tplc="80BAF9E4">
      <w:numFmt w:val="decimal"/>
      <w:lvlText w:val=""/>
      <w:lvlJc w:val="left"/>
    </w:lvl>
    <w:lvl w:ilvl="4" w:tplc="611A7852">
      <w:numFmt w:val="decimal"/>
      <w:lvlText w:val=""/>
      <w:lvlJc w:val="left"/>
    </w:lvl>
    <w:lvl w:ilvl="5" w:tplc="493A8952">
      <w:numFmt w:val="decimal"/>
      <w:lvlText w:val=""/>
      <w:lvlJc w:val="left"/>
    </w:lvl>
    <w:lvl w:ilvl="6" w:tplc="B1F44B0C">
      <w:numFmt w:val="decimal"/>
      <w:lvlText w:val=""/>
      <w:lvlJc w:val="left"/>
    </w:lvl>
    <w:lvl w:ilvl="7" w:tplc="5C3E2186">
      <w:numFmt w:val="decimal"/>
      <w:lvlText w:val=""/>
      <w:lvlJc w:val="left"/>
    </w:lvl>
    <w:lvl w:ilvl="8" w:tplc="618CBFF6">
      <w:numFmt w:val="decimal"/>
      <w:lvlText w:val=""/>
      <w:lvlJc w:val="left"/>
    </w:lvl>
  </w:abstractNum>
  <w:abstractNum w:abstractNumId="13">
    <w:nsid w:val="00004DB7"/>
    <w:multiLevelType w:val="hybridMultilevel"/>
    <w:tmpl w:val="B4A6FA4C"/>
    <w:lvl w:ilvl="0" w:tplc="EB5E1A52">
      <w:start w:val="1"/>
      <w:numFmt w:val="bullet"/>
      <w:lvlText w:val="и"/>
      <w:lvlJc w:val="left"/>
    </w:lvl>
    <w:lvl w:ilvl="1" w:tplc="03369E1A">
      <w:start w:val="2"/>
      <w:numFmt w:val="decimal"/>
      <w:lvlText w:val="%2."/>
      <w:lvlJc w:val="left"/>
    </w:lvl>
    <w:lvl w:ilvl="2" w:tplc="E488BE02">
      <w:numFmt w:val="decimal"/>
      <w:lvlText w:val=""/>
      <w:lvlJc w:val="left"/>
    </w:lvl>
    <w:lvl w:ilvl="3" w:tplc="0A8E675C">
      <w:numFmt w:val="decimal"/>
      <w:lvlText w:val=""/>
      <w:lvlJc w:val="left"/>
    </w:lvl>
    <w:lvl w:ilvl="4" w:tplc="BEC64CA4">
      <w:numFmt w:val="decimal"/>
      <w:lvlText w:val=""/>
      <w:lvlJc w:val="left"/>
    </w:lvl>
    <w:lvl w:ilvl="5" w:tplc="C2F81562">
      <w:numFmt w:val="decimal"/>
      <w:lvlText w:val=""/>
      <w:lvlJc w:val="left"/>
    </w:lvl>
    <w:lvl w:ilvl="6" w:tplc="CD607272">
      <w:numFmt w:val="decimal"/>
      <w:lvlText w:val=""/>
      <w:lvlJc w:val="left"/>
    </w:lvl>
    <w:lvl w:ilvl="7" w:tplc="E2B4A044">
      <w:numFmt w:val="decimal"/>
      <w:lvlText w:val=""/>
      <w:lvlJc w:val="left"/>
    </w:lvl>
    <w:lvl w:ilvl="8" w:tplc="C0A2B464">
      <w:numFmt w:val="decimal"/>
      <w:lvlText w:val=""/>
      <w:lvlJc w:val="left"/>
    </w:lvl>
  </w:abstractNum>
  <w:abstractNum w:abstractNumId="14">
    <w:nsid w:val="000054DE"/>
    <w:multiLevelType w:val="hybridMultilevel"/>
    <w:tmpl w:val="D5D023EE"/>
    <w:lvl w:ilvl="0" w:tplc="D2EAF1E2">
      <w:start w:val="1"/>
      <w:numFmt w:val="bullet"/>
      <w:lvlText w:val="а"/>
      <w:lvlJc w:val="left"/>
    </w:lvl>
    <w:lvl w:ilvl="1" w:tplc="1812ACE6">
      <w:start w:val="1"/>
      <w:numFmt w:val="bullet"/>
      <w:lvlText w:val="В"/>
      <w:lvlJc w:val="left"/>
    </w:lvl>
    <w:lvl w:ilvl="2" w:tplc="A1FCEF08">
      <w:numFmt w:val="decimal"/>
      <w:lvlText w:val=""/>
      <w:lvlJc w:val="left"/>
    </w:lvl>
    <w:lvl w:ilvl="3" w:tplc="AF10AE78">
      <w:numFmt w:val="decimal"/>
      <w:lvlText w:val=""/>
      <w:lvlJc w:val="left"/>
    </w:lvl>
    <w:lvl w:ilvl="4" w:tplc="BED6B3A4">
      <w:numFmt w:val="decimal"/>
      <w:lvlText w:val=""/>
      <w:lvlJc w:val="left"/>
    </w:lvl>
    <w:lvl w:ilvl="5" w:tplc="2C702744">
      <w:numFmt w:val="decimal"/>
      <w:lvlText w:val=""/>
      <w:lvlJc w:val="left"/>
    </w:lvl>
    <w:lvl w:ilvl="6" w:tplc="9F0616D6">
      <w:numFmt w:val="decimal"/>
      <w:lvlText w:val=""/>
      <w:lvlJc w:val="left"/>
    </w:lvl>
    <w:lvl w:ilvl="7" w:tplc="4DD2FE20">
      <w:numFmt w:val="decimal"/>
      <w:lvlText w:val=""/>
      <w:lvlJc w:val="left"/>
    </w:lvl>
    <w:lvl w:ilvl="8" w:tplc="AB1AA434">
      <w:numFmt w:val="decimal"/>
      <w:lvlText w:val=""/>
      <w:lvlJc w:val="left"/>
    </w:lvl>
  </w:abstractNum>
  <w:abstractNum w:abstractNumId="15">
    <w:nsid w:val="00007E87"/>
    <w:multiLevelType w:val="hybridMultilevel"/>
    <w:tmpl w:val="68C83252"/>
    <w:lvl w:ilvl="0" w:tplc="D7AA1542">
      <w:start w:val="1"/>
      <w:numFmt w:val="decimal"/>
      <w:lvlText w:val="%1)"/>
      <w:lvlJc w:val="left"/>
    </w:lvl>
    <w:lvl w:ilvl="1" w:tplc="FAF2CA74">
      <w:numFmt w:val="decimal"/>
      <w:lvlText w:val=""/>
      <w:lvlJc w:val="left"/>
    </w:lvl>
    <w:lvl w:ilvl="2" w:tplc="8104E220">
      <w:numFmt w:val="decimal"/>
      <w:lvlText w:val=""/>
      <w:lvlJc w:val="left"/>
    </w:lvl>
    <w:lvl w:ilvl="3" w:tplc="A2EE3132">
      <w:numFmt w:val="decimal"/>
      <w:lvlText w:val=""/>
      <w:lvlJc w:val="left"/>
    </w:lvl>
    <w:lvl w:ilvl="4" w:tplc="D72411A2">
      <w:numFmt w:val="decimal"/>
      <w:lvlText w:val=""/>
      <w:lvlJc w:val="left"/>
    </w:lvl>
    <w:lvl w:ilvl="5" w:tplc="E68E6B7A">
      <w:numFmt w:val="decimal"/>
      <w:lvlText w:val=""/>
      <w:lvlJc w:val="left"/>
    </w:lvl>
    <w:lvl w:ilvl="6" w:tplc="A36861AA">
      <w:numFmt w:val="decimal"/>
      <w:lvlText w:val=""/>
      <w:lvlJc w:val="left"/>
    </w:lvl>
    <w:lvl w:ilvl="7" w:tplc="1456AFC6">
      <w:numFmt w:val="decimal"/>
      <w:lvlText w:val=""/>
      <w:lvlJc w:val="left"/>
    </w:lvl>
    <w:lvl w:ilvl="8" w:tplc="EC4015B0">
      <w:numFmt w:val="decimal"/>
      <w:lvlText w:val=""/>
      <w:lvlJc w:val="left"/>
    </w:lvl>
  </w:abstractNum>
  <w:abstractNum w:abstractNumId="16">
    <w:nsid w:val="66B15AD8"/>
    <w:multiLevelType w:val="hybridMultilevel"/>
    <w:tmpl w:val="9D0C56E8"/>
    <w:lvl w:ilvl="0" w:tplc="4A0E6AE0">
      <w:start w:val="1"/>
      <w:numFmt w:val="decimal"/>
      <w:lvlText w:val="%1."/>
      <w:lvlJc w:val="left"/>
      <w:pPr>
        <w:ind w:left="13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48" w:hanging="360"/>
      </w:pPr>
    </w:lvl>
    <w:lvl w:ilvl="2" w:tplc="0419001B">
      <w:start w:val="1"/>
      <w:numFmt w:val="lowerRoman"/>
      <w:lvlText w:val="%3."/>
      <w:lvlJc w:val="right"/>
      <w:pPr>
        <w:ind w:left="2768" w:hanging="180"/>
      </w:pPr>
    </w:lvl>
    <w:lvl w:ilvl="3" w:tplc="0419000F">
      <w:start w:val="1"/>
      <w:numFmt w:val="decimal"/>
      <w:lvlText w:val="%4."/>
      <w:lvlJc w:val="left"/>
      <w:pPr>
        <w:ind w:left="3488" w:hanging="360"/>
      </w:pPr>
    </w:lvl>
    <w:lvl w:ilvl="4" w:tplc="04190019">
      <w:start w:val="1"/>
      <w:numFmt w:val="lowerLetter"/>
      <w:lvlText w:val="%5."/>
      <w:lvlJc w:val="left"/>
      <w:pPr>
        <w:ind w:left="4208" w:hanging="360"/>
      </w:pPr>
    </w:lvl>
    <w:lvl w:ilvl="5" w:tplc="0419001B">
      <w:start w:val="1"/>
      <w:numFmt w:val="lowerRoman"/>
      <w:lvlText w:val="%6."/>
      <w:lvlJc w:val="right"/>
      <w:pPr>
        <w:ind w:left="4928" w:hanging="180"/>
      </w:pPr>
    </w:lvl>
    <w:lvl w:ilvl="6" w:tplc="0419000F">
      <w:start w:val="1"/>
      <w:numFmt w:val="decimal"/>
      <w:lvlText w:val="%7."/>
      <w:lvlJc w:val="left"/>
      <w:pPr>
        <w:ind w:left="5648" w:hanging="360"/>
      </w:pPr>
    </w:lvl>
    <w:lvl w:ilvl="7" w:tplc="04190019">
      <w:start w:val="1"/>
      <w:numFmt w:val="lowerLetter"/>
      <w:lvlText w:val="%8."/>
      <w:lvlJc w:val="left"/>
      <w:pPr>
        <w:ind w:left="6368" w:hanging="360"/>
      </w:pPr>
    </w:lvl>
    <w:lvl w:ilvl="8" w:tplc="0419001B">
      <w:start w:val="1"/>
      <w:numFmt w:val="lowerRoman"/>
      <w:lvlText w:val="%9."/>
      <w:lvlJc w:val="right"/>
      <w:pPr>
        <w:ind w:left="7088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1"/>
  </w:num>
  <w:num w:numId="10">
    <w:abstractNumId w:val="8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6"/>
  </w:num>
  <w:num w:numId="16">
    <w:abstractNumId w:val="14"/>
  </w:num>
  <w:num w:numId="17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2D42"/>
    <w:rsid w:val="0007044C"/>
    <w:rsid w:val="00087E97"/>
    <w:rsid w:val="00094407"/>
    <w:rsid w:val="000C67B7"/>
    <w:rsid w:val="000F0982"/>
    <w:rsid w:val="00133BC0"/>
    <w:rsid w:val="001458DF"/>
    <w:rsid w:val="001642E1"/>
    <w:rsid w:val="001A41D1"/>
    <w:rsid w:val="001A73AC"/>
    <w:rsid w:val="0020240B"/>
    <w:rsid w:val="00267085"/>
    <w:rsid w:val="00276528"/>
    <w:rsid w:val="002A4C46"/>
    <w:rsid w:val="002F74B9"/>
    <w:rsid w:val="00357945"/>
    <w:rsid w:val="00357F6E"/>
    <w:rsid w:val="00390B3E"/>
    <w:rsid w:val="003A1BEE"/>
    <w:rsid w:val="003A658B"/>
    <w:rsid w:val="004023D4"/>
    <w:rsid w:val="00443CAC"/>
    <w:rsid w:val="004547EB"/>
    <w:rsid w:val="00456B51"/>
    <w:rsid w:val="0049153E"/>
    <w:rsid w:val="004A4325"/>
    <w:rsid w:val="004D4BAB"/>
    <w:rsid w:val="004E301B"/>
    <w:rsid w:val="004E6603"/>
    <w:rsid w:val="004F117E"/>
    <w:rsid w:val="005618D0"/>
    <w:rsid w:val="00570CAB"/>
    <w:rsid w:val="00587208"/>
    <w:rsid w:val="005874B5"/>
    <w:rsid w:val="005939D0"/>
    <w:rsid w:val="005D57AB"/>
    <w:rsid w:val="006019C3"/>
    <w:rsid w:val="00607E8F"/>
    <w:rsid w:val="00621929"/>
    <w:rsid w:val="00625AE0"/>
    <w:rsid w:val="00682112"/>
    <w:rsid w:val="0068408D"/>
    <w:rsid w:val="006F6BA1"/>
    <w:rsid w:val="007A4B60"/>
    <w:rsid w:val="007A6B5F"/>
    <w:rsid w:val="007F5B67"/>
    <w:rsid w:val="0081727E"/>
    <w:rsid w:val="00851C1B"/>
    <w:rsid w:val="00896557"/>
    <w:rsid w:val="008A0CFF"/>
    <w:rsid w:val="008B36C1"/>
    <w:rsid w:val="008C15F9"/>
    <w:rsid w:val="008E5D31"/>
    <w:rsid w:val="008F5EED"/>
    <w:rsid w:val="009309A8"/>
    <w:rsid w:val="00950A06"/>
    <w:rsid w:val="00986026"/>
    <w:rsid w:val="00996BD1"/>
    <w:rsid w:val="009A2442"/>
    <w:rsid w:val="009B2951"/>
    <w:rsid w:val="009C211F"/>
    <w:rsid w:val="009C34FE"/>
    <w:rsid w:val="009D02E6"/>
    <w:rsid w:val="009D16BE"/>
    <w:rsid w:val="009D71D8"/>
    <w:rsid w:val="00A26E44"/>
    <w:rsid w:val="00A30F5F"/>
    <w:rsid w:val="00A32DE1"/>
    <w:rsid w:val="00A4656B"/>
    <w:rsid w:val="00A47A3D"/>
    <w:rsid w:val="00A56133"/>
    <w:rsid w:val="00A84CC2"/>
    <w:rsid w:val="00AC5279"/>
    <w:rsid w:val="00AE2C9B"/>
    <w:rsid w:val="00AE492A"/>
    <w:rsid w:val="00AE5E21"/>
    <w:rsid w:val="00AE7ED1"/>
    <w:rsid w:val="00B67667"/>
    <w:rsid w:val="00B8734B"/>
    <w:rsid w:val="00BE107A"/>
    <w:rsid w:val="00C949B5"/>
    <w:rsid w:val="00CD5675"/>
    <w:rsid w:val="00D04024"/>
    <w:rsid w:val="00D12E6F"/>
    <w:rsid w:val="00D131CF"/>
    <w:rsid w:val="00D26EE5"/>
    <w:rsid w:val="00D43246"/>
    <w:rsid w:val="00D73D07"/>
    <w:rsid w:val="00DD070B"/>
    <w:rsid w:val="00DE03A2"/>
    <w:rsid w:val="00DE3B84"/>
    <w:rsid w:val="00E474CA"/>
    <w:rsid w:val="00E56E28"/>
    <w:rsid w:val="00E82BC2"/>
    <w:rsid w:val="00EA5196"/>
    <w:rsid w:val="00EC4D74"/>
    <w:rsid w:val="00F40839"/>
    <w:rsid w:val="00F46435"/>
    <w:rsid w:val="00F51A8D"/>
    <w:rsid w:val="00F61198"/>
    <w:rsid w:val="00FA2FBF"/>
    <w:rsid w:val="00FA6A23"/>
    <w:rsid w:val="00FB4ADE"/>
    <w:rsid w:val="00FF2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D4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131CF"/>
    <w:pPr>
      <w:jc w:val="both"/>
    </w:pPr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D131CF"/>
    <w:rPr>
      <w:rFonts w:ascii="Times New Roman" w:hAnsi="Times New Roman" w:cs="Times New Roman"/>
      <w:sz w:val="20"/>
      <w:szCs w:val="20"/>
      <w:lang w:eastAsia="ru-RU"/>
    </w:rPr>
  </w:style>
  <w:style w:type="paragraph" w:styleId="ListParagraph">
    <w:name w:val="List Paragraph"/>
    <w:basedOn w:val="Normal"/>
    <w:uiPriority w:val="99"/>
    <w:qFormat/>
    <w:rsid w:val="00BE107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185</TotalTime>
  <Pages>7</Pages>
  <Words>1409</Words>
  <Characters>8034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Семерова Т.В.</dc:creator>
  <cp:keywords/>
  <dc:description/>
  <cp:lastModifiedBy>user</cp:lastModifiedBy>
  <cp:revision>48</cp:revision>
  <cp:lastPrinted>2021-12-14T11:07:00Z</cp:lastPrinted>
  <dcterms:created xsi:type="dcterms:W3CDTF">2019-12-10T09:51:00Z</dcterms:created>
  <dcterms:modified xsi:type="dcterms:W3CDTF">2022-01-28T08:16:00Z</dcterms:modified>
</cp:coreProperties>
</file>