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61D" w:rsidRDefault="00C0161D" w:rsidP="001575D9">
      <w:pPr>
        <w:autoSpaceDE w:val="0"/>
        <w:autoSpaceDN w:val="0"/>
        <w:adjustRightInd w:val="0"/>
        <w:spacing w:after="0" w:line="240" w:lineRule="atLeast"/>
        <w:ind w:left="4956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к постановлению Администрации Крутинского муниципального района Омской области от 22.06.2023  № 244-п</w:t>
      </w:r>
    </w:p>
    <w:p w:rsidR="00C0161D" w:rsidRDefault="00C0161D" w:rsidP="001575D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0161D" w:rsidRDefault="00C0161D" w:rsidP="001575D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575D9">
        <w:rPr>
          <w:rFonts w:ascii="Times New Roman" w:hAnsi="Times New Roman" w:cs="Times New Roman"/>
          <w:color w:val="000000"/>
          <w:sz w:val="24"/>
          <w:szCs w:val="24"/>
        </w:rPr>
        <w:t>Приложение № 4</w:t>
      </w:r>
    </w:p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575D9">
        <w:rPr>
          <w:rFonts w:ascii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575D9">
        <w:rPr>
          <w:rFonts w:ascii="Times New Roman" w:hAnsi="Times New Roman" w:cs="Times New Roman"/>
          <w:color w:val="000000"/>
          <w:sz w:val="24"/>
          <w:szCs w:val="24"/>
        </w:rPr>
        <w:t>предоставления муниципальной услуги</w:t>
      </w:r>
    </w:p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575D9">
        <w:rPr>
          <w:rFonts w:ascii="Times New Roman" w:hAnsi="Times New Roman" w:cs="Times New Roman"/>
          <w:color w:val="000000"/>
          <w:sz w:val="24"/>
          <w:szCs w:val="24"/>
        </w:rPr>
        <w:t>«Выдача акта освидетельствования</w:t>
      </w:r>
    </w:p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575D9">
        <w:rPr>
          <w:rFonts w:ascii="Times New Roman" w:hAnsi="Times New Roman" w:cs="Times New Roman"/>
          <w:color w:val="000000"/>
          <w:sz w:val="24"/>
          <w:szCs w:val="24"/>
        </w:rPr>
        <w:t>проведения основных работ по строительству</w:t>
      </w:r>
    </w:p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575D9">
        <w:rPr>
          <w:rFonts w:ascii="Times New Roman" w:hAnsi="Times New Roman" w:cs="Times New Roman"/>
          <w:color w:val="000000"/>
          <w:sz w:val="24"/>
          <w:szCs w:val="24"/>
        </w:rPr>
        <w:t>(реконструкции) объекта индивидуального</w:t>
      </w:r>
    </w:p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575D9">
        <w:rPr>
          <w:rFonts w:ascii="Times New Roman" w:hAnsi="Times New Roman" w:cs="Times New Roman"/>
          <w:color w:val="000000"/>
          <w:sz w:val="24"/>
          <w:szCs w:val="24"/>
        </w:rPr>
        <w:t>жилищного строительства с привлечением</w:t>
      </w:r>
    </w:p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575D9">
        <w:rPr>
          <w:rFonts w:ascii="Times New Roman" w:hAnsi="Times New Roman" w:cs="Times New Roman"/>
          <w:color w:val="000000"/>
          <w:sz w:val="24"/>
          <w:szCs w:val="24"/>
        </w:rPr>
        <w:t>средств материнского (семейного) капитала»</w:t>
      </w:r>
    </w:p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575D9">
        <w:rPr>
          <w:rFonts w:ascii="Times New Roman" w:hAnsi="Times New Roman" w:cs="Times New Roman"/>
          <w:color w:val="000000"/>
          <w:sz w:val="24"/>
          <w:szCs w:val="24"/>
        </w:rPr>
        <w:t>Форма, утвержденная</w:t>
      </w:r>
    </w:p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575D9">
        <w:rPr>
          <w:rFonts w:ascii="Times New Roman" w:hAnsi="Times New Roman" w:cs="Times New Roman"/>
          <w:color w:val="000000"/>
          <w:sz w:val="24"/>
          <w:szCs w:val="24"/>
        </w:rPr>
        <w:t>приказом Министерства строительства</w:t>
      </w:r>
    </w:p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575D9">
        <w:rPr>
          <w:rFonts w:ascii="Times New Roman" w:hAnsi="Times New Roman" w:cs="Times New Roman"/>
          <w:color w:val="000000"/>
          <w:sz w:val="24"/>
          <w:szCs w:val="24"/>
        </w:rPr>
        <w:t>и жилищно-коммунального хозяйства</w:t>
      </w:r>
    </w:p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575D9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</w:t>
      </w:r>
    </w:p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575D9">
        <w:rPr>
          <w:rFonts w:ascii="Times New Roman" w:hAnsi="Times New Roman" w:cs="Times New Roman"/>
          <w:color w:val="000000"/>
          <w:sz w:val="24"/>
          <w:szCs w:val="24"/>
        </w:rPr>
        <w:t>от 8 июня 2021 г. N 362/пр</w:t>
      </w:r>
    </w:p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35"/>
        <w:gridCol w:w="5329"/>
      </w:tblGrid>
      <w:tr w:rsidR="00C0161D" w:rsidRPr="001575D9">
        <w:tc>
          <w:tcPr>
            <w:tcW w:w="3735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9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</w:tr>
      <w:tr w:rsidR="00C0161D" w:rsidRPr="001575D9">
        <w:tc>
          <w:tcPr>
            <w:tcW w:w="3735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 органа местного самоуправления)</w:t>
            </w:r>
          </w:p>
        </w:tc>
      </w:tr>
      <w:tr w:rsidR="00C0161D" w:rsidRPr="001575D9">
        <w:tc>
          <w:tcPr>
            <w:tcW w:w="3735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(уполномоченное лицо на проведение</w:t>
            </w:r>
          </w:p>
        </w:tc>
      </w:tr>
      <w:tr w:rsidR="00C0161D" w:rsidRPr="001575D9">
        <w:tc>
          <w:tcPr>
            <w:tcW w:w="3735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освидетельствования)</w:t>
            </w:r>
          </w:p>
        </w:tc>
      </w:tr>
      <w:tr w:rsidR="00C0161D" w:rsidRPr="001575D9">
        <w:tc>
          <w:tcPr>
            <w:tcW w:w="3735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9" w:type="dxa"/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"__" _______ 20__ г.</w:t>
            </w:r>
          </w:p>
        </w:tc>
      </w:tr>
    </w:tbl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60"/>
      </w:tblGrid>
      <w:tr w:rsidR="00C0161D" w:rsidRPr="001575D9">
        <w:tc>
          <w:tcPr>
            <w:tcW w:w="9060" w:type="dxa"/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</w:t>
            </w:r>
          </w:p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      </w:r>
          </w:p>
        </w:tc>
      </w:tr>
    </w:tbl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80"/>
        <w:gridCol w:w="340"/>
        <w:gridCol w:w="3440"/>
      </w:tblGrid>
      <w:tr w:rsidR="00C0161D" w:rsidRPr="001575D9">
        <w:tc>
          <w:tcPr>
            <w:tcW w:w="5280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"__" ________________ 20__ г.</w:t>
            </w:r>
          </w:p>
        </w:tc>
        <w:tc>
          <w:tcPr>
            <w:tcW w:w="340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4" w:space="0" w:color="auto"/>
            </w:tcBorders>
            <w:vAlign w:val="bottom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5280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(место составления акта)</w:t>
            </w:r>
          </w:p>
        </w:tc>
      </w:tr>
    </w:tbl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23"/>
        <w:gridCol w:w="691"/>
        <w:gridCol w:w="2246"/>
      </w:tblGrid>
      <w:tr w:rsidR="00C0161D" w:rsidRPr="001575D9">
        <w:tc>
          <w:tcPr>
            <w:tcW w:w="9060" w:type="dxa"/>
            <w:gridSpan w:val="3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Настоящий акт освидетельствования объекта индивидуального жилищного строительства</w:t>
            </w:r>
          </w:p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(наименование, адрес (местоположение)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 строительный адрес объекта индивидуального жилищного строительства </w:t>
            </w:r>
            <w:hyperlink r:id="rId5" w:history="1">
              <w:r w:rsidRPr="001575D9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&lt;*&gt;</w:t>
              </w:r>
            </w:hyperlink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(степень готовности объекта индивидуального жилищного строительства: монтаж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фундамента, возведение стен, возведение кровли или проведение работ по реконструкции)</w:t>
            </w:r>
          </w:p>
        </w:tc>
      </w:tr>
      <w:tr w:rsidR="00C0161D" w:rsidRPr="001575D9">
        <w:tc>
          <w:tcPr>
            <w:tcW w:w="9060" w:type="dxa"/>
            <w:gridSpan w:val="3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 на основании заявления лица, получившего государственный сертификат на материнский (семейный) капитал (далее - застройщик), его представителя (нужное подчеркнуть)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(фамилия, имя, отчество (последнее - при наличии),</w:t>
            </w:r>
          </w:p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паспортные данные, место жительства, телефон/адрес электронной почты (последнее - при наличии)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(фамилия, имя, отчество (последнее - при наличии) представителя, реквизиты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документа, подтверждающего полномочия представителя - заполняется при наличии представителя)</w:t>
            </w:r>
          </w:p>
        </w:tc>
      </w:tr>
      <w:tr w:rsidR="00C0161D" w:rsidRPr="001575D9">
        <w:tc>
          <w:tcPr>
            <w:tcW w:w="9060" w:type="dxa"/>
            <w:gridSpan w:val="3"/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осуществляющего строительство объекта индивидуального жилищного строительства на основании направленного уведомления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 или выданного разрешения на строительство (нужное подчеркнуть)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(номер (при его наличии), дата направления уведомления, номер, дата выдачи разрешения на строительство,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органа исполнительной власти или органа местного самоуправления,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направившего уведомление или выдавшего разрешение на строительство)</w:t>
            </w:r>
          </w:p>
        </w:tc>
      </w:tr>
      <w:tr w:rsidR="00C0161D" w:rsidRPr="001575D9">
        <w:tc>
          <w:tcPr>
            <w:tcW w:w="9060" w:type="dxa"/>
            <w:gridSpan w:val="3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Осмотр объекта индивидуального жилищного строительства проведен в присутствии следующих лиц: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(фамилия, имя, отчество (последнее - при наличии), паспортные данные, место жительства, телефон - для физических лиц,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фамилия, имя, отчество (последнее - при наличии) представителя, реквизиты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документа, подтверждающего полномочия представителя - заполняется при наличии представителя)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(фамилия, имя, отчество (последнее - при наличии), должность, наименование, номер,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записи о государственной регистрации в Едином государственном реестре юридических лиц,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идентификационный номер налогоплательщика, почтовый адрес, телефон/факс - для юридических лиц)</w:t>
            </w:r>
          </w:p>
        </w:tc>
      </w:tr>
      <w:tr w:rsidR="00C0161D" w:rsidRPr="001575D9">
        <w:tc>
          <w:tcPr>
            <w:tcW w:w="9060" w:type="dxa"/>
            <w:gridSpan w:val="3"/>
            <w:vAlign w:val="bottom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Настоящий акт составлен о нижеследующем:</w:t>
            </w:r>
          </w:p>
        </w:tc>
      </w:tr>
      <w:tr w:rsidR="00C0161D" w:rsidRPr="001575D9">
        <w:tc>
          <w:tcPr>
            <w:tcW w:w="9060" w:type="dxa"/>
            <w:gridSpan w:val="3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К освидетельствованию предъявлены следующие конструкции: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(перечень и краткая характеристика конструкций объекта индивидуального жилищного строительства)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ходе осмотра объекта индивидуального жилищного строительства проводились/не проводились обмеры и обследования (нужное подчеркнуть)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(результаты проведенных обмеров и обследований)</w:t>
            </w:r>
          </w:p>
        </w:tc>
      </w:tr>
      <w:tr w:rsidR="00C0161D" w:rsidRPr="001575D9">
        <w:tc>
          <w:tcPr>
            <w:tcW w:w="9060" w:type="dxa"/>
            <w:gridSpan w:val="3"/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Наименование проведенных работ:</w:t>
            </w:r>
          </w:p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 Основные работы по строительству объекта индивидуального жилищного строительства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(степень готовности объекта индивидуального жилищного строительства: монтаж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фундамента, возведение стен, возведение кровли)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 Проведенные работы по реконструкции объекта индивидуального жилищного строительства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(степень готовности объекта индивидуального жилищного строительства: монтаж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фундамента, возведение стен, возведение кровли или изменение ее конфигурации,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и (или) восстановление несущих строительных конструкций)</w:t>
            </w:r>
          </w:p>
        </w:tc>
      </w:tr>
      <w:tr w:rsidR="00C0161D" w:rsidRPr="001575D9">
        <w:tc>
          <w:tcPr>
            <w:tcW w:w="9060" w:type="dxa"/>
            <w:gridSpan w:val="3"/>
            <w:vAlign w:val="bottom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результате проведенных работ по реконструкции объекта индивидуального жилищного строительства общая площадь жилого помещения (жилых помещений) увеличивается на _____ кв. м и после завершения работ по строительству или реконструкции должна составить _____ кв. м.</w:t>
            </w:r>
          </w:p>
        </w:tc>
      </w:tr>
      <w:tr w:rsidR="00C0161D" w:rsidRPr="001575D9">
        <w:tc>
          <w:tcPr>
            <w:tcW w:w="9060" w:type="dxa"/>
            <w:gridSpan w:val="3"/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Даты:</w:t>
            </w:r>
          </w:p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 работ "__" _______ 20__ г.</w:t>
            </w:r>
          </w:p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окончания работ "__" _______ 20__ г.</w:t>
            </w:r>
          </w:p>
        </w:tc>
      </w:tr>
      <w:tr w:rsidR="00C0161D" w:rsidRPr="001575D9">
        <w:tc>
          <w:tcPr>
            <w:tcW w:w="9060" w:type="dxa"/>
            <w:gridSpan w:val="3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Документ составлен в _____ экземплярах.</w:t>
            </w:r>
          </w:p>
        </w:tc>
      </w:tr>
      <w:tr w:rsidR="00C0161D" w:rsidRPr="001575D9">
        <w:tc>
          <w:tcPr>
            <w:tcW w:w="9060" w:type="dxa"/>
            <w:gridSpan w:val="3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Приложения:</w:t>
            </w:r>
          </w:p>
        </w:tc>
      </w:tr>
      <w:tr w:rsidR="00C0161D" w:rsidRPr="001575D9">
        <w:tc>
          <w:tcPr>
            <w:tcW w:w="9060" w:type="dxa"/>
            <w:gridSpan w:val="3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9060" w:type="dxa"/>
            <w:gridSpan w:val="3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6123" w:type="dxa"/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Подписи:</w:t>
            </w:r>
          </w:p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Застройщик или его представитель:</w:t>
            </w:r>
          </w:p>
        </w:tc>
        <w:tc>
          <w:tcPr>
            <w:tcW w:w="691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6123" w:type="dxa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6123" w:type="dxa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(фамилия, имя, отчество (последнее - при наличии)</w:t>
            </w:r>
          </w:p>
        </w:tc>
        <w:tc>
          <w:tcPr>
            <w:tcW w:w="691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</w:tr>
      <w:tr w:rsidR="00C0161D" w:rsidRPr="001575D9">
        <w:tc>
          <w:tcPr>
            <w:tcW w:w="9060" w:type="dxa"/>
            <w:gridSpan w:val="3"/>
            <w:vAlign w:val="center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Лица, участвующие в осмотре объекта индивидуального жилищного строительства:</w:t>
            </w:r>
          </w:p>
        </w:tc>
      </w:tr>
      <w:tr w:rsidR="00C0161D" w:rsidRPr="001575D9">
        <w:tc>
          <w:tcPr>
            <w:tcW w:w="6123" w:type="dxa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1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161D" w:rsidRPr="001575D9">
        <w:tc>
          <w:tcPr>
            <w:tcW w:w="6123" w:type="dxa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91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</w:tr>
      <w:tr w:rsidR="00C0161D" w:rsidRPr="001575D9">
        <w:tc>
          <w:tcPr>
            <w:tcW w:w="6123" w:type="dxa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91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</w:tr>
      <w:tr w:rsidR="00C0161D" w:rsidRPr="001575D9">
        <w:tc>
          <w:tcPr>
            <w:tcW w:w="6123" w:type="dxa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91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</w:tr>
      <w:tr w:rsidR="00C0161D" w:rsidRPr="001575D9">
        <w:tc>
          <w:tcPr>
            <w:tcW w:w="6123" w:type="dxa"/>
            <w:tcBorders>
              <w:top w:val="single" w:sz="4" w:space="0" w:color="auto"/>
            </w:tcBorders>
            <w:vAlign w:val="bottom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91" w:type="dxa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4" w:space="0" w:color="auto"/>
            </w:tcBorders>
            <w:vAlign w:val="bottom"/>
          </w:tcPr>
          <w:p w:rsidR="00C0161D" w:rsidRPr="001575D9" w:rsidRDefault="00C0161D" w:rsidP="001575D9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5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0161D" w:rsidRPr="001575D9" w:rsidRDefault="00C0161D" w:rsidP="001575D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75D9">
        <w:rPr>
          <w:rFonts w:ascii="Times New Roman" w:hAnsi="Times New Roman" w:cs="Times New Roman"/>
          <w:color w:val="000000"/>
          <w:sz w:val="24"/>
          <w:szCs w:val="24"/>
        </w:rPr>
        <w:t xml:space="preserve">&lt;*&gt; В отношении объектов индивидуального жилищного строительства, разрешение на строительство которых выдано до вступления в силу </w:t>
      </w:r>
      <w:hyperlink r:id="rId6" w:history="1">
        <w:r w:rsidRPr="001575D9">
          <w:rPr>
            <w:rFonts w:ascii="Times New Roman" w:hAnsi="Times New Roman" w:cs="Times New Roman"/>
            <w:color w:val="000000"/>
            <w:sz w:val="24"/>
            <w:szCs w:val="24"/>
          </w:rPr>
          <w:t>постановления</w:t>
        </w:r>
      </w:hyperlink>
      <w:r w:rsidRPr="001575D9">
        <w:rPr>
          <w:rFonts w:ascii="Times New Roman" w:hAnsi="Times New Roman" w:cs="Times New Roman"/>
          <w:color w:val="000000"/>
          <w:sz w:val="24"/>
          <w:szCs w:val="24"/>
        </w:rPr>
        <w:t xml:space="preserve"> Правительства Российской Федерации от 19 ноября 2014 г. N 1221 "Об утверждении Правил присвоения, изменения и аннулирования адресов" (Собрание законодательства Российской Федерации, 2014, N 48, ст. 6861, 2020, N 37, ст. 5729).</w:t>
      </w:r>
    </w:p>
    <w:sectPr w:rsidR="00C0161D" w:rsidRPr="001575D9" w:rsidSect="0086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A0AE2"/>
    <w:multiLevelType w:val="hybridMultilevel"/>
    <w:tmpl w:val="0666D058"/>
    <w:lvl w:ilvl="0" w:tplc="205AA8C4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CA37DF2"/>
    <w:multiLevelType w:val="hybridMultilevel"/>
    <w:tmpl w:val="EFA67A8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2">
    <w:nsid w:val="0E087958"/>
    <w:multiLevelType w:val="multilevel"/>
    <w:tmpl w:val="E8685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1B0B25EB"/>
    <w:multiLevelType w:val="hybridMultilevel"/>
    <w:tmpl w:val="D674A1C4"/>
    <w:lvl w:ilvl="0" w:tplc="273A459C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470D44"/>
    <w:multiLevelType w:val="hybridMultilevel"/>
    <w:tmpl w:val="10BAF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5657D"/>
    <w:multiLevelType w:val="multilevel"/>
    <w:tmpl w:val="55E819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3A6731AD"/>
    <w:multiLevelType w:val="hybridMultilevel"/>
    <w:tmpl w:val="70A6EA9A"/>
    <w:lvl w:ilvl="0" w:tplc="AA0C2B06">
      <w:start w:val="1"/>
      <w:numFmt w:val="decimal"/>
      <w:lvlText w:val="%1."/>
      <w:lvlJc w:val="left"/>
      <w:pPr>
        <w:tabs>
          <w:tab w:val="num" w:pos="1308"/>
        </w:tabs>
        <w:ind w:left="1308" w:hanging="600"/>
      </w:pPr>
      <w:rPr>
        <w:rFonts w:hint="default"/>
      </w:rPr>
    </w:lvl>
    <w:lvl w:ilvl="1" w:tplc="EBA00E7A">
      <w:numFmt w:val="none"/>
      <w:lvlText w:val=""/>
      <w:lvlJc w:val="left"/>
      <w:pPr>
        <w:tabs>
          <w:tab w:val="num" w:pos="360"/>
        </w:tabs>
      </w:pPr>
    </w:lvl>
    <w:lvl w:ilvl="2" w:tplc="DAB4E94C">
      <w:numFmt w:val="none"/>
      <w:lvlText w:val=""/>
      <w:lvlJc w:val="left"/>
      <w:pPr>
        <w:tabs>
          <w:tab w:val="num" w:pos="360"/>
        </w:tabs>
      </w:pPr>
    </w:lvl>
    <w:lvl w:ilvl="3" w:tplc="C5421CF6">
      <w:numFmt w:val="none"/>
      <w:lvlText w:val=""/>
      <w:lvlJc w:val="left"/>
      <w:pPr>
        <w:tabs>
          <w:tab w:val="num" w:pos="360"/>
        </w:tabs>
      </w:pPr>
    </w:lvl>
    <w:lvl w:ilvl="4" w:tplc="891C5D08">
      <w:numFmt w:val="none"/>
      <w:lvlText w:val=""/>
      <w:lvlJc w:val="left"/>
      <w:pPr>
        <w:tabs>
          <w:tab w:val="num" w:pos="360"/>
        </w:tabs>
      </w:pPr>
    </w:lvl>
    <w:lvl w:ilvl="5" w:tplc="531E310C">
      <w:numFmt w:val="none"/>
      <w:lvlText w:val=""/>
      <w:lvlJc w:val="left"/>
      <w:pPr>
        <w:tabs>
          <w:tab w:val="num" w:pos="360"/>
        </w:tabs>
      </w:pPr>
    </w:lvl>
    <w:lvl w:ilvl="6" w:tplc="0D54D518">
      <w:numFmt w:val="none"/>
      <w:lvlText w:val=""/>
      <w:lvlJc w:val="left"/>
      <w:pPr>
        <w:tabs>
          <w:tab w:val="num" w:pos="360"/>
        </w:tabs>
      </w:pPr>
    </w:lvl>
    <w:lvl w:ilvl="7" w:tplc="93046320">
      <w:numFmt w:val="none"/>
      <w:lvlText w:val=""/>
      <w:lvlJc w:val="left"/>
      <w:pPr>
        <w:tabs>
          <w:tab w:val="num" w:pos="360"/>
        </w:tabs>
      </w:pPr>
    </w:lvl>
    <w:lvl w:ilvl="8" w:tplc="472E0F9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C7B0B99"/>
    <w:multiLevelType w:val="hybridMultilevel"/>
    <w:tmpl w:val="315E5A2C"/>
    <w:lvl w:ilvl="0" w:tplc="98E4E65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FBB7470"/>
    <w:multiLevelType w:val="hybridMultilevel"/>
    <w:tmpl w:val="FD5E979C"/>
    <w:lvl w:ilvl="0" w:tplc="D83CFDD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63C83FC7"/>
    <w:multiLevelType w:val="hybridMultilevel"/>
    <w:tmpl w:val="425AF1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9849B0"/>
    <w:multiLevelType w:val="hybridMultilevel"/>
    <w:tmpl w:val="D2BE43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62AF7"/>
    <w:multiLevelType w:val="hybridMultilevel"/>
    <w:tmpl w:val="031C853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650058"/>
    <w:multiLevelType w:val="hybridMultilevel"/>
    <w:tmpl w:val="031C853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637AF4"/>
    <w:multiLevelType w:val="hybridMultilevel"/>
    <w:tmpl w:val="A3E4D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530E1D"/>
    <w:multiLevelType w:val="hybridMultilevel"/>
    <w:tmpl w:val="4DFA0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10"/>
  </w:num>
  <w:num w:numId="5">
    <w:abstractNumId w:val="0"/>
  </w:num>
  <w:num w:numId="6">
    <w:abstractNumId w:val="1"/>
  </w:num>
  <w:num w:numId="7">
    <w:abstractNumId w:val="14"/>
  </w:num>
  <w:num w:numId="8">
    <w:abstractNumId w:val="4"/>
  </w:num>
  <w:num w:numId="9">
    <w:abstractNumId w:val="8"/>
  </w:num>
  <w:num w:numId="10">
    <w:abstractNumId w:val="11"/>
  </w:num>
  <w:num w:numId="11">
    <w:abstractNumId w:val="12"/>
  </w:num>
  <w:num w:numId="12">
    <w:abstractNumId w:val="9"/>
  </w:num>
  <w:num w:numId="13">
    <w:abstractNumId w:val="3"/>
  </w:num>
  <w:num w:numId="14">
    <w:abstractNumId w:val="6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5606"/>
    <w:rsid w:val="00002E25"/>
    <w:rsid w:val="0007495D"/>
    <w:rsid w:val="000E12DA"/>
    <w:rsid w:val="00104A11"/>
    <w:rsid w:val="001575D9"/>
    <w:rsid w:val="001975D1"/>
    <w:rsid w:val="001D5213"/>
    <w:rsid w:val="001F2C9D"/>
    <w:rsid w:val="002045F5"/>
    <w:rsid w:val="00242F77"/>
    <w:rsid w:val="00270546"/>
    <w:rsid w:val="002D05F1"/>
    <w:rsid w:val="002D3ED9"/>
    <w:rsid w:val="003200E5"/>
    <w:rsid w:val="00346671"/>
    <w:rsid w:val="003966B3"/>
    <w:rsid w:val="00412A77"/>
    <w:rsid w:val="00486001"/>
    <w:rsid w:val="00516922"/>
    <w:rsid w:val="005A61B0"/>
    <w:rsid w:val="005D1ED6"/>
    <w:rsid w:val="00633AC2"/>
    <w:rsid w:val="006669C9"/>
    <w:rsid w:val="00692160"/>
    <w:rsid w:val="006B0163"/>
    <w:rsid w:val="006C7B10"/>
    <w:rsid w:val="007061D9"/>
    <w:rsid w:val="007142CE"/>
    <w:rsid w:val="0073424F"/>
    <w:rsid w:val="00735236"/>
    <w:rsid w:val="00810807"/>
    <w:rsid w:val="00814BD7"/>
    <w:rsid w:val="00820E6F"/>
    <w:rsid w:val="008471CE"/>
    <w:rsid w:val="00862F62"/>
    <w:rsid w:val="008D7AB7"/>
    <w:rsid w:val="008E081E"/>
    <w:rsid w:val="008E60BD"/>
    <w:rsid w:val="008F77EB"/>
    <w:rsid w:val="00905606"/>
    <w:rsid w:val="00931312"/>
    <w:rsid w:val="00947B74"/>
    <w:rsid w:val="009557F7"/>
    <w:rsid w:val="009D0B85"/>
    <w:rsid w:val="009F0AAF"/>
    <w:rsid w:val="00A0097F"/>
    <w:rsid w:val="00A1133C"/>
    <w:rsid w:val="00A76CB4"/>
    <w:rsid w:val="00AB22CB"/>
    <w:rsid w:val="00AE7F1C"/>
    <w:rsid w:val="00B87C72"/>
    <w:rsid w:val="00B97674"/>
    <w:rsid w:val="00BA0FEF"/>
    <w:rsid w:val="00BA34B7"/>
    <w:rsid w:val="00BE3714"/>
    <w:rsid w:val="00C0161D"/>
    <w:rsid w:val="00C03074"/>
    <w:rsid w:val="00C86682"/>
    <w:rsid w:val="00D066A6"/>
    <w:rsid w:val="00D301ED"/>
    <w:rsid w:val="00DA2BEC"/>
    <w:rsid w:val="00DA3C2D"/>
    <w:rsid w:val="00DB7089"/>
    <w:rsid w:val="00E32017"/>
    <w:rsid w:val="00E332D5"/>
    <w:rsid w:val="00E64DAB"/>
    <w:rsid w:val="00EB2DC7"/>
    <w:rsid w:val="00FE4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F62"/>
    <w:pPr>
      <w:spacing w:after="200" w:line="276" w:lineRule="auto"/>
    </w:pPr>
    <w:rPr>
      <w:rFonts w:cs="Calibri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5606"/>
    <w:pPr>
      <w:keepNext/>
      <w:spacing w:after="0" w:line="240" w:lineRule="auto"/>
      <w:jc w:val="both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05606"/>
    <w:rPr>
      <w:rFonts w:ascii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905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056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05606"/>
    <w:pPr>
      <w:ind w:left="720"/>
    </w:pPr>
  </w:style>
  <w:style w:type="paragraph" w:customStyle="1" w:styleId="ConsPlusNormal">
    <w:name w:val="ConsPlusNormal"/>
    <w:uiPriority w:val="99"/>
    <w:rsid w:val="00516922"/>
    <w:pPr>
      <w:widowControl w:val="0"/>
      <w:autoSpaceDE w:val="0"/>
      <w:autoSpaceDN w:val="0"/>
    </w:pPr>
    <w:rPr>
      <w:rFonts w:cs="Calibri"/>
    </w:rPr>
  </w:style>
  <w:style w:type="paragraph" w:customStyle="1" w:styleId="formattext">
    <w:name w:val="formattext"/>
    <w:basedOn w:val="Normal"/>
    <w:uiPriority w:val="99"/>
    <w:rsid w:val="0007495D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33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FD0F7A61743CBC934496AEC93F567B4FFE7CABED40FC394E7C82955289913E62BE2BDF9CAB181723CB3D2416CN10BE" TargetMode="External"/><Relationship Id="rId5" Type="http://schemas.openxmlformats.org/officeDocument/2006/relationships/hyperlink" Target="consultantplus://offline/ref=C80EABC5416EC9D3036BBA3339E1373E17F2EA1E50F577D9DB6F1100D784696CF61606F11FB181068D4C156BD443B0032E4693D5464C7A43P4v8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311</TotalTime>
  <Pages>4</Pages>
  <Words>884</Words>
  <Characters>5043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2023-06-06T11:49:00Z</cp:lastPrinted>
  <dcterms:created xsi:type="dcterms:W3CDTF">2019-05-06T08:50:00Z</dcterms:created>
  <dcterms:modified xsi:type="dcterms:W3CDTF">2023-06-22T04:18:00Z</dcterms:modified>
</cp:coreProperties>
</file>