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CA0" w:rsidRPr="00AA6957" w:rsidRDefault="00750CA0" w:rsidP="00AA6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CA0" w:rsidRPr="00AA6957" w:rsidRDefault="00750CA0" w:rsidP="00AA6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CA0" w:rsidRPr="00AA6957" w:rsidRDefault="00750CA0" w:rsidP="00AA69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6957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50CA0" w:rsidRPr="00AA6957" w:rsidRDefault="00750CA0" w:rsidP="00AA69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6957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50CA0" w:rsidRPr="00AA6957" w:rsidRDefault="00750CA0" w:rsidP="00AA69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6957">
        <w:rPr>
          <w:rFonts w:ascii="Times New Roman" w:hAnsi="Times New Roman" w:cs="Times New Roman"/>
          <w:sz w:val="24"/>
          <w:szCs w:val="24"/>
        </w:rPr>
        <w:t>Крутинского муниципального района</w:t>
      </w:r>
    </w:p>
    <w:p w:rsidR="00750CA0" w:rsidRPr="00AA6957" w:rsidRDefault="00750CA0" w:rsidP="00AA69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A695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  01.02.</w:t>
      </w:r>
      <w:r w:rsidRPr="00AA6957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A6957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 xml:space="preserve"> 41</w:t>
      </w:r>
      <w:r w:rsidRPr="00AA6957">
        <w:rPr>
          <w:rFonts w:ascii="Times New Roman" w:hAnsi="Times New Roman" w:cs="Times New Roman"/>
          <w:sz w:val="24"/>
          <w:szCs w:val="24"/>
        </w:rPr>
        <w:t>-п</w:t>
      </w:r>
    </w:p>
    <w:p w:rsidR="00750CA0" w:rsidRPr="00AA6957" w:rsidRDefault="00750CA0" w:rsidP="00AA6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0CA0" w:rsidRPr="00AA6957" w:rsidRDefault="00750CA0" w:rsidP="00AA6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0CA0" w:rsidRPr="00AA6957" w:rsidRDefault="00750CA0" w:rsidP="006B3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6957">
        <w:rPr>
          <w:rFonts w:ascii="Times New Roman" w:hAnsi="Times New Roman" w:cs="Times New Roman"/>
          <w:sz w:val="24"/>
          <w:szCs w:val="24"/>
        </w:rPr>
        <w:t>Состав</w:t>
      </w:r>
    </w:p>
    <w:p w:rsidR="00750CA0" w:rsidRPr="00AA6957" w:rsidRDefault="00750CA0" w:rsidP="006B3E0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комиссии по осуществлению закупок</w:t>
      </w:r>
      <w:r w:rsidRPr="00AA6957">
        <w:rPr>
          <w:rFonts w:ascii="Times New Roman" w:hAnsi="Times New Roman" w:cs="Times New Roman"/>
          <w:sz w:val="24"/>
          <w:szCs w:val="24"/>
        </w:rPr>
        <w:t xml:space="preserve"> Администрации Крутинского муниципального района</w:t>
      </w:r>
      <w:r w:rsidRPr="00A51C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Омской области для нужд Крутинского муниципального района Омской области</w:t>
      </w:r>
      <w:r w:rsidRPr="00AA69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0CA0" w:rsidRPr="00AA6957" w:rsidRDefault="00750CA0" w:rsidP="006B3E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A6957">
        <w:rPr>
          <w:rFonts w:ascii="Times New Roman" w:hAnsi="Times New Roman" w:cs="Times New Roman"/>
          <w:sz w:val="24"/>
          <w:szCs w:val="24"/>
        </w:rPr>
        <w:t xml:space="preserve"> (далее – комиссия)</w:t>
      </w:r>
    </w:p>
    <w:p w:rsidR="00750CA0" w:rsidRPr="00AA6957" w:rsidRDefault="00750CA0" w:rsidP="006B3E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50CA0" w:rsidRDefault="00750CA0" w:rsidP="006B3E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6957">
        <w:rPr>
          <w:rFonts w:ascii="Times New Roman" w:hAnsi="Times New Roman" w:cs="Times New Roman"/>
          <w:sz w:val="24"/>
          <w:szCs w:val="24"/>
        </w:rPr>
        <w:t>Грохотова Татьяна Сергеевна – начальник отдела экономики и имущественных отношений Администрации Крутинского муниципального района Омской области, председатель к</w:t>
      </w:r>
      <w:r>
        <w:rPr>
          <w:rFonts w:ascii="Times New Roman" w:hAnsi="Times New Roman" w:cs="Times New Roman"/>
          <w:sz w:val="24"/>
          <w:szCs w:val="24"/>
        </w:rPr>
        <w:t>омиссии.</w:t>
      </w:r>
    </w:p>
    <w:p w:rsidR="00750CA0" w:rsidRPr="00AA6957" w:rsidRDefault="00750CA0" w:rsidP="006B3E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750CA0" w:rsidRPr="00AA6957" w:rsidRDefault="00750CA0" w:rsidP="004611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Петрова Татьяна Владимировна – </w:t>
      </w:r>
      <w:r w:rsidRPr="00AA6957">
        <w:rPr>
          <w:rFonts w:ascii="Times New Roman" w:hAnsi="Times New Roman" w:cs="Times New Roman"/>
          <w:sz w:val="24"/>
          <w:szCs w:val="24"/>
        </w:rPr>
        <w:t>главный специалист отдела экономики и имущественных отношений Администрации Крутинского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50CA0" w:rsidRPr="00AA6957" w:rsidRDefault="00750CA0" w:rsidP="006B3E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6957">
        <w:rPr>
          <w:rFonts w:ascii="Times New Roman" w:hAnsi="Times New Roman" w:cs="Times New Roman"/>
          <w:sz w:val="24"/>
          <w:szCs w:val="24"/>
        </w:rPr>
        <w:t xml:space="preserve">Лаптев Алексей Владимирович – </w:t>
      </w:r>
      <w:r>
        <w:rPr>
          <w:rFonts w:ascii="Times New Roman" w:hAnsi="Times New Roman" w:cs="Times New Roman"/>
          <w:sz w:val="24"/>
          <w:szCs w:val="24"/>
        </w:rPr>
        <w:t>главный специалист</w:t>
      </w:r>
      <w:r w:rsidRPr="00AA6957">
        <w:rPr>
          <w:rFonts w:ascii="Times New Roman" w:hAnsi="Times New Roman" w:cs="Times New Roman"/>
          <w:sz w:val="24"/>
          <w:szCs w:val="24"/>
        </w:rPr>
        <w:t xml:space="preserve"> Комитета по образованию Администрации Крутинского муниц</w:t>
      </w:r>
      <w:r>
        <w:rPr>
          <w:rFonts w:ascii="Times New Roman" w:hAnsi="Times New Roman" w:cs="Times New Roman"/>
          <w:sz w:val="24"/>
          <w:szCs w:val="24"/>
        </w:rPr>
        <w:t>ипального района Омской области</w:t>
      </w:r>
      <w:r w:rsidRPr="00AA6957">
        <w:rPr>
          <w:rFonts w:ascii="Times New Roman" w:hAnsi="Times New Roman" w:cs="Times New Roman"/>
          <w:sz w:val="24"/>
          <w:szCs w:val="24"/>
        </w:rPr>
        <w:t>;</w:t>
      </w:r>
    </w:p>
    <w:p w:rsidR="00750CA0" w:rsidRDefault="00750CA0" w:rsidP="004611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Юрьев Дмитрий Николаевич</w:t>
      </w:r>
      <w:r w:rsidRPr="00AA6957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директор КМУ «Хозяйственное управление Администрации Крутинского муниципального района Омской области»</w:t>
      </w:r>
      <w:r w:rsidRPr="00AA6957">
        <w:rPr>
          <w:rFonts w:ascii="Times New Roman" w:hAnsi="Times New Roman" w:cs="Times New Roman"/>
          <w:sz w:val="24"/>
          <w:szCs w:val="24"/>
        </w:rPr>
        <w:t>;</w:t>
      </w:r>
    </w:p>
    <w:p w:rsidR="00750CA0" w:rsidRPr="00AA6957" w:rsidRDefault="00750CA0" w:rsidP="006B3E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Ягубова Светлана Владимировна</w:t>
      </w:r>
      <w:r w:rsidRPr="00AA6957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главный бухгалтер КМУ «Хозяйственное управление</w:t>
      </w:r>
      <w:r w:rsidRPr="004611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 Крутинского муниципального района Омской области»;</w:t>
      </w:r>
    </w:p>
    <w:p w:rsidR="00750CA0" w:rsidRPr="00AA6957" w:rsidRDefault="00750CA0" w:rsidP="001724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Ягубов Андрей Михайлович</w:t>
      </w:r>
      <w:r w:rsidRPr="00AA6957">
        <w:rPr>
          <w:rFonts w:ascii="Times New Roman" w:hAnsi="Times New Roman" w:cs="Times New Roman"/>
          <w:sz w:val="24"/>
          <w:szCs w:val="24"/>
        </w:rPr>
        <w:t xml:space="preserve"> – экономист КМУ «Хозяйственное управление</w:t>
      </w:r>
      <w:r w:rsidRPr="004611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 Крутинского муниципального района Омской области</w:t>
      </w:r>
      <w:r w:rsidRPr="00AA6957">
        <w:rPr>
          <w:rFonts w:ascii="Times New Roman" w:hAnsi="Times New Roman" w:cs="Times New Roman"/>
          <w:sz w:val="24"/>
          <w:szCs w:val="24"/>
        </w:rPr>
        <w:t>»;</w:t>
      </w:r>
    </w:p>
    <w:p w:rsidR="00750CA0" w:rsidRPr="00AA6957" w:rsidRDefault="00750CA0" w:rsidP="006B3E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Устюгова Елена Владимировна</w:t>
      </w:r>
      <w:r w:rsidRPr="00AA6957">
        <w:rPr>
          <w:rFonts w:ascii="Times New Roman" w:hAnsi="Times New Roman" w:cs="Times New Roman"/>
          <w:sz w:val="24"/>
          <w:szCs w:val="24"/>
        </w:rPr>
        <w:t xml:space="preserve"> – юрисконсульт МБУК «Крутинская централизованная клубная система».</w:t>
      </w:r>
    </w:p>
    <w:sectPr w:rsidR="00750CA0" w:rsidRPr="00AA6957" w:rsidSect="00B26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A3B90"/>
    <w:multiLevelType w:val="hybridMultilevel"/>
    <w:tmpl w:val="6C208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07B80"/>
    <w:multiLevelType w:val="hybridMultilevel"/>
    <w:tmpl w:val="183C2D32"/>
    <w:lvl w:ilvl="0" w:tplc="EC16BD78">
      <w:start w:val="5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320705F4"/>
    <w:multiLevelType w:val="multilevel"/>
    <w:tmpl w:val="967452C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5DF6690F"/>
    <w:multiLevelType w:val="multilevel"/>
    <w:tmpl w:val="6010A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675"/>
    <w:rsid w:val="00013D33"/>
    <w:rsid w:val="00016DC1"/>
    <w:rsid w:val="00031881"/>
    <w:rsid w:val="00065B1E"/>
    <w:rsid w:val="000A48F6"/>
    <w:rsid w:val="001253FA"/>
    <w:rsid w:val="001601A2"/>
    <w:rsid w:val="0017242E"/>
    <w:rsid w:val="0018110A"/>
    <w:rsid w:val="001817EF"/>
    <w:rsid w:val="00266ABE"/>
    <w:rsid w:val="00304D98"/>
    <w:rsid w:val="003416B8"/>
    <w:rsid w:val="00367D91"/>
    <w:rsid w:val="003B2F09"/>
    <w:rsid w:val="003B375A"/>
    <w:rsid w:val="003E143B"/>
    <w:rsid w:val="0040636C"/>
    <w:rsid w:val="00444D46"/>
    <w:rsid w:val="00461180"/>
    <w:rsid w:val="00484A6E"/>
    <w:rsid w:val="00490B16"/>
    <w:rsid w:val="00555EB5"/>
    <w:rsid w:val="00560DC7"/>
    <w:rsid w:val="005A3EF8"/>
    <w:rsid w:val="005F1FAE"/>
    <w:rsid w:val="00653737"/>
    <w:rsid w:val="00692777"/>
    <w:rsid w:val="006B3E05"/>
    <w:rsid w:val="00750CA0"/>
    <w:rsid w:val="007522DC"/>
    <w:rsid w:val="00757BB0"/>
    <w:rsid w:val="0076779A"/>
    <w:rsid w:val="0079091A"/>
    <w:rsid w:val="007E2CD0"/>
    <w:rsid w:val="007F2529"/>
    <w:rsid w:val="00815140"/>
    <w:rsid w:val="008D12F9"/>
    <w:rsid w:val="00901854"/>
    <w:rsid w:val="00907533"/>
    <w:rsid w:val="00926BB2"/>
    <w:rsid w:val="00932C66"/>
    <w:rsid w:val="00993C72"/>
    <w:rsid w:val="009942FA"/>
    <w:rsid w:val="009E3A9A"/>
    <w:rsid w:val="00A367CE"/>
    <w:rsid w:val="00A51C07"/>
    <w:rsid w:val="00A71F35"/>
    <w:rsid w:val="00AA3799"/>
    <w:rsid w:val="00AA6957"/>
    <w:rsid w:val="00AE3FB6"/>
    <w:rsid w:val="00B1649C"/>
    <w:rsid w:val="00B2631E"/>
    <w:rsid w:val="00B44B63"/>
    <w:rsid w:val="00B53BD6"/>
    <w:rsid w:val="00B94B04"/>
    <w:rsid w:val="00BC214F"/>
    <w:rsid w:val="00C55ADB"/>
    <w:rsid w:val="00C639E9"/>
    <w:rsid w:val="00CE1E4E"/>
    <w:rsid w:val="00D4269D"/>
    <w:rsid w:val="00D70875"/>
    <w:rsid w:val="00DC4439"/>
    <w:rsid w:val="00DD01F0"/>
    <w:rsid w:val="00E701B6"/>
    <w:rsid w:val="00E93B95"/>
    <w:rsid w:val="00EC23E3"/>
    <w:rsid w:val="00ED1A91"/>
    <w:rsid w:val="00F54B52"/>
    <w:rsid w:val="00F81675"/>
    <w:rsid w:val="00FD1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31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81675"/>
    <w:rPr>
      <w:rFonts w:cs="Calibri"/>
    </w:rPr>
  </w:style>
  <w:style w:type="paragraph" w:styleId="ListParagraph">
    <w:name w:val="List Paragraph"/>
    <w:basedOn w:val="Normal"/>
    <w:uiPriority w:val="99"/>
    <w:qFormat/>
    <w:rsid w:val="00F81675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F81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1675"/>
    <w:rPr>
      <w:rFonts w:ascii="Tahoma" w:hAnsi="Tahoma" w:cs="Tahoma"/>
      <w:sz w:val="16"/>
      <w:szCs w:val="16"/>
    </w:rPr>
  </w:style>
  <w:style w:type="paragraph" w:customStyle="1" w:styleId="a">
    <w:name w:val="Знак"/>
    <w:basedOn w:val="Normal"/>
    <w:uiPriority w:val="99"/>
    <w:rsid w:val="0003188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29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196</TotalTime>
  <Pages>1</Pages>
  <Words>190</Words>
  <Characters>1087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Крутинка</dc:creator>
  <cp:keywords/>
  <dc:description/>
  <cp:lastModifiedBy>user</cp:lastModifiedBy>
  <cp:revision>22</cp:revision>
  <cp:lastPrinted>2023-01-26T09:13:00Z</cp:lastPrinted>
  <dcterms:created xsi:type="dcterms:W3CDTF">2021-02-02T06:15:00Z</dcterms:created>
  <dcterms:modified xsi:type="dcterms:W3CDTF">2023-02-01T05:39:00Z</dcterms:modified>
</cp:coreProperties>
</file>