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98" w:type="dxa"/>
        <w:tblInd w:w="-106" w:type="dxa"/>
        <w:tblLook w:val="00A0"/>
      </w:tblPr>
      <w:tblGrid>
        <w:gridCol w:w="9498"/>
      </w:tblGrid>
      <w:tr w:rsidR="00EF4AB5" w:rsidRPr="00723B93">
        <w:trPr>
          <w:trHeight w:val="360"/>
        </w:trPr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</w:tcPr>
          <w:p w:rsidR="00EF4AB5" w:rsidRDefault="00EF4AB5" w:rsidP="00672A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Приложение №2</w:t>
            </w:r>
          </w:p>
          <w:p w:rsidR="00EF4AB5" w:rsidRDefault="00EF4AB5" w:rsidP="00672A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к постановлению Администрации Крутинского </w:t>
            </w:r>
          </w:p>
          <w:p w:rsidR="00EF4AB5" w:rsidRDefault="00EF4AB5" w:rsidP="00672A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муниципального района Омской области</w:t>
            </w:r>
          </w:p>
          <w:p w:rsidR="00EF4AB5" w:rsidRDefault="00EF4AB5" w:rsidP="00672A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Pr="00672A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 внесении изменений в постановление Администрации Крутинского </w:t>
            </w:r>
          </w:p>
          <w:p w:rsidR="00EF4AB5" w:rsidRDefault="00EF4AB5" w:rsidP="00672A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72A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муниципального района 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от 01 декабря 2021 года № 549-п»</w:t>
            </w:r>
          </w:p>
          <w:p w:rsidR="00EF4AB5" w:rsidRPr="00672A8D" w:rsidRDefault="00EF4AB5" w:rsidP="00672A8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от 13  февраля 2023 года № 51 </w:t>
            </w:r>
            <w:r w:rsidRPr="00672A8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-п</w:t>
            </w:r>
          </w:p>
        </w:tc>
      </w:tr>
    </w:tbl>
    <w:p w:rsidR="00EF4AB5" w:rsidRDefault="00EF4AB5">
      <w:pPr>
        <w:pStyle w:val="ConsPlusNormal"/>
        <w:jc w:val="right"/>
        <w:outlineLvl w:val="0"/>
        <w:rPr>
          <w:rFonts w:ascii="Times New Roman" w:hAnsi="Times New Roman" w:cs="Times New Roman"/>
        </w:rPr>
      </w:pPr>
    </w:p>
    <w:p w:rsidR="00EF4AB5" w:rsidRPr="00C01235" w:rsidRDefault="00EF4AB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4</w:t>
      </w:r>
    </w:p>
    <w:p w:rsidR="00EF4AB5" w:rsidRPr="00C01235" w:rsidRDefault="00EF4AB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к постановлению Администрации</w:t>
      </w:r>
    </w:p>
    <w:p w:rsidR="00EF4AB5" w:rsidRPr="00C01235" w:rsidRDefault="00EF4AB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Крутинского муниципального</w:t>
      </w:r>
    </w:p>
    <w:p w:rsidR="00EF4AB5" w:rsidRDefault="00EF4AB5">
      <w:pPr>
        <w:pStyle w:val="ConsPlusNormal"/>
        <w:jc w:val="right"/>
        <w:rPr>
          <w:rFonts w:ascii="Times New Roman" w:hAnsi="Times New Roman" w:cs="Times New Roman"/>
        </w:rPr>
      </w:pPr>
      <w:r w:rsidRPr="00C01235">
        <w:rPr>
          <w:rFonts w:ascii="Times New Roman" w:hAnsi="Times New Roman" w:cs="Times New Roman"/>
        </w:rPr>
        <w:t>района Омской области</w:t>
      </w:r>
    </w:p>
    <w:p w:rsidR="00EF4AB5" w:rsidRPr="00C01235" w:rsidRDefault="00EF4AB5">
      <w:pPr>
        <w:pStyle w:val="ConsPlusNormal"/>
        <w:jc w:val="right"/>
        <w:rPr>
          <w:rFonts w:ascii="Times New Roman" w:hAnsi="Times New Roman" w:cs="Times New Roman"/>
        </w:rPr>
      </w:pPr>
      <w:r w:rsidRPr="00672A8D">
        <w:rPr>
          <w:rFonts w:ascii="Times New Roman" w:hAnsi="Times New Roman" w:cs="Times New Roman"/>
        </w:rPr>
        <w:t>от 01 декабря 2021 года № 549 -п</w:t>
      </w:r>
    </w:p>
    <w:p w:rsidR="00EF4AB5" w:rsidRPr="00C01235" w:rsidRDefault="00EF4AB5">
      <w:pPr>
        <w:pStyle w:val="ConsPlusNormal"/>
        <w:jc w:val="right"/>
        <w:rPr>
          <w:rFonts w:ascii="Times New Roman" w:hAnsi="Times New Roman" w:cs="Times New Roman"/>
        </w:rPr>
      </w:pPr>
    </w:p>
    <w:p w:rsidR="00EF4AB5" w:rsidRPr="00C01235" w:rsidRDefault="00EF4AB5">
      <w:pPr>
        <w:pStyle w:val="ConsPlusNormal"/>
        <w:jc w:val="both"/>
        <w:rPr>
          <w:rFonts w:ascii="Times New Roman" w:hAnsi="Times New Roman" w:cs="Times New Roman"/>
        </w:rPr>
      </w:pPr>
    </w:p>
    <w:p w:rsidR="00EF4AB5" w:rsidRPr="00672A8D" w:rsidRDefault="00EF4AB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99"/>
      <w:bookmarkEnd w:id="0"/>
      <w:r w:rsidRPr="00672A8D">
        <w:rPr>
          <w:rFonts w:ascii="Times New Roman" w:hAnsi="Times New Roman" w:cs="Times New Roman"/>
          <w:sz w:val="24"/>
          <w:szCs w:val="24"/>
        </w:rPr>
        <w:t>ПОРЯДОК</w:t>
      </w:r>
    </w:p>
    <w:p w:rsidR="00EF4AB5" w:rsidRPr="00672A8D" w:rsidRDefault="00EF4AB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72A8D">
        <w:rPr>
          <w:rFonts w:ascii="Times New Roman" w:hAnsi="Times New Roman" w:cs="Times New Roman"/>
          <w:b w:val="0"/>
          <w:bCs w:val="0"/>
          <w:sz w:val="24"/>
          <w:szCs w:val="24"/>
        </w:rPr>
        <w:t>осуществления бюджетных полномочий главных администраторов</w:t>
      </w:r>
    </w:p>
    <w:p w:rsidR="00EF4AB5" w:rsidRPr="00672A8D" w:rsidRDefault="00EF4AB5">
      <w:pPr>
        <w:pStyle w:val="ConsPlusTitle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672A8D">
        <w:rPr>
          <w:rFonts w:ascii="Times New Roman" w:hAnsi="Times New Roman" w:cs="Times New Roman"/>
          <w:b w:val="0"/>
          <w:bCs w:val="0"/>
          <w:sz w:val="24"/>
          <w:szCs w:val="24"/>
        </w:rPr>
        <w:t>источников финансирования дефицита районного бюджета</w:t>
      </w:r>
      <w:bookmarkStart w:id="1" w:name="_GoBack"/>
      <w:bookmarkEnd w:id="1"/>
    </w:p>
    <w:p w:rsidR="00EF4AB5" w:rsidRPr="00C01235" w:rsidRDefault="00EF4AB5">
      <w:pPr>
        <w:pStyle w:val="ConsPlusNormal"/>
        <w:jc w:val="both"/>
        <w:rPr>
          <w:rFonts w:ascii="Times New Roman" w:hAnsi="Times New Roman" w:cs="Times New Roman"/>
        </w:rPr>
      </w:pPr>
    </w:p>
    <w:p w:rsidR="00EF4AB5" w:rsidRDefault="00EF4AB5" w:rsidP="00C012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1. Настоящий Порядок регулирует отношения по осуществлению бюджетных полномочий главными администраторами источников финансирования дефицита районного бюджета (далее - главные администраторы источников финансирования дефицита бюджета).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2. Главные администраторы источников финансирования дефицита бюджета осуществляют следующие бюджетные полномочия: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формирую</w:t>
      </w:r>
      <w:r w:rsidRPr="00C01235">
        <w:rPr>
          <w:rFonts w:ascii="Times New Roman" w:hAnsi="Times New Roman" w:cs="Times New Roman"/>
          <w:sz w:val="24"/>
          <w:szCs w:val="24"/>
        </w:rPr>
        <w:t>т перечни подведомственных ему администраторов источников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осуществляю</w:t>
      </w:r>
      <w:r w:rsidRPr="00C01235">
        <w:rPr>
          <w:rFonts w:ascii="Times New Roman" w:hAnsi="Times New Roman" w:cs="Times New Roman"/>
          <w:sz w:val="24"/>
          <w:szCs w:val="24"/>
        </w:rPr>
        <w:t>т планирование (прогнозирование) поступлений и выплат по источникам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обеспечиваю</w:t>
      </w:r>
      <w:r w:rsidRPr="00C01235">
        <w:rPr>
          <w:rFonts w:ascii="Times New Roman" w:hAnsi="Times New Roman" w:cs="Times New Roman"/>
          <w:sz w:val="24"/>
          <w:szCs w:val="24"/>
        </w:rPr>
        <w:t>т адресность и целевой характер использования выделенных в его распоряжение ассигнований, предназначенных для погашения источников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распределяю</w:t>
      </w:r>
      <w:r w:rsidRPr="00C01235">
        <w:rPr>
          <w:rFonts w:ascii="Times New Roman" w:hAnsi="Times New Roman" w:cs="Times New Roman"/>
          <w:sz w:val="24"/>
          <w:szCs w:val="24"/>
        </w:rPr>
        <w:t>т бюджетные ассигнования по подведомственным администраторам источников финансиров</w:t>
      </w:r>
      <w:r>
        <w:rPr>
          <w:rFonts w:ascii="Times New Roman" w:hAnsi="Times New Roman" w:cs="Times New Roman"/>
          <w:sz w:val="24"/>
          <w:szCs w:val="24"/>
        </w:rPr>
        <w:t>ания дефицита бюджета и исполняю</w:t>
      </w:r>
      <w:r w:rsidRPr="00C01235">
        <w:rPr>
          <w:rFonts w:ascii="Times New Roman" w:hAnsi="Times New Roman" w:cs="Times New Roman"/>
          <w:sz w:val="24"/>
          <w:szCs w:val="24"/>
        </w:rPr>
        <w:t>т соответствующую часть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формирую</w:t>
      </w:r>
      <w:r w:rsidRPr="00C01235">
        <w:rPr>
          <w:rFonts w:ascii="Times New Roman" w:hAnsi="Times New Roman" w:cs="Times New Roman"/>
          <w:sz w:val="24"/>
          <w:szCs w:val="24"/>
        </w:rPr>
        <w:t>т бюджетную отчетность главного администратора источников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6) утверждаю</w:t>
      </w:r>
      <w:r w:rsidRPr="00C01235">
        <w:rPr>
          <w:rFonts w:ascii="Times New Roman" w:hAnsi="Times New Roman" w:cs="Times New Roman"/>
          <w:sz w:val="24"/>
          <w:szCs w:val="24"/>
        </w:rPr>
        <w:t>т методику прогнозирования поступлений по источникам финансирования дефицита бюджета в соответствии с общими требованиями к такой методике, установленными Правительством Российской Федерации;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7) составляю</w:t>
      </w:r>
      <w:r w:rsidRPr="00C01235">
        <w:rPr>
          <w:rFonts w:ascii="Times New Roman" w:hAnsi="Times New Roman" w:cs="Times New Roman"/>
          <w:sz w:val="24"/>
          <w:szCs w:val="24"/>
        </w:rPr>
        <w:t>т обоснования бюджетных ассигнований.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2. Администратор источников финансирования дефицита бюджета обладает следующими бюджетными полномочиями: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1) осуществляет планирование (прогнозирование) поступлений и выплат по источникам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2) осуществляет контроль за полнотой и своевременностью поступления в бюджет источников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3) обеспечивает поступления в бюджет и выплаты из бюджета по источникам финансирования дефицита бюджета;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4) формирует и представляет бюджетную отчетность;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5) в случае и порядке, установленных соответствующим главным администратором источников финансирования дефицита бюджета, осуществляет отдельные бюджетные полномочия главного администратора источников финансирования дефицита бюджета, в ведении которого находится;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6) осуществляет иные бюджетные полномочия, установленные Бюджетным кодексом Российской Федерации и принимаемыми в соответствии с ним нормативными правовыми актами (муниципальными правовыми актами), регулирующими бюджетные правоотношения.</w:t>
      </w:r>
    </w:p>
    <w:p w:rsidR="00EF4AB5" w:rsidRPr="00C01235" w:rsidRDefault="00EF4AB5" w:rsidP="00C01235">
      <w:pPr>
        <w:pStyle w:val="ConsPlusNormal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C01235">
        <w:rPr>
          <w:rFonts w:ascii="Times New Roman" w:hAnsi="Times New Roman" w:cs="Times New Roman"/>
          <w:sz w:val="24"/>
          <w:szCs w:val="24"/>
        </w:rPr>
        <w:t>3. Главные администраторы источников финансирования дефицита доводят до Комитета финансов и контроля Крутинского муниципального района Омской области информацию об изменении состава и (или) функций главных администраторов источников финансирования дефицита бюджета не позднее 5 рабочих дней после принятия соответствующих нормативных правовых актов.</w:t>
      </w:r>
    </w:p>
    <w:p w:rsidR="00EF4AB5" w:rsidRPr="00C01235" w:rsidRDefault="00EF4AB5">
      <w:pPr>
        <w:pStyle w:val="ConsPlusNormal"/>
        <w:jc w:val="both"/>
        <w:rPr>
          <w:rFonts w:ascii="Times New Roman" w:hAnsi="Times New Roman" w:cs="Times New Roman"/>
        </w:rPr>
      </w:pPr>
    </w:p>
    <w:p w:rsidR="00EF4AB5" w:rsidRPr="00C01235" w:rsidRDefault="00EF4AB5">
      <w:pPr>
        <w:pStyle w:val="ConsPlusNormal"/>
        <w:jc w:val="both"/>
        <w:rPr>
          <w:rFonts w:ascii="Times New Roman" w:hAnsi="Times New Roman" w:cs="Times New Roman"/>
        </w:rPr>
      </w:pPr>
    </w:p>
    <w:p w:rsidR="00EF4AB5" w:rsidRDefault="00EF4AB5"/>
    <w:sectPr w:rsidR="00EF4AB5" w:rsidSect="00C01235">
      <w:pgSz w:w="11905" w:h="16838"/>
      <w:pgMar w:top="709" w:right="850" w:bottom="1134" w:left="1701" w:header="0" w:footer="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241F5"/>
    <w:rsid w:val="000003EA"/>
    <w:rsid w:val="000011F0"/>
    <w:rsid w:val="000013AC"/>
    <w:rsid w:val="0000269F"/>
    <w:rsid w:val="0000271A"/>
    <w:rsid w:val="00002F44"/>
    <w:rsid w:val="0000304C"/>
    <w:rsid w:val="0000339B"/>
    <w:rsid w:val="00003494"/>
    <w:rsid w:val="000036C7"/>
    <w:rsid w:val="00005FD4"/>
    <w:rsid w:val="00006C34"/>
    <w:rsid w:val="00006D73"/>
    <w:rsid w:val="00007538"/>
    <w:rsid w:val="00007ADE"/>
    <w:rsid w:val="00007BE0"/>
    <w:rsid w:val="00007C87"/>
    <w:rsid w:val="00007F33"/>
    <w:rsid w:val="00007FB4"/>
    <w:rsid w:val="000107FA"/>
    <w:rsid w:val="00010846"/>
    <w:rsid w:val="00010883"/>
    <w:rsid w:val="0001096D"/>
    <w:rsid w:val="00011C8F"/>
    <w:rsid w:val="00012176"/>
    <w:rsid w:val="00012570"/>
    <w:rsid w:val="0001356A"/>
    <w:rsid w:val="000136E6"/>
    <w:rsid w:val="00014457"/>
    <w:rsid w:val="0001457D"/>
    <w:rsid w:val="00014BEC"/>
    <w:rsid w:val="00016350"/>
    <w:rsid w:val="00016357"/>
    <w:rsid w:val="00017670"/>
    <w:rsid w:val="00017B62"/>
    <w:rsid w:val="00017CA4"/>
    <w:rsid w:val="00020294"/>
    <w:rsid w:val="000202B0"/>
    <w:rsid w:val="00020E29"/>
    <w:rsid w:val="0002105E"/>
    <w:rsid w:val="000221FA"/>
    <w:rsid w:val="00022279"/>
    <w:rsid w:val="000233F8"/>
    <w:rsid w:val="0002343A"/>
    <w:rsid w:val="000248B0"/>
    <w:rsid w:val="00025541"/>
    <w:rsid w:val="00025ED7"/>
    <w:rsid w:val="00026337"/>
    <w:rsid w:val="000265D5"/>
    <w:rsid w:val="00026890"/>
    <w:rsid w:val="00026A80"/>
    <w:rsid w:val="00026AAB"/>
    <w:rsid w:val="00030325"/>
    <w:rsid w:val="000303C9"/>
    <w:rsid w:val="00030A1C"/>
    <w:rsid w:val="00030F29"/>
    <w:rsid w:val="0003196D"/>
    <w:rsid w:val="00031BA4"/>
    <w:rsid w:val="00031C15"/>
    <w:rsid w:val="00031EAD"/>
    <w:rsid w:val="00032603"/>
    <w:rsid w:val="00032728"/>
    <w:rsid w:val="00032914"/>
    <w:rsid w:val="0003297D"/>
    <w:rsid w:val="000329A5"/>
    <w:rsid w:val="0003378A"/>
    <w:rsid w:val="00033A32"/>
    <w:rsid w:val="00033C1E"/>
    <w:rsid w:val="000342F1"/>
    <w:rsid w:val="00034448"/>
    <w:rsid w:val="00034786"/>
    <w:rsid w:val="00034F7E"/>
    <w:rsid w:val="00035645"/>
    <w:rsid w:val="00035E72"/>
    <w:rsid w:val="000360E2"/>
    <w:rsid w:val="00036E64"/>
    <w:rsid w:val="000371C9"/>
    <w:rsid w:val="000373EB"/>
    <w:rsid w:val="00037A01"/>
    <w:rsid w:val="00037AAB"/>
    <w:rsid w:val="00040164"/>
    <w:rsid w:val="000404A3"/>
    <w:rsid w:val="00041192"/>
    <w:rsid w:val="00041579"/>
    <w:rsid w:val="00041673"/>
    <w:rsid w:val="00041EB7"/>
    <w:rsid w:val="0004274D"/>
    <w:rsid w:val="00043311"/>
    <w:rsid w:val="00043D13"/>
    <w:rsid w:val="0004468C"/>
    <w:rsid w:val="000449E6"/>
    <w:rsid w:val="00045094"/>
    <w:rsid w:val="000460AD"/>
    <w:rsid w:val="00046313"/>
    <w:rsid w:val="00046676"/>
    <w:rsid w:val="00046726"/>
    <w:rsid w:val="00047376"/>
    <w:rsid w:val="00047426"/>
    <w:rsid w:val="000479C9"/>
    <w:rsid w:val="000500D6"/>
    <w:rsid w:val="000500F0"/>
    <w:rsid w:val="00050D37"/>
    <w:rsid w:val="00050D5D"/>
    <w:rsid w:val="00050D92"/>
    <w:rsid w:val="00051E5D"/>
    <w:rsid w:val="00051EF3"/>
    <w:rsid w:val="00051FBD"/>
    <w:rsid w:val="00052607"/>
    <w:rsid w:val="000537E4"/>
    <w:rsid w:val="00053D3A"/>
    <w:rsid w:val="00053E15"/>
    <w:rsid w:val="000540F1"/>
    <w:rsid w:val="0005478C"/>
    <w:rsid w:val="00054C5C"/>
    <w:rsid w:val="00055B18"/>
    <w:rsid w:val="00057217"/>
    <w:rsid w:val="000573E7"/>
    <w:rsid w:val="000576DA"/>
    <w:rsid w:val="0005796D"/>
    <w:rsid w:val="00057DBC"/>
    <w:rsid w:val="000603BA"/>
    <w:rsid w:val="00060884"/>
    <w:rsid w:val="00060DE6"/>
    <w:rsid w:val="000611A1"/>
    <w:rsid w:val="0006134F"/>
    <w:rsid w:val="00061631"/>
    <w:rsid w:val="00061F30"/>
    <w:rsid w:val="000621CF"/>
    <w:rsid w:val="000622CF"/>
    <w:rsid w:val="0006278A"/>
    <w:rsid w:val="000629A1"/>
    <w:rsid w:val="00063D5D"/>
    <w:rsid w:val="00064A6D"/>
    <w:rsid w:val="000651AF"/>
    <w:rsid w:val="00065629"/>
    <w:rsid w:val="0006638A"/>
    <w:rsid w:val="00066505"/>
    <w:rsid w:val="00066778"/>
    <w:rsid w:val="00066785"/>
    <w:rsid w:val="00066967"/>
    <w:rsid w:val="00066D61"/>
    <w:rsid w:val="00067469"/>
    <w:rsid w:val="00067729"/>
    <w:rsid w:val="0007075B"/>
    <w:rsid w:val="00070BAD"/>
    <w:rsid w:val="00070CCF"/>
    <w:rsid w:val="00070D3C"/>
    <w:rsid w:val="00071558"/>
    <w:rsid w:val="00072A3E"/>
    <w:rsid w:val="00074841"/>
    <w:rsid w:val="00074E24"/>
    <w:rsid w:val="00074EC5"/>
    <w:rsid w:val="000760B2"/>
    <w:rsid w:val="00076587"/>
    <w:rsid w:val="00076AEA"/>
    <w:rsid w:val="00077429"/>
    <w:rsid w:val="00077BF9"/>
    <w:rsid w:val="00077E67"/>
    <w:rsid w:val="00080B52"/>
    <w:rsid w:val="00081645"/>
    <w:rsid w:val="000818CC"/>
    <w:rsid w:val="00081DFE"/>
    <w:rsid w:val="000822DD"/>
    <w:rsid w:val="00082D28"/>
    <w:rsid w:val="00083A51"/>
    <w:rsid w:val="00083AB3"/>
    <w:rsid w:val="00083C7F"/>
    <w:rsid w:val="00083DD0"/>
    <w:rsid w:val="00083EAE"/>
    <w:rsid w:val="0008438E"/>
    <w:rsid w:val="00084B13"/>
    <w:rsid w:val="00084D1A"/>
    <w:rsid w:val="00084FF8"/>
    <w:rsid w:val="000850A3"/>
    <w:rsid w:val="000859D2"/>
    <w:rsid w:val="0008601C"/>
    <w:rsid w:val="000872C7"/>
    <w:rsid w:val="000875C9"/>
    <w:rsid w:val="000878B5"/>
    <w:rsid w:val="0009088F"/>
    <w:rsid w:val="00090954"/>
    <w:rsid w:val="000915EF"/>
    <w:rsid w:val="00091637"/>
    <w:rsid w:val="00091908"/>
    <w:rsid w:val="00091B66"/>
    <w:rsid w:val="00091DA6"/>
    <w:rsid w:val="0009239E"/>
    <w:rsid w:val="000924D2"/>
    <w:rsid w:val="0009272C"/>
    <w:rsid w:val="00092AAC"/>
    <w:rsid w:val="00093486"/>
    <w:rsid w:val="00093B3B"/>
    <w:rsid w:val="00093B54"/>
    <w:rsid w:val="00094355"/>
    <w:rsid w:val="00095432"/>
    <w:rsid w:val="0009564F"/>
    <w:rsid w:val="000961C5"/>
    <w:rsid w:val="00096480"/>
    <w:rsid w:val="000964CC"/>
    <w:rsid w:val="00097681"/>
    <w:rsid w:val="00097E6D"/>
    <w:rsid w:val="00097F82"/>
    <w:rsid w:val="000A04DA"/>
    <w:rsid w:val="000A054E"/>
    <w:rsid w:val="000A0659"/>
    <w:rsid w:val="000A0D82"/>
    <w:rsid w:val="000A0E71"/>
    <w:rsid w:val="000A21E7"/>
    <w:rsid w:val="000A3598"/>
    <w:rsid w:val="000A3F26"/>
    <w:rsid w:val="000A403D"/>
    <w:rsid w:val="000A427C"/>
    <w:rsid w:val="000A4A0A"/>
    <w:rsid w:val="000A503F"/>
    <w:rsid w:val="000A5F68"/>
    <w:rsid w:val="000A5F83"/>
    <w:rsid w:val="000A6CDB"/>
    <w:rsid w:val="000B0261"/>
    <w:rsid w:val="000B03C6"/>
    <w:rsid w:val="000B1DA5"/>
    <w:rsid w:val="000B225C"/>
    <w:rsid w:val="000B330D"/>
    <w:rsid w:val="000B389A"/>
    <w:rsid w:val="000B3BE1"/>
    <w:rsid w:val="000B4143"/>
    <w:rsid w:val="000B57F3"/>
    <w:rsid w:val="000B6CDE"/>
    <w:rsid w:val="000B7035"/>
    <w:rsid w:val="000B7095"/>
    <w:rsid w:val="000B724B"/>
    <w:rsid w:val="000B77DF"/>
    <w:rsid w:val="000B79B7"/>
    <w:rsid w:val="000C1B3F"/>
    <w:rsid w:val="000C1CAD"/>
    <w:rsid w:val="000C1DA0"/>
    <w:rsid w:val="000C26F0"/>
    <w:rsid w:val="000C3845"/>
    <w:rsid w:val="000C3AC4"/>
    <w:rsid w:val="000C3D7B"/>
    <w:rsid w:val="000C6A59"/>
    <w:rsid w:val="000C6E7A"/>
    <w:rsid w:val="000D0229"/>
    <w:rsid w:val="000D05E6"/>
    <w:rsid w:val="000D0D92"/>
    <w:rsid w:val="000D0EB4"/>
    <w:rsid w:val="000D1274"/>
    <w:rsid w:val="000D1D8A"/>
    <w:rsid w:val="000D22CD"/>
    <w:rsid w:val="000D2C47"/>
    <w:rsid w:val="000D3547"/>
    <w:rsid w:val="000D3FC2"/>
    <w:rsid w:val="000D40C4"/>
    <w:rsid w:val="000D44AB"/>
    <w:rsid w:val="000D47D6"/>
    <w:rsid w:val="000D5197"/>
    <w:rsid w:val="000D56C1"/>
    <w:rsid w:val="000D5B4D"/>
    <w:rsid w:val="000D6119"/>
    <w:rsid w:val="000D6E5D"/>
    <w:rsid w:val="000D7BFE"/>
    <w:rsid w:val="000E0246"/>
    <w:rsid w:val="000E04AF"/>
    <w:rsid w:val="000E1751"/>
    <w:rsid w:val="000E1F27"/>
    <w:rsid w:val="000E2262"/>
    <w:rsid w:val="000E258A"/>
    <w:rsid w:val="000E2889"/>
    <w:rsid w:val="000E308C"/>
    <w:rsid w:val="000E36E3"/>
    <w:rsid w:val="000E375B"/>
    <w:rsid w:val="000E3886"/>
    <w:rsid w:val="000E423F"/>
    <w:rsid w:val="000E4594"/>
    <w:rsid w:val="000E46ED"/>
    <w:rsid w:val="000E501A"/>
    <w:rsid w:val="000E506E"/>
    <w:rsid w:val="000E51DD"/>
    <w:rsid w:val="000E5290"/>
    <w:rsid w:val="000E555E"/>
    <w:rsid w:val="000E7034"/>
    <w:rsid w:val="000F0273"/>
    <w:rsid w:val="000F02DD"/>
    <w:rsid w:val="000F0C95"/>
    <w:rsid w:val="000F0EAE"/>
    <w:rsid w:val="000F1DEC"/>
    <w:rsid w:val="000F2031"/>
    <w:rsid w:val="000F212B"/>
    <w:rsid w:val="000F25EE"/>
    <w:rsid w:val="000F271C"/>
    <w:rsid w:val="000F31D6"/>
    <w:rsid w:val="000F38C2"/>
    <w:rsid w:val="000F3D0D"/>
    <w:rsid w:val="000F5AD2"/>
    <w:rsid w:val="000F5C41"/>
    <w:rsid w:val="000F61FB"/>
    <w:rsid w:val="000F67B5"/>
    <w:rsid w:val="000F6AE7"/>
    <w:rsid w:val="000F6C62"/>
    <w:rsid w:val="000F7AD8"/>
    <w:rsid w:val="00100557"/>
    <w:rsid w:val="0010078A"/>
    <w:rsid w:val="00100ADF"/>
    <w:rsid w:val="00100E6B"/>
    <w:rsid w:val="00101A9E"/>
    <w:rsid w:val="00101AF8"/>
    <w:rsid w:val="00101C8F"/>
    <w:rsid w:val="00101DCE"/>
    <w:rsid w:val="00102281"/>
    <w:rsid w:val="0010287B"/>
    <w:rsid w:val="00103404"/>
    <w:rsid w:val="00104331"/>
    <w:rsid w:val="00104EDE"/>
    <w:rsid w:val="001052E3"/>
    <w:rsid w:val="00105391"/>
    <w:rsid w:val="001053A8"/>
    <w:rsid w:val="00105951"/>
    <w:rsid w:val="00105DC1"/>
    <w:rsid w:val="00107405"/>
    <w:rsid w:val="001074C9"/>
    <w:rsid w:val="001077AE"/>
    <w:rsid w:val="00110F1C"/>
    <w:rsid w:val="00111059"/>
    <w:rsid w:val="00111143"/>
    <w:rsid w:val="001111E6"/>
    <w:rsid w:val="00111647"/>
    <w:rsid w:val="00111E9D"/>
    <w:rsid w:val="00112369"/>
    <w:rsid w:val="00112636"/>
    <w:rsid w:val="001133F8"/>
    <w:rsid w:val="00113892"/>
    <w:rsid w:val="00114CBC"/>
    <w:rsid w:val="001151D2"/>
    <w:rsid w:val="00115D7C"/>
    <w:rsid w:val="00116501"/>
    <w:rsid w:val="00116C86"/>
    <w:rsid w:val="00116D02"/>
    <w:rsid w:val="00116EBC"/>
    <w:rsid w:val="0011749F"/>
    <w:rsid w:val="001176F6"/>
    <w:rsid w:val="00117E38"/>
    <w:rsid w:val="001203B0"/>
    <w:rsid w:val="001210D9"/>
    <w:rsid w:val="00121BAE"/>
    <w:rsid w:val="00121D3A"/>
    <w:rsid w:val="001223ED"/>
    <w:rsid w:val="00122647"/>
    <w:rsid w:val="00122C1F"/>
    <w:rsid w:val="00123121"/>
    <w:rsid w:val="0012341F"/>
    <w:rsid w:val="00123A12"/>
    <w:rsid w:val="00124088"/>
    <w:rsid w:val="0012413B"/>
    <w:rsid w:val="001241F5"/>
    <w:rsid w:val="00124874"/>
    <w:rsid w:val="0012536F"/>
    <w:rsid w:val="001258E9"/>
    <w:rsid w:val="00126056"/>
    <w:rsid w:val="00126121"/>
    <w:rsid w:val="00126351"/>
    <w:rsid w:val="00126CBA"/>
    <w:rsid w:val="00126F5C"/>
    <w:rsid w:val="00127833"/>
    <w:rsid w:val="001278E6"/>
    <w:rsid w:val="00127A81"/>
    <w:rsid w:val="0013007E"/>
    <w:rsid w:val="0013096C"/>
    <w:rsid w:val="00130A35"/>
    <w:rsid w:val="00131C9A"/>
    <w:rsid w:val="00131F5B"/>
    <w:rsid w:val="00132256"/>
    <w:rsid w:val="0013239A"/>
    <w:rsid w:val="00132DCA"/>
    <w:rsid w:val="00133022"/>
    <w:rsid w:val="0013318D"/>
    <w:rsid w:val="00133629"/>
    <w:rsid w:val="00133B32"/>
    <w:rsid w:val="00133D0E"/>
    <w:rsid w:val="001344FE"/>
    <w:rsid w:val="00134679"/>
    <w:rsid w:val="001347E3"/>
    <w:rsid w:val="00134B91"/>
    <w:rsid w:val="00135E59"/>
    <w:rsid w:val="001365FE"/>
    <w:rsid w:val="001367C0"/>
    <w:rsid w:val="00136B4C"/>
    <w:rsid w:val="00136E33"/>
    <w:rsid w:val="0013736E"/>
    <w:rsid w:val="00137537"/>
    <w:rsid w:val="001378BE"/>
    <w:rsid w:val="00140B71"/>
    <w:rsid w:val="00140E32"/>
    <w:rsid w:val="001414DA"/>
    <w:rsid w:val="001416D0"/>
    <w:rsid w:val="00142DAE"/>
    <w:rsid w:val="00143C7D"/>
    <w:rsid w:val="00144172"/>
    <w:rsid w:val="001443B2"/>
    <w:rsid w:val="001455E0"/>
    <w:rsid w:val="00145D22"/>
    <w:rsid w:val="00145DC8"/>
    <w:rsid w:val="001462FF"/>
    <w:rsid w:val="001464F4"/>
    <w:rsid w:val="0014665D"/>
    <w:rsid w:val="0014669B"/>
    <w:rsid w:val="00146F4C"/>
    <w:rsid w:val="0014757B"/>
    <w:rsid w:val="0014783A"/>
    <w:rsid w:val="00147956"/>
    <w:rsid w:val="00147D0B"/>
    <w:rsid w:val="001502A3"/>
    <w:rsid w:val="001505FB"/>
    <w:rsid w:val="00150737"/>
    <w:rsid w:val="001507E6"/>
    <w:rsid w:val="0015090F"/>
    <w:rsid w:val="00150B65"/>
    <w:rsid w:val="00151939"/>
    <w:rsid w:val="00151AF0"/>
    <w:rsid w:val="00151C7D"/>
    <w:rsid w:val="001528A0"/>
    <w:rsid w:val="00152AB1"/>
    <w:rsid w:val="00152C91"/>
    <w:rsid w:val="00153BA0"/>
    <w:rsid w:val="001542A1"/>
    <w:rsid w:val="0015472F"/>
    <w:rsid w:val="001548B1"/>
    <w:rsid w:val="0015495D"/>
    <w:rsid w:val="00154A2C"/>
    <w:rsid w:val="00155CB7"/>
    <w:rsid w:val="001563A3"/>
    <w:rsid w:val="001570CB"/>
    <w:rsid w:val="00157997"/>
    <w:rsid w:val="0016016F"/>
    <w:rsid w:val="0016086D"/>
    <w:rsid w:val="00161AD4"/>
    <w:rsid w:val="00162D0A"/>
    <w:rsid w:val="00162EE3"/>
    <w:rsid w:val="001631C6"/>
    <w:rsid w:val="00163354"/>
    <w:rsid w:val="00163727"/>
    <w:rsid w:val="00163AC9"/>
    <w:rsid w:val="00163C7D"/>
    <w:rsid w:val="00164272"/>
    <w:rsid w:val="0016492B"/>
    <w:rsid w:val="00164DC0"/>
    <w:rsid w:val="00165002"/>
    <w:rsid w:val="00165049"/>
    <w:rsid w:val="0016508F"/>
    <w:rsid w:val="0016553D"/>
    <w:rsid w:val="0016563D"/>
    <w:rsid w:val="001660CA"/>
    <w:rsid w:val="00166947"/>
    <w:rsid w:val="00170285"/>
    <w:rsid w:val="00170465"/>
    <w:rsid w:val="00170562"/>
    <w:rsid w:val="00170FE4"/>
    <w:rsid w:val="00171413"/>
    <w:rsid w:val="0017147C"/>
    <w:rsid w:val="001714F8"/>
    <w:rsid w:val="00171606"/>
    <w:rsid w:val="00171BEF"/>
    <w:rsid w:val="00171C0A"/>
    <w:rsid w:val="00172345"/>
    <w:rsid w:val="001724C1"/>
    <w:rsid w:val="00172515"/>
    <w:rsid w:val="00172B70"/>
    <w:rsid w:val="00172D4A"/>
    <w:rsid w:val="00172D4D"/>
    <w:rsid w:val="001737B4"/>
    <w:rsid w:val="00173F1A"/>
    <w:rsid w:val="00174BA3"/>
    <w:rsid w:val="00174FB6"/>
    <w:rsid w:val="00175137"/>
    <w:rsid w:val="00175944"/>
    <w:rsid w:val="00175E73"/>
    <w:rsid w:val="00176189"/>
    <w:rsid w:val="001765A7"/>
    <w:rsid w:val="0017673B"/>
    <w:rsid w:val="00177096"/>
    <w:rsid w:val="0018036F"/>
    <w:rsid w:val="00180587"/>
    <w:rsid w:val="00180C8A"/>
    <w:rsid w:val="0018100D"/>
    <w:rsid w:val="00181533"/>
    <w:rsid w:val="0018177F"/>
    <w:rsid w:val="001823A5"/>
    <w:rsid w:val="00182814"/>
    <w:rsid w:val="0018372A"/>
    <w:rsid w:val="001838CB"/>
    <w:rsid w:val="00183B3A"/>
    <w:rsid w:val="00183B62"/>
    <w:rsid w:val="00183CAB"/>
    <w:rsid w:val="0018444A"/>
    <w:rsid w:val="0018448E"/>
    <w:rsid w:val="001849FD"/>
    <w:rsid w:val="00185637"/>
    <w:rsid w:val="001857D2"/>
    <w:rsid w:val="001860D7"/>
    <w:rsid w:val="001864DF"/>
    <w:rsid w:val="001870AE"/>
    <w:rsid w:val="00190530"/>
    <w:rsid w:val="001908F9"/>
    <w:rsid w:val="0019183F"/>
    <w:rsid w:val="00191E2A"/>
    <w:rsid w:val="001920CB"/>
    <w:rsid w:val="00192296"/>
    <w:rsid w:val="001934EA"/>
    <w:rsid w:val="0019365C"/>
    <w:rsid w:val="00193AD3"/>
    <w:rsid w:val="001943E8"/>
    <w:rsid w:val="00194417"/>
    <w:rsid w:val="00194C0E"/>
    <w:rsid w:val="00194CCA"/>
    <w:rsid w:val="00194ECC"/>
    <w:rsid w:val="00195148"/>
    <w:rsid w:val="001951C9"/>
    <w:rsid w:val="001955D1"/>
    <w:rsid w:val="00195A02"/>
    <w:rsid w:val="00195B38"/>
    <w:rsid w:val="00196067"/>
    <w:rsid w:val="00196069"/>
    <w:rsid w:val="00196A1C"/>
    <w:rsid w:val="0019748B"/>
    <w:rsid w:val="00197BD6"/>
    <w:rsid w:val="001A009A"/>
    <w:rsid w:val="001A1942"/>
    <w:rsid w:val="001A1D37"/>
    <w:rsid w:val="001A20A8"/>
    <w:rsid w:val="001A26B9"/>
    <w:rsid w:val="001A2A55"/>
    <w:rsid w:val="001A2BA3"/>
    <w:rsid w:val="001A332C"/>
    <w:rsid w:val="001A36F3"/>
    <w:rsid w:val="001A4106"/>
    <w:rsid w:val="001A436A"/>
    <w:rsid w:val="001A45B9"/>
    <w:rsid w:val="001A4C83"/>
    <w:rsid w:val="001A4F35"/>
    <w:rsid w:val="001A5F49"/>
    <w:rsid w:val="001A6083"/>
    <w:rsid w:val="001A6140"/>
    <w:rsid w:val="001A6432"/>
    <w:rsid w:val="001A6602"/>
    <w:rsid w:val="001A6ADD"/>
    <w:rsid w:val="001A6D77"/>
    <w:rsid w:val="001A7DD8"/>
    <w:rsid w:val="001A7DE3"/>
    <w:rsid w:val="001B01CB"/>
    <w:rsid w:val="001B029D"/>
    <w:rsid w:val="001B078F"/>
    <w:rsid w:val="001B0BB5"/>
    <w:rsid w:val="001B0D79"/>
    <w:rsid w:val="001B0FFB"/>
    <w:rsid w:val="001B1FD5"/>
    <w:rsid w:val="001B2B42"/>
    <w:rsid w:val="001B30BE"/>
    <w:rsid w:val="001B3102"/>
    <w:rsid w:val="001B3605"/>
    <w:rsid w:val="001B3B21"/>
    <w:rsid w:val="001B4870"/>
    <w:rsid w:val="001B5023"/>
    <w:rsid w:val="001B538F"/>
    <w:rsid w:val="001B54CB"/>
    <w:rsid w:val="001B5DB0"/>
    <w:rsid w:val="001B6082"/>
    <w:rsid w:val="001B6441"/>
    <w:rsid w:val="001B6693"/>
    <w:rsid w:val="001B74E1"/>
    <w:rsid w:val="001B76C1"/>
    <w:rsid w:val="001C158C"/>
    <w:rsid w:val="001C16CF"/>
    <w:rsid w:val="001C1B05"/>
    <w:rsid w:val="001C230E"/>
    <w:rsid w:val="001C2846"/>
    <w:rsid w:val="001C2E0A"/>
    <w:rsid w:val="001C3C62"/>
    <w:rsid w:val="001C42C0"/>
    <w:rsid w:val="001C5314"/>
    <w:rsid w:val="001C531B"/>
    <w:rsid w:val="001C55DA"/>
    <w:rsid w:val="001C5FFB"/>
    <w:rsid w:val="001C6A7B"/>
    <w:rsid w:val="001C6F44"/>
    <w:rsid w:val="001C7DC2"/>
    <w:rsid w:val="001C7EC1"/>
    <w:rsid w:val="001D066D"/>
    <w:rsid w:val="001D08A4"/>
    <w:rsid w:val="001D0B6C"/>
    <w:rsid w:val="001D143C"/>
    <w:rsid w:val="001D1498"/>
    <w:rsid w:val="001D14BE"/>
    <w:rsid w:val="001D17B9"/>
    <w:rsid w:val="001D1D42"/>
    <w:rsid w:val="001D1E87"/>
    <w:rsid w:val="001D22B4"/>
    <w:rsid w:val="001D2784"/>
    <w:rsid w:val="001D31D0"/>
    <w:rsid w:val="001D36AF"/>
    <w:rsid w:val="001D5872"/>
    <w:rsid w:val="001D62A6"/>
    <w:rsid w:val="001D63D9"/>
    <w:rsid w:val="001D64BD"/>
    <w:rsid w:val="001D6A32"/>
    <w:rsid w:val="001D7D92"/>
    <w:rsid w:val="001D7FB1"/>
    <w:rsid w:val="001E04B9"/>
    <w:rsid w:val="001E055D"/>
    <w:rsid w:val="001E0CDA"/>
    <w:rsid w:val="001E0DE9"/>
    <w:rsid w:val="001E189E"/>
    <w:rsid w:val="001E1CC2"/>
    <w:rsid w:val="001E2432"/>
    <w:rsid w:val="001E249B"/>
    <w:rsid w:val="001E2642"/>
    <w:rsid w:val="001E3772"/>
    <w:rsid w:val="001E409E"/>
    <w:rsid w:val="001E41DA"/>
    <w:rsid w:val="001E4CE4"/>
    <w:rsid w:val="001E4E36"/>
    <w:rsid w:val="001E535F"/>
    <w:rsid w:val="001E53E5"/>
    <w:rsid w:val="001E5822"/>
    <w:rsid w:val="001E5DDA"/>
    <w:rsid w:val="001E5EA5"/>
    <w:rsid w:val="001E66A7"/>
    <w:rsid w:val="001E6811"/>
    <w:rsid w:val="001E7D91"/>
    <w:rsid w:val="001E7F35"/>
    <w:rsid w:val="001F0B09"/>
    <w:rsid w:val="001F145D"/>
    <w:rsid w:val="001F1700"/>
    <w:rsid w:val="001F20A6"/>
    <w:rsid w:val="001F2976"/>
    <w:rsid w:val="001F2EDC"/>
    <w:rsid w:val="001F3DF2"/>
    <w:rsid w:val="001F4270"/>
    <w:rsid w:val="001F439B"/>
    <w:rsid w:val="001F44DF"/>
    <w:rsid w:val="001F4CB4"/>
    <w:rsid w:val="001F55C7"/>
    <w:rsid w:val="001F5D40"/>
    <w:rsid w:val="001F5EE7"/>
    <w:rsid w:val="001F6A50"/>
    <w:rsid w:val="001F6FD4"/>
    <w:rsid w:val="001F7094"/>
    <w:rsid w:val="001F783D"/>
    <w:rsid w:val="001F78D8"/>
    <w:rsid w:val="00200B83"/>
    <w:rsid w:val="00201246"/>
    <w:rsid w:val="0020139E"/>
    <w:rsid w:val="0020187C"/>
    <w:rsid w:val="00201F22"/>
    <w:rsid w:val="00202E7B"/>
    <w:rsid w:val="002033C3"/>
    <w:rsid w:val="0020358C"/>
    <w:rsid w:val="00203872"/>
    <w:rsid w:val="00203E46"/>
    <w:rsid w:val="00203EF9"/>
    <w:rsid w:val="002040A6"/>
    <w:rsid w:val="002045E8"/>
    <w:rsid w:val="00204E2E"/>
    <w:rsid w:val="0020518E"/>
    <w:rsid w:val="00206987"/>
    <w:rsid w:val="00206A50"/>
    <w:rsid w:val="00206B9A"/>
    <w:rsid w:val="0020763B"/>
    <w:rsid w:val="00210287"/>
    <w:rsid w:val="00210C43"/>
    <w:rsid w:val="002126AE"/>
    <w:rsid w:val="00212D76"/>
    <w:rsid w:val="0021341F"/>
    <w:rsid w:val="00213873"/>
    <w:rsid w:val="00214736"/>
    <w:rsid w:val="002152CC"/>
    <w:rsid w:val="002156D0"/>
    <w:rsid w:val="00215952"/>
    <w:rsid w:val="002161E4"/>
    <w:rsid w:val="00216B34"/>
    <w:rsid w:val="00216BD1"/>
    <w:rsid w:val="00216C5C"/>
    <w:rsid w:val="0021749C"/>
    <w:rsid w:val="00217D63"/>
    <w:rsid w:val="00220847"/>
    <w:rsid w:val="002214B2"/>
    <w:rsid w:val="002215D4"/>
    <w:rsid w:val="00221A45"/>
    <w:rsid w:val="002224F7"/>
    <w:rsid w:val="00222A47"/>
    <w:rsid w:val="002230A9"/>
    <w:rsid w:val="00223597"/>
    <w:rsid w:val="002235C0"/>
    <w:rsid w:val="00223747"/>
    <w:rsid w:val="00224388"/>
    <w:rsid w:val="00225B3A"/>
    <w:rsid w:val="00226756"/>
    <w:rsid w:val="00226C72"/>
    <w:rsid w:val="0022707B"/>
    <w:rsid w:val="002272C9"/>
    <w:rsid w:val="002277A9"/>
    <w:rsid w:val="00227C1A"/>
    <w:rsid w:val="00227E86"/>
    <w:rsid w:val="002312B2"/>
    <w:rsid w:val="0023137F"/>
    <w:rsid w:val="00231555"/>
    <w:rsid w:val="00231E87"/>
    <w:rsid w:val="002327AA"/>
    <w:rsid w:val="002329A4"/>
    <w:rsid w:val="00233191"/>
    <w:rsid w:val="00233C57"/>
    <w:rsid w:val="002350A2"/>
    <w:rsid w:val="00235CB3"/>
    <w:rsid w:val="00236617"/>
    <w:rsid w:val="002379B7"/>
    <w:rsid w:val="00240C3F"/>
    <w:rsid w:val="00240F2C"/>
    <w:rsid w:val="0024138F"/>
    <w:rsid w:val="002416B4"/>
    <w:rsid w:val="00241C10"/>
    <w:rsid w:val="00241C18"/>
    <w:rsid w:val="002433D2"/>
    <w:rsid w:val="0024363D"/>
    <w:rsid w:val="00245954"/>
    <w:rsid w:val="0024595E"/>
    <w:rsid w:val="00245CD5"/>
    <w:rsid w:val="00245ED0"/>
    <w:rsid w:val="00245FBC"/>
    <w:rsid w:val="002461D5"/>
    <w:rsid w:val="002466C9"/>
    <w:rsid w:val="00246B2D"/>
    <w:rsid w:val="00246B81"/>
    <w:rsid w:val="00246D4A"/>
    <w:rsid w:val="0024707E"/>
    <w:rsid w:val="002472BF"/>
    <w:rsid w:val="00247CD8"/>
    <w:rsid w:val="0025003A"/>
    <w:rsid w:val="002501FB"/>
    <w:rsid w:val="002504D3"/>
    <w:rsid w:val="00250C08"/>
    <w:rsid w:val="00250C82"/>
    <w:rsid w:val="00250E3E"/>
    <w:rsid w:val="00251627"/>
    <w:rsid w:val="00251D85"/>
    <w:rsid w:val="00252EA3"/>
    <w:rsid w:val="002530CB"/>
    <w:rsid w:val="00253387"/>
    <w:rsid w:val="00253B36"/>
    <w:rsid w:val="00253B51"/>
    <w:rsid w:val="00253E59"/>
    <w:rsid w:val="002540BB"/>
    <w:rsid w:val="0025411B"/>
    <w:rsid w:val="0025443D"/>
    <w:rsid w:val="00255710"/>
    <w:rsid w:val="0025582E"/>
    <w:rsid w:val="002559DA"/>
    <w:rsid w:val="0025609C"/>
    <w:rsid w:val="00256B92"/>
    <w:rsid w:val="002571BE"/>
    <w:rsid w:val="00257641"/>
    <w:rsid w:val="00260198"/>
    <w:rsid w:val="002604B4"/>
    <w:rsid w:val="002612BC"/>
    <w:rsid w:val="00261522"/>
    <w:rsid w:val="002622A8"/>
    <w:rsid w:val="002622BF"/>
    <w:rsid w:val="0026231A"/>
    <w:rsid w:val="002625F1"/>
    <w:rsid w:val="00262E3E"/>
    <w:rsid w:val="00263631"/>
    <w:rsid w:val="0026364C"/>
    <w:rsid w:val="00263DC5"/>
    <w:rsid w:val="002648A8"/>
    <w:rsid w:val="002652FE"/>
    <w:rsid w:val="0026533E"/>
    <w:rsid w:val="002657BE"/>
    <w:rsid w:val="00265EC2"/>
    <w:rsid w:val="00266613"/>
    <w:rsid w:val="00266A2E"/>
    <w:rsid w:val="00266C39"/>
    <w:rsid w:val="00266EA1"/>
    <w:rsid w:val="002679FB"/>
    <w:rsid w:val="00270113"/>
    <w:rsid w:val="00270791"/>
    <w:rsid w:val="0027093A"/>
    <w:rsid w:val="00271300"/>
    <w:rsid w:val="002716F7"/>
    <w:rsid w:val="00271B82"/>
    <w:rsid w:val="00271FF2"/>
    <w:rsid w:val="002720EB"/>
    <w:rsid w:val="00272824"/>
    <w:rsid w:val="00273224"/>
    <w:rsid w:val="0027343E"/>
    <w:rsid w:val="00273AF9"/>
    <w:rsid w:val="002743D2"/>
    <w:rsid w:val="002744CB"/>
    <w:rsid w:val="002755EF"/>
    <w:rsid w:val="00275E0C"/>
    <w:rsid w:val="00280E57"/>
    <w:rsid w:val="00281118"/>
    <w:rsid w:val="00281A95"/>
    <w:rsid w:val="00282191"/>
    <w:rsid w:val="00282905"/>
    <w:rsid w:val="00283659"/>
    <w:rsid w:val="00283A5D"/>
    <w:rsid w:val="00283BEA"/>
    <w:rsid w:val="00284213"/>
    <w:rsid w:val="002843ED"/>
    <w:rsid w:val="00284878"/>
    <w:rsid w:val="00284A96"/>
    <w:rsid w:val="00284DD9"/>
    <w:rsid w:val="00285221"/>
    <w:rsid w:val="0028532E"/>
    <w:rsid w:val="0028681B"/>
    <w:rsid w:val="00286970"/>
    <w:rsid w:val="002869B2"/>
    <w:rsid w:val="00286AAE"/>
    <w:rsid w:val="00286BB0"/>
    <w:rsid w:val="00286DCA"/>
    <w:rsid w:val="00287C2C"/>
    <w:rsid w:val="0029035B"/>
    <w:rsid w:val="002905D1"/>
    <w:rsid w:val="00290DE3"/>
    <w:rsid w:val="00290EB7"/>
    <w:rsid w:val="0029158A"/>
    <w:rsid w:val="00291823"/>
    <w:rsid w:val="002918B5"/>
    <w:rsid w:val="00292703"/>
    <w:rsid w:val="00293F24"/>
    <w:rsid w:val="002940EB"/>
    <w:rsid w:val="002942B4"/>
    <w:rsid w:val="002947A5"/>
    <w:rsid w:val="002949D9"/>
    <w:rsid w:val="00295720"/>
    <w:rsid w:val="0029582B"/>
    <w:rsid w:val="00295958"/>
    <w:rsid w:val="00295E93"/>
    <w:rsid w:val="00295E9F"/>
    <w:rsid w:val="002963E9"/>
    <w:rsid w:val="0029657A"/>
    <w:rsid w:val="002966E7"/>
    <w:rsid w:val="00296A0F"/>
    <w:rsid w:val="002A0414"/>
    <w:rsid w:val="002A09CD"/>
    <w:rsid w:val="002A0C16"/>
    <w:rsid w:val="002A1DA9"/>
    <w:rsid w:val="002A2151"/>
    <w:rsid w:val="002A23C9"/>
    <w:rsid w:val="002A25C3"/>
    <w:rsid w:val="002A27E6"/>
    <w:rsid w:val="002A2DFB"/>
    <w:rsid w:val="002A32A9"/>
    <w:rsid w:val="002A377A"/>
    <w:rsid w:val="002A3EB7"/>
    <w:rsid w:val="002A4E9F"/>
    <w:rsid w:val="002A5FFA"/>
    <w:rsid w:val="002A6FA7"/>
    <w:rsid w:val="002A7218"/>
    <w:rsid w:val="002A78D0"/>
    <w:rsid w:val="002B0439"/>
    <w:rsid w:val="002B1622"/>
    <w:rsid w:val="002B1DA5"/>
    <w:rsid w:val="002B2188"/>
    <w:rsid w:val="002B2E56"/>
    <w:rsid w:val="002B2E79"/>
    <w:rsid w:val="002B326F"/>
    <w:rsid w:val="002B3C40"/>
    <w:rsid w:val="002B4412"/>
    <w:rsid w:val="002B4BBD"/>
    <w:rsid w:val="002B4C2B"/>
    <w:rsid w:val="002B4CE6"/>
    <w:rsid w:val="002B517A"/>
    <w:rsid w:val="002B5333"/>
    <w:rsid w:val="002B5475"/>
    <w:rsid w:val="002B6355"/>
    <w:rsid w:val="002B6A0D"/>
    <w:rsid w:val="002B6EB7"/>
    <w:rsid w:val="002B7D46"/>
    <w:rsid w:val="002B7F4E"/>
    <w:rsid w:val="002C065C"/>
    <w:rsid w:val="002C0975"/>
    <w:rsid w:val="002C11E3"/>
    <w:rsid w:val="002C2286"/>
    <w:rsid w:val="002C2C23"/>
    <w:rsid w:val="002C2E49"/>
    <w:rsid w:val="002C311E"/>
    <w:rsid w:val="002C3248"/>
    <w:rsid w:val="002C39EA"/>
    <w:rsid w:val="002C3C11"/>
    <w:rsid w:val="002C4388"/>
    <w:rsid w:val="002C4967"/>
    <w:rsid w:val="002C5F02"/>
    <w:rsid w:val="002C5FC6"/>
    <w:rsid w:val="002C6625"/>
    <w:rsid w:val="002C6CC3"/>
    <w:rsid w:val="002C6EFA"/>
    <w:rsid w:val="002C7C13"/>
    <w:rsid w:val="002D0240"/>
    <w:rsid w:val="002D0BAA"/>
    <w:rsid w:val="002D2711"/>
    <w:rsid w:val="002D29F7"/>
    <w:rsid w:val="002D354C"/>
    <w:rsid w:val="002D3F27"/>
    <w:rsid w:val="002D46BE"/>
    <w:rsid w:val="002D485B"/>
    <w:rsid w:val="002D528F"/>
    <w:rsid w:val="002D53AF"/>
    <w:rsid w:val="002D53D7"/>
    <w:rsid w:val="002D5B80"/>
    <w:rsid w:val="002D5D98"/>
    <w:rsid w:val="002D753D"/>
    <w:rsid w:val="002D7595"/>
    <w:rsid w:val="002D77CD"/>
    <w:rsid w:val="002D7B1B"/>
    <w:rsid w:val="002D7E47"/>
    <w:rsid w:val="002E0343"/>
    <w:rsid w:val="002E0A97"/>
    <w:rsid w:val="002E0E23"/>
    <w:rsid w:val="002E1514"/>
    <w:rsid w:val="002E2360"/>
    <w:rsid w:val="002E3524"/>
    <w:rsid w:val="002E3621"/>
    <w:rsid w:val="002E3943"/>
    <w:rsid w:val="002E3A0B"/>
    <w:rsid w:val="002E45AA"/>
    <w:rsid w:val="002E5588"/>
    <w:rsid w:val="002E6678"/>
    <w:rsid w:val="002E68B4"/>
    <w:rsid w:val="002E69B2"/>
    <w:rsid w:val="002E6FF5"/>
    <w:rsid w:val="002E73BA"/>
    <w:rsid w:val="002E77F5"/>
    <w:rsid w:val="002E79D1"/>
    <w:rsid w:val="002E7FBA"/>
    <w:rsid w:val="002F0824"/>
    <w:rsid w:val="002F09AB"/>
    <w:rsid w:val="002F1167"/>
    <w:rsid w:val="002F1960"/>
    <w:rsid w:val="002F1CD2"/>
    <w:rsid w:val="002F2EE5"/>
    <w:rsid w:val="002F31C5"/>
    <w:rsid w:val="002F3453"/>
    <w:rsid w:val="002F4080"/>
    <w:rsid w:val="002F50E4"/>
    <w:rsid w:val="002F535A"/>
    <w:rsid w:val="002F5CF4"/>
    <w:rsid w:val="002F6004"/>
    <w:rsid w:val="002F7005"/>
    <w:rsid w:val="002F78B2"/>
    <w:rsid w:val="002F7C98"/>
    <w:rsid w:val="003002E9"/>
    <w:rsid w:val="0030097E"/>
    <w:rsid w:val="00302113"/>
    <w:rsid w:val="00302648"/>
    <w:rsid w:val="00302947"/>
    <w:rsid w:val="00302C87"/>
    <w:rsid w:val="00303298"/>
    <w:rsid w:val="003032A7"/>
    <w:rsid w:val="003033DB"/>
    <w:rsid w:val="003037CA"/>
    <w:rsid w:val="00303AB7"/>
    <w:rsid w:val="00303E03"/>
    <w:rsid w:val="00304C3A"/>
    <w:rsid w:val="003057DC"/>
    <w:rsid w:val="00305EDF"/>
    <w:rsid w:val="00306360"/>
    <w:rsid w:val="003066A4"/>
    <w:rsid w:val="00306AFE"/>
    <w:rsid w:val="00306F42"/>
    <w:rsid w:val="00307452"/>
    <w:rsid w:val="003074B2"/>
    <w:rsid w:val="00307D82"/>
    <w:rsid w:val="00310163"/>
    <w:rsid w:val="003101D7"/>
    <w:rsid w:val="003112F9"/>
    <w:rsid w:val="00311C7A"/>
    <w:rsid w:val="0031255C"/>
    <w:rsid w:val="00313021"/>
    <w:rsid w:val="0031433C"/>
    <w:rsid w:val="0031437E"/>
    <w:rsid w:val="0031486E"/>
    <w:rsid w:val="00314B3A"/>
    <w:rsid w:val="00315677"/>
    <w:rsid w:val="003156AD"/>
    <w:rsid w:val="00315708"/>
    <w:rsid w:val="0031574F"/>
    <w:rsid w:val="003165D3"/>
    <w:rsid w:val="00316DBA"/>
    <w:rsid w:val="003172A4"/>
    <w:rsid w:val="00317985"/>
    <w:rsid w:val="003201C7"/>
    <w:rsid w:val="003211C5"/>
    <w:rsid w:val="003213CD"/>
    <w:rsid w:val="00323AFF"/>
    <w:rsid w:val="00323FC6"/>
    <w:rsid w:val="00324AC2"/>
    <w:rsid w:val="00325705"/>
    <w:rsid w:val="003257DD"/>
    <w:rsid w:val="003266D0"/>
    <w:rsid w:val="00326BFA"/>
    <w:rsid w:val="00326EFF"/>
    <w:rsid w:val="00326FF6"/>
    <w:rsid w:val="003271EA"/>
    <w:rsid w:val="00327386"/>
    <w:rsid w:val="00327772"/>
    <w:rsid w:val="00330607"/>
    <w:rsid w:val="00330880"/>
    <w:rsid w:val="00330CDD"/>
    <w:rsid w:val="00330E6A"/>
    <w:rsid w:val="00330F93"/>
    <w:rsid w:val="00331F57"/>
    <w:rsid w:val="0033254A"/>
    <w:rsid w:val="003328EE"/>
    <w:rsid w:val="003345A4"/>
    <w:rsid w:val="00335995"/>
    <w:rsid w:val="00335C4C"/>
    <w:rsid w:val="00336280"/>
    <w:rsid w:val="0033670C"/>
    <w:rsid w:val="00337120"/>
    <w:rsid w:val="00340333"/>
    <w:rsid w:val="00341647"/>
    <w:rsid w:val="003417BE"/>
    <w:rsid w:val="003417EF"/>
    <w:rsid w:val="00341852"/>
    <w:rsid w:val="00341875"/>
    <w:rsid w:val="00343B61"/>
    <w:rsid w:val="00344402"/>
    <w:rsid w:val="00344A18"/>
    <w:rsid w:val="0034562D"/>
    <w:rsid w:val="00345ADF"/>
    <w:rsid w:val="00345D2C"/>
    <w:rsid w:val="00346193"/>
    <w:rsid w:val="003470CF"/>
    <w:rsid w:val="003472EF"/>
    <w:rsid w:val="003476CA"/>
    <w:rsid w:val="003477FC"/>
    <w:rsid w:val="0034797E"/>
    <w:rsid w:val="003500B3"/>
    <w:rsid w:val="00350566"/>
    <w:rsid w:val="0035101E"/>
    <w:rsid w:val="0035127C"/>
    <w:rsid w:val="00351672"/>
    <w:rsid w:val="003525F8"/>
    <w:rsid w:val="00354704"/>
    <w:rsid w:val="0035547D"/>
    <w:rsid w:val="0035657B"/>
    <w:rsid w:val="00356C11"/>
    <w:rsid w:val="00357234"/>
    <w:rsid w:val="00357433"/>
    <w:rsid w:val="00357548"/>
    <w:rsid w:val="003606AF"/>
    <w:rsid w:val="003608AA"/>
    <w:rsid w:val="003613E1"/>
    <w:rsid w:val="00362374"/>
    <w:rsid w:val="003624A7"/>
    <w:rsid w:val="003629BA"/>
    <w:rsid w:val="003636DC"/>
    <w:rsid w:val="00363705"/>
    <w:rsid w:val="00363859"/>
    <w:rsid w:val="00363928"/>
    <w:rsid w:val="00363A1F"/>
    <w:rsid w:val="0036513B"/>
    <w:rsid w:val="0036555C"/>
    <w:rsid w:val="00365E19"/>
    <w:rsid w:val="00366E3B"/>
    <w:rsid w:val="00366EB2"/>
    <w:rsid w:val="003674B9"/>
    <w:rsid w:val="003676E1"/>
    <w:rsid w:val="00367F2C"/>
    <w:rsid w:val="00370028"/>
    <w:rsid w:val="003710F9"/>
    <w:rsid w:val="003718A0"/>
    <w:rsid w:val="003721B4"/>
    <w:rsid w:val="003739A6"/>
    <w:rsid w:val="00373D75"/>
    <w:rsid w:val="00373E2C"/>
    <w:rsid w:val="00373E37"/>
    <w:rsid w:val="0037433D"/>
    <w:rsid w:val="003748CC"/>
    <w:rsid w:val="003751C3"/>
    <w:rsid w:val="0037549D"/>
    <w:rsid w:val="003756D1"/>
    <w:rsid w:val="00375DB2"/>
    <w:rsid w:val="00375DEC"/>
    <w:rsid w:val="00375E17"/>
    <w:rsid w:val="00376447"/>
    <w:rsid w:val="0037682C"/>
    <w:rsid w:val="00376866"/>
    <w:rsid w:val="00376EB8"/>
    <w:rsid w:val="003779AC"/>
    <w:rsid w:val="00377FBD"/>
    <w:rsid w:val="00380AC2"/>
    <w:rsid w:val="00381433"/>
    <w:rsid w:val="00381821"/>
    <w:rsid w:val="00381896"/>
    <w:rsid w:val="00381933"/>
    <w:rsid w:val="00382627"/>
    <w:rsid w:val="00382A96"/>
    <w:rsid w:val="00382C8C"/>
    <w:rsid w:val="00382D7D"/>
    <w:rsid w:val="00382EAF"/>
    <w:rsid w:val="00382F52"/>
    <w:rsid w:val="00382FA2"/>
    <w:rsid w:val="0038381A"/>
    <w:rsid w:val="00383A29"/>
    <w:rsid w:val="003843D6"/>
    <w:rsid w:val="003844D9"/>
    <w:rsid w:val="003844FE"/>
    <w:rsid w:val="003857AC"/>
    <w:rsid w:val="00385E8E"/>
    <w:rsid w:val="00386244"/>
    <w:rsid w:val="0038681F"/>
    <w:rsid w:val="003870D3"/>
    <w:rsid w:val="0038747C"/>
    <w:rsid w:val="003876FC"/>
    <w:rsid w:val="00387BA6"/>
    <w:rsid w:val="00390BFF"/>
    <w:rsid w:val="00390FC1"/>
    <w:rsid w:val="00391329"/>
    <w:rsid w:val="00391F37"/>
    <w:rsid w:val="00392017"/>
    <w:rsid w:val="00392D6B"/>
    <w:rsid w:val="003932A9"/>
    <w:rsid w:val="003933B9"/>
    <w:rsid w:val="00393A9B"/>
    <w:rsid w:val="003942AF"/>
    <w:rsid w:val="00394C40"/>
    <w:rsid w:val="00394D61"/>
    <w:rsid w:val="00395126"/>
    <w:rsid w:val="0039526A"/>
    <w:rsid w:val="00395B0C"/>
    <w:rsid w:val="00396524"/>
    <w:rsid w:val="00396E7F"/>
    <w:rsid w:val="003A0C1F"/>
    <w:rsid w:val="003A1B8A"/>
    <w:rsid w:val="003A21F3"/>
    <w:rsid w:val="003A2F55"/>
    <w:rsid w:val="003A3C98"/>
    <w:rsid w:val="003A403C"/>
    <w:rsid w:val="003A492F"/>
    <w:rsid w:val="003A4974"/>
    <w:rsid w:val="003A4BFA"/>
    <w:rsid w:val="003A4D9D"/>
    <w:rsid w:val="003A4E6C"/>
    <w:rsid w:val="003A5869"/>
    <w:rsid w:val="003A5C69"/>
    <w:rsid w:val="003A5EE1"/>
    <w:rsid w:val="003A600C"/>
    <w:rsid w:val="003A653D"/>
    <w:rsid w:val="003A659A"/>
    <w:rsid w:val="003A6743"/>
    <w:rsid w:val="003A6A67"/>
    <w:rsid w:val="003A6C91"/>
    <w:rsid w:val="003A6E5E"/>
    <w:rsid w:val="003A7E1E"/>
    <w:rsid w:val="003B0759"/>
    <w:rsid w:val="003B0E01"/>
    <w:rsid w:val="003B13D1"/>
    <w:rsid w:val="003B155B"/>
    <w:rsid w:val="003B16CE"/>
    <w:rsid w:val="003B290F"/>
    <w:rsid w:val="003B36DF"/>
    <w:rsid w:val="003B410D"/>
    <w:rsid w:val="003B5B76"/>
    <w:rsid w:val="003B637B"/>
    <w:rsid w:val="003B65E7"/>
    <w:rsid w:val="003B6946"/>
    <w:rsid w:val="003B6D0E"/>
    <w:rsid w:val="003B71BB"/>
    <w:rsid w:val="003C027A"/>
    <w:rsid w:val="003C028C"/>
    <w:rsid w:val="003C195E"/>
    <w:rsid w:val="003C2B22"/>
    <w:rsid w:val="003C33C3"/>
    <w:rsid w:val="003C39DC"/>
    <w:rsid w:val="003C5932"/>
    <w:rsid w:val="003C6062"/>
    <w:rsid w:val="003C6274"/>
    <w:rsid w:val="003C65DE"/>
    <w:rsid w:val="003C6E97"/>
    <w:rsid w:val="003C6F37"/>
    <w:rsid w:val="003C778F"/>
    <w:rsid w:val="003D0097"/>
    <w:rsid w:val="003D01A8"/>
    <w:rsid w:val="003D0526"/>
    <w:rsid w:val="003D0AC2"/>
    <w:rsid w:val="003D1109"/>
    <w:rsid w:val="003D1727"/>
    <w:rsid w:val="003D1D76"/>
    <w:rsid w:val="003D20A6"/>
    <w:rsid w:val="003D21ED"/>
    <w:rsid w:val="003D230C"/>
    <w:rsid w:val="003D254D"/>
    <w:rsid w:val="003D2DBF"/>
    <w:rsid w:val="003D35DC"/>
    <w:rsid w:val="003D4262"/>
    <w:rsid w:val="003D5140"/>
    <w:rsid w:val="003D55F6"/>
    <w:rsid w:val="003D5710"/>
    <w:rsid w:val="003D62E9"/>
    <w:rsid w:val="003D66E9"/>
    <w:rsid w:val="003D688D"/>
    <w:rsid w:val="003D6E34"/>
    <w:rsid w:val="003D7586"/>
    <w:rsid w:val="003D7731"/>
    <w:rsid w:val="003E0153"/>
    <w:rsid w:val="003E085D"/>
    <w:rsid w:val="003E0921"/>
    <w:rsid w:val="003E1455"/>
    <w:rsid w:val="003E19BA"/>
    <w:rsid w:val="003E2002"/>
    <w:rsid w:val="003E2003"/>
    <w:rsid w:val="003E2EE5"/>
    <w:rsid w:val="003E2F1A"/>
    <w:rsid w:val="003E30FD"/>
    <w:rsid w:val="003E3E30"/>
    <w:rsid w:val="003E43FE"/>
    <w:rsid w:val="003E45E9"/>
    <w:rsid w:val="003E4F78"/>
    <w:rsid w:val="003E5074"/>
    <w:rsid w:val="003E550C"/>
    <w:rsid w:val="003E622D"/>
    <w:rsid w:val="003E69A7"/>
    <w:rsid w:val="003E6C5D"/>
    <w:rsid w:val="003E7F59"/>
    <w:rsid w:val="003F0240"/>
    <w:rsid w:val="003F058B"/>
    <w:rsid w:val="003F0BA9"/>
    <w:rsid w:val="003F13CD"/>
    <w:rsid w:val="003F18C3"/>
    <w:rsid w:val="003F1927"/>
    <w:rsid w:val="003F1B59"/>
    <w:rsid w:val="003F1E52"/>
    <w:rsid w:val="003F1ED9"/>
    <w:rsid w:val="003F29B8"/>
    <w:rsid w:val="003F33AD"/>
    <w:rsid w:val="003F3556"/>
    <w:rsid w:val="003F3EAA"/>
    <w:rsid w:val="003F40A4"/>
    <w:rsid w:val="003F4772"/>
    <w:rsid w:val="003F4B4A"/>
    <w:rsid w:val="003F4BAC"/>
    <w:rsid w:val="003F4CB1"/>
    <w:rsid w:val="003F4E4E"/>
    <w:rsid w:val="003F4EEA"/>
    <w:rsid w:val="003F53D5"/>
    <w:rsid w:val="003F570B"/>
    <w:rsid w:val="003F6AD1"/>
    <w:rsid w:val="003F6B6A"/>
    <w:rsid w:val="003F6D57"/>
    <w:rsid w:val="003F7CD2"/>
    <w:rsid w:val="003F7F45"/>
    <w:rsid w:val="004007E8"/>
    <w:rsid w:val="004011BD"/>
    <w:rsid w:val="0040134A"/>
    <w:rsid w:val="004013D8"/>
    <w:rsid w:val="00402754"/>
    <w:rsid w:val="00402B89"/>
    <w:rsid w:val="00402D4E"/>
    <w:rsid w:val="00403078"/>
    <w:rsid w:val="004044CD"/>
    <w:rsid w:val="00404F24"/>
    <w:rsid w:val="004050A2"/>
    <w:rsid w:val="0040564B"/>
    <w:rsid w:val="00405B7A"/>
    <w:rsid w:val="0040634B"/>
    <w:rsid w:val="004071EF"/>
    <w:rsid w:val="00410551"/>
    <w:rsid w:val="00411379"/>
    <w:rsid w:val="00411D0F"/>
    <w:rsid w:val="00411DF8"/>
    <w:rsid w:val="004124DF"/>
    <w:rsid w:val="0041282C"/>
    <w:rsid w:val="0041303B"/>
    <w:rsid w:val="00414024"/>
    <w:rsid w:val="00414834"/>
    <w:rsid w:val="00414EA9"/>
    <w:rsid w:val="00416180"/>
    <w:rsid w:val="00416E9A"/>
    <w:rsid w:val="00417048"/>
    <w:rsid w:val="0041731A"/>
    <w:rsid w:val="00417EF2"/>
    <w:rsid w:val="00420634"/>
    <w:rsid w:val="004209D4"/>
    <w:rsid w:val="00420B3F"/>
    <w:rsid w:val="00420DDA"/>
    <w:rsid w:val="00421454"/>
    <w:rsid w:val="004215AF"/>
    <w:rsid w:val="00421CF1"/>
    <w:rsid w:val="00422158"/>
    <w:rsid w:val="004222C7"/>
    <w:rsid w:val="00422D8C"/>
    <w:rsid w:val="00422F4E"/>
    <w:rsid w:val="0042346B"/>
    <w:rsid w:val="00424088"/>
    <w:rsid w:val="004241E6"/>
    <w:rsid w:val="004245FD"/>
    <w:rsid w:val="00424A11"/>
    <w:rsid w:val="00424AD9"/>
    <w:rsid w:val="004259C8"/>
    <w:rsid w:val="00425BAD"/>
    <w:rsid w:val="00425C1C"/>
    <w:rsid w:val="00425C7B"/>
    <w:rsid w:val="00426A3C"/>
    <w:rsid w:val="00427838"/>
    <w:rsid w:val="00430037"/>
    <w:rsid w:val="004301A6"/>
    <w:rsid w:val="004301C4"/>
    <w:rsid w:val="004308AD"/>
    <w:rsid w:val="0043095B"/>
    <w:rsid w:val="0043097A"/>
    <w:rsid w:val="00430CBA"/>
    <w:rsid w:val="004310D6"/>
    <w:rsid w:val="004324AD"/>
    <w:rsid w:val="00433265"/>
    <w:rsid w:val="0043360B"/>
    <w:rsid w:val="00433E0E"/>
    <w:rsid w:val="00433E86"/>
    <w:rsid w:val="00433E9F"/>
    <w:rsid w:val="004343C9"/>
    <w:rsid w:val="00434548"/>
    <w:rsid w:val="004347D9"/>
    <w:rsid w:val="00434A50"/>
    <w:rsid w:val="00435130"/>
    <w:rsid w:val="004354D2"/>
    <w:rsid w:val="00435526"/>
    <w:rsid w:val="004361C7"/>
    <w:rsid w:val="00436A9C"/>
    <w:rsid w:val="00436D59"/>
    <w:rsid w:val="004372CC"/>
    <w:rsid w:val="00437342"/>
    <w:rsid w:val="0043747C"/>
    <w:rsid w:val="004378CA"/>
    <w:rsid w:val="00437ABA"/>
    <w:rsid w:val="00440141"/>
    <w:rsid w:val="0044019B"/>
    <w:rsid w:val="00440274"/>
    <w:rsid w:val="0044116A"/>
    <w:rsid w:val="004411BF"/>
    <w:rsid w:val="00441409"/>
    <w:rsid w:val="00441599"/>
    <w:rsid w:val="00441ABA"/>
    <w:rsid w:val="0044222D"/>
    <w:rsid w:val="00442D7D"/>
    <w:rsid w:val="00443201"/>
    <w:rsid w:val="004438B6"/>
    <w:rsid w:val="00443D4B"/>
    <w:rsid w:val="004441B5"/>
    <w:rsid w:val="00444937"/>
    <w:rsid w:val="00444A5C"/>
    <w:rsid w:val="00444C51"/>
    <w:rsid w:val="00445F68"/>
    <w:rsid w:val="00447ED8"/>
    <w:rsid w:val="00450734"/>
    <w:rsid w:val="00450B36"/>
    <w:rsid w:val="00450D37"/>
    <w:rsid w:val="00451276"/>
    <w:rsid w:val="00452474"/>
    <w:rsid w:val="004525A2"/>
    <w:rsid w:val="004531DD"/>
    <w:rsid w:val="00453687"/>
    <w:rsid w:val="004537BB"/>
    <w:rsid w:val="00453F4B"/>
    <w:rsid w:val="00455A60"/>
    <w:rsid w:val="00455B78"/>
    <w:rsid w:val="00456576"/>
    <w:rsid w:val="00456B6A"/>
    <w:rsid w:val="004570DD"/>
    <w:rsid w:val="0045798C"/>
    <w:rsid w:val="00457A54"/>
    <w:rsid w:val="004601FA"/>
    <w:rsid w:val="00460203"/>
    <w:rsid w:val="004607C2"/>
    <w:rsid w:val="0046085C"/>
    <w:rsid w:val="00461B0B"/>
    <w:rsid w:val="00461DB5"/>
    <w:rsid w:val="00463D18"/>
    <w:rsid w:val="00463FAC"/>
    <w:rsid w:val="004641D4"/>
    <w:rsid w:val="00464500"/>
    <w:rsid w:val="004645F5"/>
    <w:rsid w:val="00465215"/>
    <w:rsid w:val="004656C4"/>
    <w:rsid w:val="004658D2"/>
    <w:rsid w:val="00466727"/>
    <w:rsid w:val="00466C0B"/>
    <w:rsid w:val="00466C27"/>
    <w:rsid w:val="0046749F"/>
    <w:rsid w:val="004677BC"/>
    <w:rsid w:val="00467FB6"/>
    <w:rsid w:val="00470B45"/>
    <w:rsid w:val="00471203"/>
    <w:rsid w:val="0047189F"/>
    <w:rsid w:val="00471DE3"/>
    <w:rsid w:val="00472628"/>
    <w:rsid w:val="0047395E"/>
    <w:rsid w:val="00473BAD"/>
    <w:rsid w:val="0047429A"/>
    <w:rsid w:val="00474542"/>
    <w:rsid w:val="00474852"/>
    <w:rsid w:val="00474C9A"/>
    <w:rsid w:val="004751E1"/>
    <w:rsid w:val="00475683"/>
    <w:rsid w:val="00475CB0"/>
    <w:rsid w:val="004760A1"/>
    <w:rsid w:val="004766D7"/>
    <w:rsid w:val="004768BC"/>
    <w:rsid w:val="00477740"/>
    <w:rsid w:val="00477981"/>
    <w:rsid w:val="00477B86"/>
    <w:rsid w:val="00477D8F"/>
    <w:rsid w:val="00480560"/>
    <w:rsid w:val="00481A09"/>
    <w:rsid w:val="00481B3F"/>
    <w:rsid w:val="00481DF0"/>
    <w:rsid w:val="004826EB"/>
    <w:rsid w:val="00483086"/>
    <w:rsid w:val="004831E6"/>
    <w:rsid w:val="00483CBD"/>
    <w:rsid w:val="004840C3"/>
    <w:rsid w:val="00484136"/>
    <w:rsid w:val="004844F7"/>
    <w:rsid w:val="0048475E"/>
    <w:rsid w:val="004847FE"/>
    <w:rsid w:val="00485170"/>
    <w:rsid w:val="00485F4C"/>
    <w:rsid w:val="004861CD"/>
    <w:rsid w:val="0048693E"/>
    <w:rsid w:val="00487123"/>
    <w:rsid w:val="004873A4"/>
    <w:rsid w:val="0049045B"/>
    <w:rsid w:val="004906B7"/>
    <w:rsid w:val="00490F99"/>
    <w:rsid w:val="004916F7"/>
    <w:rsid w:val="0049184B"/>
    <w:rsid w:val="00491B1A"/>
    <w:rsid w:val="00492EEB"/>
    <w:rsid w:val="00493109"/>
    <w:rsid w:val="00493300"/>
    <w:rsid w:val="004938E4"/>
    <w:rsid w:val="00493A0C"/>
    <w:rsid w:val="004940AE"/>
    <w:rsid w:val="00494654"/>
    <w:rsid w:val="00494718"/>
    <w:rsid w:val="004949C0"/>
    <w:rsid w:val="00494D69"/>
    <w:rsid w:val="00494EE3"/>
    <w:rsid w:val="00495281"/>
    <w:rsid w:val="00495FA3"/>
    <w:rsid w:val="00496713"/>
    <w:rsid w:val="00496F53"/>
    <w:rsid w:val="004A054E"/>
    <w:rsid w:val="004A06DD"/>
    <w:rsid w:val="004A09B2"/>
    <w:rsid w:val="004A0A19"/>
    <w:rsid w:val="004A1C35"/>
    <w:rsid w:val="004A22BA"/>
    <w:rsid w:val="004A2470"/>
    <w:rsid w:val="004A2575"/>
    <w:rsid w:val="004A2CEA"/>
    <w:rsid w:val="004A2E20"/>
    <w:rsid w:val="004A323C"/>
    <w:rsid w:val="004A363B"/>
    <w:rsid w:val="004A4E2D"/>
    <w:rsid w:val="004A523C"/>
    <w:rsid w:val="004A5AE3"/>
    <w:rsid w:val="004A67FA"/>
    <w:rsid w:val="004A6979"/>
    <w:rsid w:val="004A6B65"/>
    <w:rsid w:val="004A7B26"/>
    <w:rsid w:val="004B02AA"/>
    <w:rsid w:val="004B0E3A"/>
    <w:rsid w:val="004B2AF1"/>
    <w:rsid w:val="004B32E7"/>
    <w:rsid w:val="004B3651"/>
    <w:rsid w:val="004B3DE1"/>
    <w:rsid w:val="004B3FC2"/>
    <w:rsid w:val="004B4017"/>
    <w:rsid w:val="004B40AF"/>
    <w:rsid w:val="004B44A3"/>
    <w:rsid w:val="004B4DBA"/>
    <w:rsid w:val="004B5953"/>
    <w:rsid w:val="004B7257"/>
    <w:rsid w:val="004B7699"/>
    <w:rsid w:val="004B788F"/>
    <w:rsid w:val="004C050C"/>
    <w:rsid w:val="004C0CFD"/>
    <w:rsid w:val="004C1073"/>
    <w:rsid w:val="004C1E62"/>
    <w:rsid w:val="004C2091"/>
    <w:rsid w:val="004C2846"/>
    <w:rsid w:val="004C2996"/>
    <w:rsid w:val="004C3212"/>
    <w:rsid w:val="004C392E"/>
    <w:rsid w:val="004C4E6C"/>
    <w:rsid w:val="004C537C"/>
    <w:rsid w:val="004C6441"/>
    <w:rsid w:val="004C65C5"/>
    <w:rsid w:val="004C6634"/>
    <w:rsid w:val="004C6899"/>
    <w:rsid w:val="004C6BC6"/>
    <w:rsid w:val="004C7236"/>
    <w:rsid w:val="004C7E54"/>
    <w:rsid w:val="004D0210"/>
    <w:rsid w:val="004D16AA"/>
    <w:rsid w:val="004D183A"/>
    <w:rsid w:val="004D1B7A"/>
    <w:rsid w:val="004D1F8A"/>
    <w:rsid w:val="004D322B"/>
    <w:rsid w:val="004D3B88"/>
    <w:rsid w:val="004D4E2E"/>
    <w:rsid w:val="004D50F3"/>
    <w:rsid w:val="004D55C2"/>
    <w:rsid w:val="004D5E85"/>
    <w:rsid w:val="004D6252"/>
    <w:rsid w:val="004D6AF0"/>
    <w:rsid w:val="004D6D9A"/>
    <w:rsid w:val="004D6FF8"/>
    <w:rsid w:val="004D72F3"/>
    <w:rsid w:val="004D7AA4"/>
    <w:rsid w:val="004E033E"/>
    <w:rsid w:val="004E0390"/>
    <w:rsid w:val="004E145A"/>
    <w:rsid w:val="004E1735"/>
    <w:rsid w:val="004E1898"/>
    <w:rsid w:val="004E19CC"/>
    <w:rsid w:val="004E1EB9"/>
    <w:rsid w:val="004E2C36"/>
    <w:rsid w:val="004E4529"/>
    <w:rsid w:val="004E4A22"/>
    <w:rsid w:val="004E58F9"/>
    <w:rsid w:val="004E59DE"/>
    <w:rsid w:val="004E62E5"/>
    <w:rsid w:val="004E63FB"/>
    <w:rsid w:val="004E7C21"/>
    <w:rsid w:val="004F1150"/>
    <w:rsid w:val="004F18F7"/>
    <w:rsid w:val="004F3912"/>
    <w:rsid w:val="004F3AF2"/>
    <w:rsid w:val="004F3C54"/>
    <w:rsid w:val="004F3F01"/>
    <w:rsid w:val="004F4036"/>
    <w:rsid w:val="004F4093"/>
    <w:rsid w:val="004F46C6"/>
    <w:rsid w:val="004F4E36"/>
    <w:rsid w:val="004F535A"/>
    <w:rsid w:val="004F598E"/>
    <w:rsid w:val="004F5D4B"/>
    <w:rsid w:val="004F5F81"/>
    <w:rsid w:val="004F67E1"/>
    <w:rsid w:val="004F6B29"/>
    <w:rsid w:val="004F74EB"/>
    <w:rsid w:val="004F7E13"/>
    <w:rsid w:val="004F7E32"/>
    <w:rsid w:val="004F7F1E"/>
    <w:rsid w:val="00500EC8"/>
    <w:rsid w:val="00500F5F"/>
    <w:rsid w:val="00501025"/>
    <w:rsid w:val="00501197"/>
    <w:rsid w:val="005011AB"/>
    <w:rsid w:val="00501320"/>
    <w:rsid w:val="005017D1"/>
    <w:rsid w:val="00501DFE"/>
    <w:rsid w:val="0050276F"/>
    <w:rsid w:val="005033DD"/>
    <w:rsid w:val="00503439"/>
    <w:rsid w:val="00503878"/>
    <w:rsid w:val="00503D77"/>
    <w:rsid w:val="00504170"/>
    <w:rsid w:val="00504EB8"/>
    <w:rsid w:val="005057E1"/>
    <w:rsid w:val="00505B58"/>
    <w:rsid w:val="00505EB0"/>
    <w:rsid w:val="005061A7"/>
    <w:rsid w:val="00507392"/>
    <w:rsid w:val="005076CE"/>
    <w:rsid w:val="0050770A"/>
    <w:rsid w:val="00507913"/>
    <w:rsid w:val="00507939"/>
    <w:rsid w:val="00507CF6"/>
    <w:rsid w:val="00510179"/>
    <w:rsid w:val="00510A19"/>
    <w:rsid w:val="00510AD6"/>
    <w:rsid w:val="00510E15"/>
    <w:rsid w:val="00511608"/>
    <w:rsid w:val="00511881"/>
    <w:rsid w:val="00513C35"/>
    <w:rsid w:val="00513E49"/>
    <w:rsid w:val="00514133"/>
    <w:rsid w:val="0051466F"/>
    <w:rsid w:val="00514AE0"/>
    <w:rsid w:val="00514F65"/>
    <w:rsid w:val="00514FE5"/>
    <w:rsid w:val="0051599B"/>
    <w:rsid w:val="00516182"/>
    <w:rsid w:val="005163F4"/>
    <w:rsid w:val="00516B57"/>
    <w:rsid w:val="00517843"/>
    <w:rsid w:val="005215C0"/>
    <w:rsid w:val="00521B78"/>
    <w:rsid w:val="005227C1"/>
    <w:rsid w:val="00524829"/>
    <w:rsid w:val="00524DE3"/>
    <w:rsid w:val="005253A1"/>
    <w:rsid w:val="00525400"/>
    <w:rsid w:val="00526C55"/>
    <w:rsid w:val="0052785D"/>
    <w:rsid w:val="00527F94"/>
    <w:rsid w:val="00527FF3"/>
    <w:rsid w:val="0053030D"/>
    <w:rsid w:val="0053050A"/>
    <w:rsid w:val="0053127C"/>
    <w:rsid w:val="00531650"/>
    <w:rsid w:val="0053193D"/>
    <w:rsid w:val="0053263D"/>
    <w:rsid w:val="0053307C"/>
    <w:rsid w:val="00533377"/>
    <w:rsid w:val="0053377B"/>
    <w:rsid w:val="00534797"/>
    <w:rsid w:val="005348E5"/>
    <w:rsid w:val="00535180"/>
    <w:rsid w:val="0053569F"/>
    <w:rsid w:val="005362D2"/>
    <w:rsid w:val="00536B58"/>
    <w:rsid w:val="00536E3E"/>
    <w:rsid w:val="00537058"/>
    <w:rsid w:val="005371C4"/>
    <w:rsid w:val="005373DC"/>
    <w:rsid w:val="00537623"/>
    <w:rsid w:val="00540CFC"/>
    <w:rsid w:val="00541255"/>
    <w:rsid w:val="005413DE"/>
    <w:rsid w:val="0054216B"/>
    <w:rsid w:val="00542BAC"/>
    <w:rsid w:val="00542C01"/>
    <w:rsid w:val="00542F83"/>
    <w:rsid w:val="0054326A"/>
    <w:rsid w:val="00544C5E"/>
    <w:rsid w:val="0054572F"/>
    <w:rsid w:val="0054619C"/>
    <w:rsid w:val="00546B77"/>
    <w:rsid w:val="00546F07"/>
    <w:rsid w:val="005479BB"/>
    <w:rsid w:val="00547C67"/>
    <w:rsid w:val="00547F56"/>
    <w:rsid w:val="00550853"/>
    <w:rsid w:val="005511C5"/>
    <w:rsid w:val="005515B4"/>
    <w:rsid w:val="00552112"/>
    <w:rsid w:val="00552265"/>
    <w:rsid w:val="00552360"/>
    <w:rsid w:val="00552770"/>
    <w:rsid w:val="0055425D"/>
    <w:rsid w:val="00555FC0"/>
    <w:rsid w:val="00556CA3"/>
    <w:rsid w:val="00556FE8"/>
    <w:rsid w:val="005576E8"/>
    <w:rsid w:val="0055786C"/>
    <w:rsid w:val="00557B77"/>
    <w:rsid w:val="00557E53"/>
    <w:rsid w:val="005601E1"/>
    <w:rsid w:val="00560A20"/>
    <w:rsid w:val="00560E56"/>
    <w:rsid w:val="005614C2"/>
    <w:rsid w:val="005619EA"/>
    <w:rsid w:val="00562169"/>
    <w:rsid w:val="005624AF"/>
    <w:rsid w:val="00562722"/>
    <w:rsid w:val="005629A7"/>
    <w:rsid w:val="00562E11"/>
    <w:rsid w:val="00562E8C"/>
    <w:rsid w:val="00563046"/>
    <w:rsid w:val="00563DB0"/>
    <w:rsid w:val="005642D0"/>
    <w:rsid w:val="005646A9"/>
    <w:rsid w:val="005651A6"/>
    <w:rsid w:val="00565D6A"/>
    <w:rsid w:val="00566079"/>
    <w:rsid w:val="005661DB"/>
    <w:rsid w:val="00566B5E"/>
    <w:rsid w:val="00566F17"/>
    <w:rsid w:val="00567258"/>
    <w:rsid w:val="0056779C"/>
    <w:rsid w:val="00567944"/>
    <w:rsid w:val="00567DDE"/>
    <w:rsid w:val="00570087"/>
    <w:rsid w:val="0057031E"/>
    <w:rsid w:val="005703DE"/>
    <w:rsid w:val="00570729"/>
    <w:rsid w:val="00570D11"/>
    <w:rsid w:val="005711E3"/>
    <w:rsid w:val="005714B6"/>
    <w:rsid w:val="00571947"/>
    <w:rsid w:val="00571F95"/>
    <w:rsid w:val="005726E6"/>
    <w:rsid w:val="00572A65"/>
    <w:rsid w:val="00572BA3"/>
    <w:rsid w:val="00572E9F"/>
    <w:rsid w:val="0057349A"/>
    <w:rsid w:val="0057349E"/>
    <w:rsid w:val="005737B7"/>
    <w:rsid w:val="00573921"/>
    <w:rsid w:val="00574959"/>
    <w:rsid w:val="00576502"/>
    <w:rsid w:val="005765BF"/>
    <w:rsid w:val="005771CD"/>
    <w:rsid w:val="00577654"/>
    <w:rsid w:val="00577CA3"/>
    <w:rsid w:val="00577F06"/>
    <w:rsid w:val="005804A5"/>
    <w:rsid w:val="00580567"/>
    <w:rsid w:val="0058088E"/>
    <w:rsid w:val="00580CB2"/>
    <w:rsid w:val="005810B0"/>
    <w:rsid w:val="0058137A"/>
    <w:rsid w:val="00581765"/>
    <w:rsid w:val="00581B34"/>
    <w:rsid w:val="00581D5B"/>
    <w:rsid w:val="00581D80"/>
    <w:rsid w:val="005828E7"/>
    <w:rsid w:val="00583109"/>
    <w:rsid w:val="00583AC3"/>
    <w:rsid w:val="00584748"/>
    <w:rsid w:val="005866EF"/>
    <w:rsid w:val="00586DA2"/>
    <w:rsid w:val="00587613"/>
    <w:rsid w:val="0058769E"/>
    <w:rsid w:val="005876B0"/>
    <w:rsid w:val="005877A4"/>
    <w:rsid w:val="00587BA1"/>
    <w:rsid w:val="00587BF7"/>
    <w:rsid w:val="0059035E"/>
    <w:rsid w:val="0059090D"/>
    <w:rsid w:val="005914AF"/>
    <w:rsid w:val="00591DCC"/>
    <w:rsid w:val="00592DA2"/>
    <w:rsid w:val="00592F61"/>
    <w:rsid w:val="0059455D"/>
    <w:rsid w:val="00594B88"/>
    <w:rsid w:val="00594E55"/>
    <w:rsid w:val="005951ED"/>
    <w:rsid w:val="00595748"/>
    <w:rsid w:val="00595BA6"/>
    <w:rsid w:val="00595E78"/>
    <w:rsid w:val="005968D7"/>
    <w:rsid w:val="0059692A"/>
    <w:rsid w:val="00596CBA"/>
    <w:rsid w:val="005974CF"/>
    <w:rsid w:val="00597596"/>
    <w:rsid w:val="00597662"/>
    <w:rsid w:val="00597FFE"/>
    <w:rsid w:val="005A0431"/>
    <w:rsid w:val="005A0DAA"/>
    <w:rsid w:val="005A103B"/>
    <w:rsid w:val="005A1406"/>
    <w:rsid w:val="005A14BB"/>
    <w:rsid w:val="005A19BB"/>
    <w:rsid w:val="005A224D"/>
    <w:rsid w:val="005A262D"/>
    <w:rsid w:val="005A273F"/>
    <w:rsid w:val="005A278C"/>
    <w:rsid w:val="005A429F"/>
    <w:rsid w:val="005A47B8"/>
    <w:rsid w:val="005A47F1"/>
    <w:rsid w:val="005A4AAA"/>
    <w:rsid w:val="005A5526"/>
    <w:rsid w:val="005A5EEB"/>
    <w:rsid w:val="005A5FBB"/>
    <w:rsid w:val="005A670E"/>
    <w:rsid w:val="005A68DD"/>
    <w:rsid w:val="005A7640"/>
    <w:rsid w:val="005B0251"/>
    <w:rsid w:val="005B106E"/>
    <w:rsid w:val="005B159D"/>
    <w:rsid w:val="005B2A10"/>
    <w:rsid w:val="005B2C02"/>
    <w:rsid w:val="005B3503"/>
    <w:rsid w:val="005B35ED"/>
    <w:rsid w:val="005B3A0D"/>
    <w:rsid w:val="005B45EF"/>
    <w:rsid w:val="005B4E4B"/>
    <w:rsid w:val="005B4EEB"/>
    <w:rsid w:val="005B5D12"/>
    <w:rsid w:val="005B6456"/>
    <w:rsid w:val="005B68E0"/>
    <w:rsid w:val="005B696A"/>
    <w:rsid w:val="005B6D75"/>
    <w:rsid w:val="005B6DBE"/>
    <w:rsid w:val="005B7710"/>
    <w:rsid w:val="005B7F38"/>
    <w:rsid w:val="005C02A8"/>
    <w:rsid w:val="005C044A"/>
    <w:rsid w:val="005C0539"/>
    <w:rsid w:val="005C07E5"/>
    <w:rsid w:val="005C0B7D"/>
    <w:rsid w:val="005C1163"/>
    <w:rsid w:val="005C21B9"/>
    <w:rsid w:val="005C26FC"/>
    <w:rsid w:val="005C2C5F"/>
    <w:rsid w:val="005C2F58"/>
    <w:rsid w:val="005C388C"/>
    <w:rsid w:val="005C3F8D"/>
    <w:rsid w:val="005C456C"/>
    <w:rsid w:val="005C5A8E"/>
    <w:rsid w:val="005C5D1C"/>
    <w:rsid w:val="005C5F61"/>
    <w:rsid w:val="005C710E"/>
    <w:rsid w:val="005C7B29"/>
    <w:rsid w:val="005C7D0D"/>
    <w:rsid w:val="005D02D0"/>
    <w:rsid w:val="005D048F"/>
    <w:rsid w:val="005D0549"/>
    <w:rsid w:val="005D09B9"/>
    <w:rsid w:val="005D0C8C"/>
    <w:rsid w:val="005D0FFF"/>
    <w:rsid w:val="005D103B"/>
    <w:rsid w:val="005D14FA"/>
    <w:rsid w:val="005D16E0"/>
    <w:rsid w:val="005D172A"/>
    <w:rsid w:val="005D18EB"/>
    <w:rsid w:val="005D2DA4"/>
    <w:rsid w:val="005D30F3"/>
    <w:rsid w:val="005D40B2"/>
    <w:rsid w:val="005D4800"/>
    <w:rsid w:val="005D56DF"/>
    <w:rsid w:val="005D5835"/>
    <w:rsid w:val="005D5A5C"/>
    <w:rsid w:val="005D67BF"/>
    <w:rsid w:val="005D70CD"/>
    <w:rsid w:val="005D7278"/>
    <w:rsid w:val="005D7400"/>
    <w:rsid w:val="005D75F0"/>
    <w:rsid w:val="005D76E3"/>
    <w:rsid w:val="005D77AD"/>
    <w:rsid w:val="005D7C32"/>
    <w:rsid w:val="005E0565"/>
    <w:rsid w:val="005E056F"/>
    <w:rsid w:val="005E072A"/>
    <w:rsid w:val="005E0ED9"/>
    <w:rsid w:val="005E1268"/>
    <w:rsid w:val="005E1A09"/>
    <w:rsid w:val="005E1DF4"/>
    <w:rsid w:val="005E217E"/>
    <w:rsid w:val="005E21B4"/>
    <w:rsid w:val="005E2999"/>
    <w:rsid w:val="005E2AF3"/>
    <w:rsid w:val="005E320B"/>
    <w:rsid w:val="005E3599"/>
    <w:rsid w:val="005E3FDE"/>
    <w:rsid w:val="005E4F2A"/>
    <w:rsid w:val="005E587E"/>
    <w:rsid w:val="005E5ADE"/>
    <w:rsid w:val="005E5F2E"/>
    <w:rsid w:val="005E6F86"/>
    <w:rsid w:val="005E7360"/>
    <w:rsid w:val="005F05BB"/>
    <w:rsid w:val="005F08C5"/>
    <w:rsid w:val="005F1A68"/>
    <w:rsid w:val="005F2B21"/>
    <w:rsid w:val="005F2F6A"/>
    <w:rsid w:val="005F350F"/>
    <w:rsid w:val="005F3DC1"/>
    <w:rsid w:val="005F45F2"/>
    <w:rsid w:val="005F4A2B"/>
    <w:rsid w:val="005F4C55"/>
    <w:rsid w:val="005F6067"/>
    <w:rsid w:val="005F6325"/>
    <w:rsid w:val="005F6707"/>
    <w:rsid w:val="005F6E56"/>
    <w:rsid w:val="005F6F14"/>
    <w:rsid w:val="005F72CE"/>
    <w:rsid w:val="005F7CFB"/>
    <w:rsid w:val="006002F7"/>
    <w:rsid w:val="00600718"/>
    <w:rsid w:val="006008AC"/>
    <w:rsid w:val="0060094D"/>
    <w:rsid w:val="00601A7C"/>
    <w:rsid w:val="00601E13"/>
    <w:rsid w:val="00601EC1"/>
    <w:rsid w:val="00601F63"/>
    <w:rsid w:val="00602374"/>
    <w:rsid w:val="00602423"/>
    <w:rsid w:val="00602920"/>
    <w:rsid w:val="00602C39"/>
    <w:rsid w:val="00602CED"/>
    <w:rsid w:val="00602D2C"/>
    <w:rsid w:val="006031EF"/>
    <w:rsid w:val="006036FF"/>
    <w:rsid w:val="006040DB"/>
    <w:rsid w:val="0060470A"/>
    <w:rsid w:val="00604812"/>
    <w:rsid w:val="00604879"/>
    <w:rsid w:val="00604F4F"/>
    <w:rsid w:val="00604F81"/>
    <w:rsid w:val="00605882"/>
    <w:rsid w:val="00605A73"/>
    <w:rsid w:val="00605E34"/>
    <w:rsid w:val="006062FD"/>
    <w:rsid w:val="00606F17"/>
    <w:rsid w:val="0060719F"/>
    <w:rsid w:val="00607B43"/>
    <w:rsid w:val="00610BEB"/>
    <w:rsid w:val="006114E2"/>
    <w:rsid w:val="00611F4D"/>
    <w:rsid w:val="00612131"/>
    <w:rsid w:val="00612EC5"/>
    <w:rsid w:val="00612FDB"/>
    <w:rsid w:val="00613140"/>
    <w:rsid w:val="00613A96"/>
    <w:rsid w:val="006141EA"/>
    <w:rsid w:val="006145D0"/>
    <w:rsid w:val="00614AE6"/>
    <w:rsid w:val="00614FEA"/>
    <w:rsid w:val="006154A1"/>
    <w:rsid w:val="00616B10"/>
    <w:rsid w:val="00616C7B"/>
    <w:rsid w:val="00616EBD"/>
    <w:rsid w:val="00616FA7"/>
    <w:rsid w:val="00617019"/>
    <w:rsid w:val="00617C28"/>
    <w:rsid w:val="006205EF"/>
    <w:rsid w:val="00620F72"/>
    <w:rsid w:val="00621617"/>
    <w:rsid w:val="00621A5B"/>
    <w:rsid w:val="00622454"/>
    <w:rsid w:val="00622597"/>
    <w:rsid w:val="00622AD9"/>
    <w:rsid w:val="00622B25"/>
    <w:rsid w:val="00622EEF"/>
    <w:rsid w:val="006230E7"/>
    <w:rsid w:val="00623131"/>
    <w:rsid w:val="00623F86"/>
    <w:rsid w:val="00624123"/>
    <w:rsid w:val="006247D3"/>
    <w:rsid w:val="00625F80"/>
    <w:rsid w:val="006301D0"/>
    <w:rsid w:val="0063198D"/>
    <w:rsid w:val="00631CA5"/>
    <w:rsid w:val="00631CEA"/>
    <w:rsid w:val="00632839"/>
    <w:rsid w:val="00632D4D"/>
    <w:rsid w:val="0063437E"/>
    <w:rsid w:val="00634585"/>
    <w:rsid w:val="00634B33"/>
    <w:rsid w:val="006358B4"/>
    <w:rsid w:val="00635BCF"/>
    <w:rsid w:val="00635BED"/>
    <w:rsid w:val="00635D86"/>
    <w:rsid w:val="006362A0"/>
    <w:rsid w:val="00636320"/>
    <w:rsid w:val="0063683B"/>
    <w:rsid w:val="006370FD"/>
    <w:rsid w:val="006371F1"/>
    <w:rsid w:val="00637460"/>
    <w:rsid w:val="00637D61"/>
    <w:rsid w:val="006403C6"/>
    <w:rsid w:val="0064044D"/>
    <w:rsid w:val="00641484"/>
    <w:rsid w:val="00641585"/>
    <w:rsid w:val="00641E17"/>
    <w:rsid w:val="00642738"/>
    <w:rsid w:val="00642955"/>
    <w:rsid w:val="00642BEF"/>
    <w:rsid w:val="00643B14"/>
    <w:rsid w:val="0064430D"/>
    <w:rsid w:val="006448F2"/>
    <w:rsid w:val="006449F6"/>
    <w:rsid w:val="006452F0"/>
    <w:rsid w:val="00645D91"/>
    <w:rsid w:val="006460B7"/>
    <w:rsid w:val="006467F1"/>
    <w:rsid w:val="00646F80"/>
    <w:rsid w:val="00647D8D"/>
    <w:rsid w:val="00647FB1"/>
    <w:rsid w:val="00650232"/>
    <w:rsid w:val="00650566"/>
    <w:rsid w:val="00650635"/>
    <w:rsid w:val="00650D71"/>
    <w:rsid w:val="006510E8"/>
    <w:rsid w:val="00651399"/>
    <w:rsid w:val="00651752"/>
    <w:rsid w:val="006518DA"/>
    <w:rsid w:val="00651986"/>
    <w:rsid w:val="00651DAE"/>
    <w:rsid w:val="00651F16"/>
    <w:rsid w:val="00652C8F"/>
    <w:rsid w:val="00652F52"/>
    <w:rsid w:val="00653394"/>
    <w:rsid w:val="00653C67"/>
    <w:rsid w:val="00655DCC"/>
    <w:rsid w:val="00655E94"/>
    <w:rsid w:val="00655F40"/>
    <w:rsid w:val="0065636C"/>
    <w:rsid w:val="00656E9A"/>
    <w:rsid w:val="00656EEE"/>
    <w:rsid w:val="006570F0"/>
    <w:rsid w:val="0065758F"/>
    <w:rsid w:val="0065785E"/>
    <w:rsid w:val="00657A29"/>
    <w:rsid w:val="0066052A"/>
    <w:rsid w:val="006606E7"/>
    <w:rsid w:val="00660994"/>
    <w:rsid w:val="00660BD9"/>
    <w:rsid w:val="00660DCE"/>
    <w:rsid w:val="006615DC"/>
    <w:rsid w:val="006624A1"/>
    <w:rsid w:val="00662914"/>
    <w:rsid w:val="00662E1A"/>
    <w:rsid w:val="00662E8F"/>
    <w:rsid w:val="00663365"/>
    <w:rsid w:val="0066336D"/>
    <w:rsid w:val="0066390A"/>
    <w:rsid w:val="00663BD4"/>
    <w:rsid w:val="00663F2C"/>
    <w:rsid w:val="006646E6"/>
    <w:rsid w:val="006647CF"/>
    <w:rsid w:val="0066507B"/>
    <w:rsid w:val="0066582D"/>
    <w:rsid w:val="006659FE"/>
    <w:rsid w:val="00665D65"/>
    <w:rsid w:val="006660AF"/>
    <w:rsid w:val="00666789"/>
    <w:rsid w:val="006669BA"/>
    <w:rsid w:val="00666B2F"/>
    <w:rsid w:val="00666BC0"/>
    <w:rsid w:val="00666C03"/>
    <w:rsid w:val="00667793"/>
    <w:rsid w:val="00667C70"/>
    <w:rsid w:val="00667C88"/>
    <w:rsid w:val="00670C9B"/>
    <w:rsid w:val="00671015"/>
    <w:rsid w:val="00671B24"/>
    <w:rsid w:val="006727EC"/>
    <w:rsid w:val="006728D5"/>
    <w:rsid w:val="00672914"/>
    <w:rsid w:val="00672A8D"/>
    <w:rsid w:val="00672CCE"/>
    <w:rsid w:val="006733AE"/>
    <w:rsid w:val="00673DD0"/>
    <w:rsid w:val="00673EFE"/>
    <w:rsid w:val="006747DD"/>
    <w:rsid w:val="006749ED"/>
    <w:rsid w:val="00675450"/>
    <w:rsid w:val="00675A2D"/>
    <w:rsid w:val="00675C6A"/>
    <w:rsid w:val="00675CBE"/>
    <w:rsid w:val="00676487"/>
    <w:rsid w:val="0067698A"/>
    <w:rsid w:val="00677369"/>
    <w:rsid w:val="0068022C"/>
    <w:rsid w:val="00680AE7"/>
    <w:rsid w:val="00680C40"/>
    <w:rsid w:val="00680F21"/>
    <w:rsid w:val="00681233"/>
    <w:rsid w:val="0068169C"/>
    <w:rsid w:val="00681A3F"/>
    <w:rsid w:val="0068377C"/>
    <w:rsid w:val="00683EC7"/>
    <w:rsid w:val="00684AE8"/>
    <w:rsid w:val="00684C4B"/>
    <w:rsid w:val="00685BE5"/>
    <w:rsid w:val="00686722"/>
    <w:rsid w:val="00686881"/>
    <w:rsid w:val="006869C3"/>
    <w:rsid w:val="006877C5"/>
    <w:rsid w:val="00687883"/>
    <w:rsid w:val="00690451"/>
    <w:rsid w:val="0069087C"/>
    <w:rsid w:val="00690FBC"/>
    <w:rsid w:val="0069105A"/>
    <w:rsid w:val="00691A9D"/>
    <w:rsid w:val="00692926"/>
    <w:rsid w:val="00693BD2"/>
    <w:rsid w:val="006940C3"/>
    <w:rsid w:val="00695532"/>
    <w:rsid w:val="00695B54"/>
    <w:rsid w:val="00696A32"/>
    <w:rsid w:val="00696C5C"/>
    <w:rsid w:val="00696D77"/>
    <w:rsid w:val="0069747B"/>
    <w:rsid w:val="00697731"/>
    <w:rsid w:val="006A0BFC"/>
    <w:rsid w:val="006A0F2F"/>
    <w:rsid w:val="006A1DE9"/>
    <w:rsid w:val="006A28CD"/>
    <w:rsid w:val="006A3447"/>
    <w:rsid w:val="006A36B3"/>
    <w:rsid w:val="006A3AD2"/>
    <w:rsid w:val="006A458A"/>
    <w:rsid w:val="006A4679"/>
    <w:rsid w:val="006A497F"/>
    <w:rsid w:val="006A52F5"/>
    <w:rsid w:val="006A5646"/>
    <w:rsid w:val="006A65BF"/>
    <w:rsid w:val="006A6F50"/>
    <w:rsid w:val="006A7636"/>
    <w:rsid w:val="006A7892"/>
    <w:rsid w:val="006A7CAA"/>
    <w:rsid w:val="006B119F"/>
    <w:rsid w:val="006B1216"/>
    <w:rsid w:val="006B1398"/>
    <w:rsid w:val="006B14CC"/>
    <w:rsid w:val="006B39B5"/>
    <w:rsid w:val="006B3C53"/>
    <w:rsid w:val="006B42F5"/>
    <w:rsid w:val="006B43E1"/>
    <w:rsid w:val="006B44B6"/>
    <w:rsid w:val="006B529D"/>
    <w:rsid w:val="006B52D1"/>
    <w:rsid w:val="006B533C"/>
    <w:rsid w:val="006B5633"/>
    <w:rsid w:val="006B5A64"/>
    <w:rsid w:val="006B5C41"/>
    <w:rsid w:val="006B5FD4"/>
    <w:rsid w:val="006B62F7"/>
    <w:rsid w:val="006B67FA"/>
    <w:rsid w:val="006B6948"/>
    <w:rsid w:val="006B71DB"/>
    <w:rsid w:val="006B765B"/>
    <w:rsid w:val="006B768B"/>
    <w:rsid w:val="006C13A4"/>
    <w:rsid w:val="006C149A"/>
    <w:rsid w:val="006C1C01"/>
    <w:rsid w:val="006C227C"/>
    <w:rsid w:val="006C2576"/>
    <w:rsid w:val="006C2637"/>
    <w:rsid w:val="006C2775"/>
    <w:rsid w:val="006C2D01"/>
    <w:rsid w:val="006C2E3C"/>
    <w:rsid w:val="006C2EF8"/>
    <w:rsid w:val="006C35CC"/>
    <w:rsid w:val="006C3607"/>
    <w:rsid w:val="006C387A"/>
    <w:rsid w:val="006C3BC1"/>
    <w:rsid w:val="006C48AA"/>
    <w:rsid w:val="006C4BAE"/>
    <w:rsid w:val="006C50FF"/>
    <w:rsid w:val="006C5436"/>
    <w:rsid w:val="006C54D0"/>
    <w:rsid w:val="006C5CEE"/>
    <w:rsid w:val="006C5DC4"/>
    <w:rsid w:val="006C6E4D"/>
    <w:rsid w:val="006C7BB2"/>
    <w:rsid w:val="006D0131"/>
    <w:rsid w:val="006D061D"/>
    <w:rsid w:val="006D0E10"/>
    <w:rsid w:val="006D1B28"/>
    <w:rsid w:val="006D5B19"/>
    <w:rsid w:val="006D5C3A"/>
    <w:rsid w:val="006D5CC0"/>
    <w:rsid w:val="006D6317"/>
    <w:rsid w:val="006D63CF"/>
    <w:rsid w:val="006D66EF"/>
    <w:rsid w:val="006D7CCD"/>
    <w:rsid w:val="006E0093"/>
    <w:rsid w:val="006E02E0"/>
    <w:rsid w:val="006E0F7F"/>
    <w:rsid w:val="006E0FB7"/>
    <w:rsid w:val="006E1078"/>
    <w:rsid w:val="006E2702"/>
    <w:rsid w:val="006E2E55"/>
    <w:rsid w:val="006E33C7"/>
    <w:rsid w:val="006E3405"/>
    <w:rsid w:val="006E3AC4"/>
    <w:rsid w:val="006E3E88"/>
    <w:rsid w:val="006E4DFB"/>
    <w:rsid w:val="006E5416"/>
    <w:rsid w:val="006E56BA"/>
    <w:rsid w:val="006E5FBC"/>
    <w:rsid w:val="006E65EF"/>
    <w:rsid w:val="006E7142"/>
    <w:rsid w:val="006F11B9"/>
    <w:rsid w:val="006F3415"/>
    <w:rsid w:val="006F369F"/>
    <w:rsid w:val="006F38D0"/>
    <w:rsid w:val="006F46A4"/>
    <w:rsid w:val="006F5949"/>
    <w:rsid w:val="006F62D6"/>
    <w:rsid w:val="006F63FB"/>
    <w:rsid w:val="006F68C6"/>
    <w:rsid w:val="006F690F"/>
    <w:rsid w:val="006F6FDA"/>
    <w:rsid w:val="006F73A7"/>
    <w:rsid w:val="006F7951"/>
    <w:rsid w:val="007007CD"/>
    <w:rsid w:val="00700A3A"/>
    <w:rsid w:val="00701370"/>
    <w:rsid w:val="0070145B"/>
    <w:rsid w:val="0070158D"/>
    <w:rsid w:val="007021AF"/>
    <w:rsid w:val="007026BA"/>
    <w:rsid w:val="00702751"/>
    <w:rsid w:val="00702A6D"/>
    <w:rsid w:val="00702D53"/>
    <w:rsid w:val="00703339"/>
    <w:rsid w:val="00703A90"/>
    <w:rsid w:val="00704001"/>
    <w:rsid w:val="00704680"/>
    <w:rsid w:val="0070473B"/>
    <w:rsid w:val="007047C5"/>
    <w:rsid w:val="00704B5F"/>
    <w:rsid w:val="0070558B"/>
    <w:rsid w:val="007060CD"/>
    <w:rsid w:val="00706878"/>
    <w:rsid w:val="0070696C"/>
    <w:rsid w:val="007069FC"/>
    <w:rsid w:val="00706EB5"/>
    <w:rsid w:val="00707458"/>
    <w:rsid w:val="00707BFF"/>
    <w:rsid w:val="00707C79"/>
    <w:rsid w:val="00710B20"/>
    <w:rsid w:val="007112C3"/>
    <w:rsid w:val="00711551"/>
    <w:rsid w:val="0071215C"/>
    <w:rsid w:val="00712219"/>
    <w:rsid w:val="0071228E"/>
    <w:rsid w:val="0071275F"/>
    <w:rsid w:val="007128C4"/>
    <w:rsid w:val="00712B4D"/>
    <w:rsid w:val="007133AD"/>
    <w:rsid w:val="0071371B"/>
    <w:rsid w:val="00713BE7"/>
    <w:rsid w:val="00713D89"/>
    <w:rsid w:val="00714195"/>
    <w:rsid w:val="00714236"/>
    <w:rsid w:val="00714A11"/>
    <w:rsid w:val="00714C14"/>
    <w:rsid w:val="00715141"/>
    <w:rsid w:val="00715192"/>
    <w:rsid w:val="007151CE"/>
    <w:rsid w:val="007154FD"/>
    <w:rsid w:val="00715DBF"/>
    <w:rsid w:val="0071606B"/>
    <w:rsid w:val="00716377"/>
    <w:rsid w:val="0071701B"/>
    <w:rsid w:val="00717414"/>
    <w:rsid w:val="00717E95"/>
    <w:rsid w:val="007202E0"/>
    <w:rsid w:val="00720983"/>
    <w:rsid w:val="00720B21"/>
    <w:rsid w:val="0072164C"/>
    <w:rsid w:val="007223B6"/>
    <w:rsid w:val="00722645"/>
    <w:rsid w:val="00722D39"/>
    <w:rsid w:val="0072302E"/>
    <w:rsid w:val="00723217"/>
    <w:rsid w:val="007232EC"/>
    <w:rsid w:val="00723B93"/>
    <w:rsid w:val="007247B3"/>
    <w:rsid w:val="0072537E"/>
    <w:rsid w:val="007255C4"/>
    <w:rsid w:val="00725BB3"/>
    <w:rsid w:val="00725F88"/>
    <w:rsid w:val="00726972"/>
    <w:rsid w:val="00726AD9"/>
    <w:rsid w:val="00726F5D"/>
    <w:rsid w:val="00727664"/>
    <w:rsid w:val="00727A3A"/>
    <w:rsid w:val="00730381"/>
    <w:rsid w:val="007305CD"/>
    <w:rsid w:val="0073126B"/>
    <w:rsid w:val="00731B31"/>
    <w:rsid w:val="00732068"/>
    <w:rsid w:val="0073289D"/>
    <w:rsid w:val="00732EC4"/>
    <w:rsid w:val="00733510"/>
    <w:rsid w:val="00733E2B"/>
    <w:rsid w:val="00734F08"/>
    <w:rsid w:val="00735FF0"/>
    <w:rsid w:val="007368B1"/>
    <w:rsid w:val="00736AA2"/>
    <w:rsid w:val="007372D1"/>
    <w:rsid w:val="00737759"/>
    <w:rsid w:val="00737F23"/>
    <w:rsid w:val="007404CC"/>
    <w:rsid w:val="00740D2D"/>
    <w:rsid w:val="00741669"/>
    <w:rsid w:val="007417D5"/>
    <w:rsid w:val="007418DB"/>
    <w:rsid w:val="007422E4"/>
    <w:rsid w:val="0074242A"/>
    <w:rsid w:val="0074246E"/>
    <w:rsid w:val="007424AE"/>
    <w:rsid w:val="0074262D"/>
    <w:rsid w:val="007428DB"/>
    <w:rsid w:val="00742A33"/>
    <w:rsid w:val="00742F8F"/>
    <w:rsid w:val="00743103"/>
    <w:rsid w:val="00744F87"/>
    <w:rsid w:val="007459FD"/>
    <w:rsid w:val="00745BC9"/>
    <w:rsid w:val="00746002"/>
    <w:rsid w:val="00746B71"/>
    <w:rsid w:val="00747405"/>
    <w:rsid w:val="007502F3"/>
    <w:rsid w:val="0075038B"/>
    <w:rsid w:val="007510F1"/>
    <w:rsid w:val="00751797"/>
    <w:rsid w:val="00751AC5"/>
    <w:rsid w:val="00751B01"/>
    <w:rsid w:val="00751F41"/>
    <w:rsid w:val="0075215A"/>
    <w:rsid w:val="007523E3"/>
    <w:rsid w:val="007526F0"/>
    <w:rsid w:val="007529EA"/>
    <w:rsid w:val="00753B00"/>
    <w:rsid w:val="00753C6C"/>
    <w:rsid w:val="00754414"/>
    <w:rsid w:val="00754655"/>
    <w:rsid w:val="007547FF"/>
    <w:rsid w:val="00754D91"/>
    <w:rsid w:val="00754E28"/>
    <w:rsid w:val="00754FD4"/>
    <w:rsid w:val="00754FDE"/>
    <w:rsid w:val="00755A2A"/>
    <w:rsid w:val="00755C68"/>
    <w:rsid w:val="00755FCD"/>
    <w:rsid w:val="007560B8"/>
    <w:rsid w:val="0075655E"/>
    <w:rsid w:val="0075668D"/>
    <w:rsid w:val="00756871"/>
    <w:rsid w:val="0075698C"/>
    <w:rsid w:val="0075770F"/>
    <w:rsid w:val="0075798A"/>
    <w:rsid w:val="007604B3"/>
    <w:rsid w:val="0076071A"/>
    <w:rsid w:val="007608AD"/>
    <w:rsid w:val="00760C4D"/>
    <w:rsid w:val="00760CF1"/>
    <w:rsid w:val="007611A5"/>
    <w:rsid w:val="007615F9"/>
    <w:rsid w:val="00761F83"/>
    <w:rsid w:val="007631CE"/>
    <w:rsid w:val="007637F2"/>
    <w:rsid w:val="00763A67"/>
    <w:rsid w:val="00763C79"/>
    <w:rsid w:val="00763FFA"/>
    <w:rsid w:val="007645B6"/>
    <w:rsid w:val="00764961"/>
    <w:rsid w:val="00765214"/>
    <w:rsid w:val="00765331"/>
    <w:rsid w:val="0076768A"/>
    <w:rsid w:val="00770012"/>
    <w:rsid w:val="007712B0"/>
    <w:rsid w:val="00771873"/>
    <w:rsid w:val="007718C6"/>
    <w:rsid w:val="00772B68"/>
    <w:rsid w:val="00772D2E"/>
    <w:rsid w:val="007734B6"/>
    <w:rsid w:val="0077380A"/>
    <w:rsid w:val="00773A5E"/>
    <w:rsid w:val="00773B59"/>
    <w:rsid w:val="00773C06"/>
    <w:rsid w:val="00774E5C"/>
    <w:rsid w:val="007750D2"/>
    <w:rsid w:val="0077623C"/>
    <w:rsid w:val="00776346"/>
    <w:rsid w:val="00776D82"/>
    <w:rsid w:val="00780083"/>
    <w:rsid w:val="00780A79"/>
    <w:rsid w:val="007812DF"/>
    <w:rsid w:val="007813E2"/>
    <w:rsid w:val="00781808"/>
    <w:rsid w:val="00782383"/>
    <w:rsid w:val="007823CB"/>
    <w:rsid w:val="007843F0"/>
    <w:rsid w:val="00785247"/>
    <w:rsid w:val="007853F4"/>
    <w:rsid w:val="007866F4"/>
    <w:rsid w:val="007869A8"/>
    <w:rsid w:val="00787020"/>
    <w:rsid w:val="007872D9"/>
    <w:rsid w:val="00787800"/>
    <w:rsid w:val="0079029B"/>
    <w:rsid w:val="007909BA"/>
    <w:rsid w:val="0079100B"/>
    <w:rsid w:val="0079103C"/>
    <w:rsid w:val="00791121"/>
    <w:rsid w:val="007914F2"/>
    <w:rsid w:val="00792332"/>
    <w:rsid w:val="00792741"/>
    <w:rsid w:val="0079282E"/>
    <w:rsid w:val="00792AFA"/>
    <w:rsid w:val="007931EF"/>
    <w:rsid w:val="00793349"/>
    <w:rsid w:val="00793821"/>
    <w:rsid w:val="00794835"/>
    <w:rsid w:val="00794B24"/>
    <w:rsid w:val="0079522C"/>
    <w:rsid w:val="007957F4"/>
    <w:rsid w:val="00795F14"/>
    <w:rsid w:val="00796183"/>
    <w:rsid w:val="007963FD"/>
    <w:rsid w:val="007967C5"/>
    <w:rsid w:val="0079769E"/>
    <w:rsid w:val="007A0136"/>
    <w:rsid w:val="007A03F0"/>
    <w:rsid w:val="007A0B3B"/>
    <w:rsid w:val="007A19D7"/>
    <w:rsid w:val="007A1DEE"/>
    <w:rsid w:val="007A2DAE"/>
    <w:rsid w:val="007A318E"/>
    <w:rsid w:val="007A3BF2"/>
    <w:rsid w:val="007A4600"/>
    <w:rsid w:val="007A4C46"/>
    <w:rsid w:val="007A51D6"/>
    <w:rsid w:val="007A66B2"/>
    <w:rsid w:val="007A6A0D"/>
    <w:rsid w:val="007A6BCD"/>
    <w:rsid w:val="007A7346"/>
    <w:rsid w:val="007A7873"/>
    <w:rsid w:val="007A7A3D"/>
    <w:rsid w:val="007B0590"/>
    <w:rsid w:val="007B0A54"/>
    <w:rsid w:val="007B1244"/>
    <w:rsid w:val="007B1369"/>
    <w:rsid w:val="007B18B7"/>
    <w:rsid w:val="007B18DB"/>
    <w:rsid w:val="007B1AE9"/>
    <w:rsid w:val="007B1CCC"/>
    <w:rsid w:val="007B1DAA"/>
    <w:rsid w:val="007B1DD7"/>
    <w:rsid w:val="007B2E90"/>
    <w:rsid w:val="007B344F"/>
    <w:rsid w:val="007B36F0"/>
    <w:rsid w:val="007B3B66"/>
    <w:rsid w:val="007B4241"/>
    <w:rsid w:val="007B4471"/>
    <w:rsid w:val="007B4792"/>
    <w:rsid w:val="007B4D55"/>
    <w:rsid w:val="007B5BB3"/>
    <w:rsid w:val="007B6763"/>
    <w:rsid w:val="007B690A"/>
    <w:rsid w:val="007B6BA5"/>
    <w:rsid w:val="007B6D1F"/>
    <w:rsid w:val="007B7480"/>
    <w:rsid w:val="007B74F0"/>
    <w:rsid w:val="007B762C"/>
    <w:rsid w:val="007B7DEE"/>
    <w:rsid w:val="007C07A5"/>
    <w:rsid w:val="007C1A3E"/>
    <w:rsid w:val="007C1B55"/>
    <w:rsid w:val="007C1C65"/>
    <w:rsid w:val="007C2813"/>
    <w:rsid w:val="007C395F"/>
    <w:rsid w:val="007C4099"/>
    <w:rsid w:val="007C46FE"/>
    <w:rsid w:val="007C4716"/>
    <w:rsid w:val="007C4BDF"/>
    <w:rsid w:val="007C4DAA"/>
    <w:rsid w:val="007C4EEF"/>
    <w:rsid w:val="007C51F1"/>
    <w:rsid w:val="007C53CD"/>
    <w:rsid w:val="007C5D5F"/>
    <w:rsid w:val="007C5DDA"/>
    <w:rsid w:val="007C6257"/>
    <w:rsid w:val="007C6D8F"/>
    <w:rsid w:val="007C6E9A"/>
    <w:rsid w:val="007C6FF8"/>
    <w:rsid w:val="007D0048"/>
    <w:rsid w:val="007D045A"/>
    <w:rsid w:val="007D04F2"/>
    <w:rsid w:val="007D16C8"/>
    <w:rsid w:val="007D175E"/>
    <w:rsid w:val="007D177D"/>
    <w:rsid w:val="007D1C45"/>
    <w:rsid w:val="007D2167"/>
    <w:rsid w:val="007D2B2F"/>
    <w:rsid w:val="007D420C"/>
    <w:rsid w:val="007D47E1"/>
    <w:rsid w:val="007D4D3A"/>
    <w:rsid w:val="007D4DE7"/>
    <w:rsid w:val="007D50A3"/>
    <w:rsid w:val="007D537C"/>
    <w:rsid w:val="007D57F8"/>
    <w:rsid w:val="007D5B10"/>
    <w:rsid w:val="007D5C07"/>
    <w:rsid w:val="007D63FB"/>
    <w:rsid w:val="007D6CBF"/>
    <w:rsid w:val="007D6FF4"/>
    <w:rsid w:val="007D7211"/>
    <w:rsid w:val="007D762C"/>
    <w:rsid w:val="007D78C4"/>
    <w:rsid w:val="007D7A65"/>
    <w:rsid w:val="007D7C5F"/>
    <w:rsid w:val="007E09CC"/>
    <w:rsid w:val="007E0B15"/>
    <w:rsid w:val="007E0B45"/>
    <w:rsid w:val="007E10F5"/>
    <w:rsid w:val="007E1309"/>
    <w:rsid w:val="007E14F6"/>
    <w:rsid w:val="007E1D2B"/>
    <w:rsid w:val="007E1F58"/>
    <w:rsid w:val="007E2264"/>
    <w:rsid w:val="007E25BA"/>
    <w:rsid w:val="007E26D8"/>
    <w:rsid w:val="007E2B53"/>
    <w:rsid w:val="007E2C8C"/>
    <w:rsid w:val="007E2E12"/>
    <w:rsid w:val="007E3BDC"/>
    <w:rsid w:val="007E4017"/>
    <w:rsid w:val="007E40A5"/>
    <w:rsid w:val="007E46E1"/>
    <w:rsid w:val="007E55DE"/>
    <w:rsid w:val="007E5B15"/>
    <w:rsid w:val="007E5D09"/>
    <w:rsid w:val="007E6006"/>
    <w:rsid w:val="007E64BC"/>
    <w:rsid w:val="007E693B"/>
    <w:rsid w:val="007E6B28"/>
    <w:rsid w:val="007F052B"/>
    <w:rsid w:val="007F0792"/>
    <w:rsid w:val="007F0CEA"/>
    <w:rsid w:val="007F0F61"/>
    <w:rsid w:val="007F1473"/>
    <w:rsid w:val="007F163A"/>
    <w:rsid w:val="007F1A2B"/>
    <w:rsid w:val="007F2195"/>
    <w:rsid w:val="007F233C"/>
    <w:rsid w:val="007F29EC"/>
    <w:rsid w:val="007F350E"/>
    <w:rsid w:val="007F3548"/>
    <w:rsid w:val="007F396E"/>
    <w:rsid w:val="007F3DF9"/>
    <w:rsid w:val="007F41DA"/>
    <w:rsid w:val="007F44B0"/>
    <w:rsid w:val="007F457E"/>
    <w:rsid w:val="007F4684"/>
    <w:rsid w:val="007F4BB5"/>
    <w:rsid w:val="007F5020"/>
    <w:rsid w:val="007F5DB0"/>
    <w:rsid w:val="007F61FF"/>
    <w:rsid w:val="007F64FC"/>
    <w:rsid w:val="007F7998"/>
    <w:rsid w:val="008003EC"/>
    <w:rsid w:val="008028D6"/>
    <w:rsid w:val="008030C1"/>
    <w:rsid w:val="008036FD"/>
    <w:rsid w:val="00803773"/>
    <w:rsid w:val="00804195"/>
    <w:rsid w:val="008041D7"/>
    <w:rsid w:val="00804619"/>
    <w:rsid w:val="0080483E"/>
    <w:rsid w:val="00804EE2"/>
    <w:rsid w:val="00805988"/>
    <w:rsid w:val="0080619E"/>
    <w:rsid w:val="00806940"/>
    <w:rsid w:val="0080709A"/>
    <w:rsid w:val="008073D4"/>
    <w:rsid w:val="00810E90"/>
    <w:rsid w:val="008117B8"/>
    <w:rsid w:val="0081189A"/>
    <w:rsid w:val="0081191F"/>
    <w:rsid w:val="00812110"/>
    <w:rsid w:val="0081256C"/>
    <w:rsid w:val="00812B28"/>
    <w:rsid w:val="008135B9"/>
    <w:rsid w:val="008137B2"/>
    <w:rsid w:val="00813AD6"/>
    <w:rsid w:val="00813CB8"/>
    <w:rsid w:val="0081484D"/>
    <w:rsid w:val="008149B5"/>
    <w:rsid w:val="00814C47"/>
    <w:rsid w:val="0081577D"/>
    <w:rsid w:val="008157A0"/>
    <w:rsid w:val="008157E9"/>
    <w:rsid w:val="00815E57"/>
    <w:rsid w:val="0081616A"/>
    <w:rsid w:val="00816C06"/>
    <w:rsid w:val="008171FF"/>
    <w:rsid w:val="00817B04"/>
    <w:rsid w:val="00817B39"/>
    <w:rsid w:val="00817B40"/>
    <w:rsid w:val="008202BE"/>
    <w:rsid w:val="00820D58"/>
    <w:rsid w:val="008210E7"/>
    <w:rsid w:val="0082114E"/>
    <w:rsid w:val="00821589"/>
    <w:rsid w:val="008217AA"/>
    <w:rsid w:val="00821CF5"/>
    <w:rsid w:val="00822B34"/>
    <w:rsid w:val="00822F78"/>
    <w:rsid w:val="00823655"/>
    <w:rsid w:val="008250BF"/>
    <w:rsid w:val="008261ED"/>
    <w:rsid w:val="008268C2"/>
    <w:rsid w:val="008269BB"/>
    <w:rsid w:val="00827522"/>
    <w:rsid w:val="00827607"/>
    <w:rsid w:val="00827FB1"/>
    <w:rsid w:val="00830A4E"/>
    <w:rsid w:val="00830EB3"/>
    <w:rsid w:val="0083137B"/>
    <w:rsid w:val="00831D5A"/>
    <w:rsid w:val="00832084"/>
    <w:rsid w:val="008324A9"/>
    <w:rsid w:val="008328F1"/>
    <w:rsid w:val="0083325B"/>
    <w:rsid w:val="00833704"/>
    <w:rsid w:val="008338EE"/>
    <w:rsid w:val="00833A82"/>
    <w:rsid w:val="00833B70"/>
    <w:rsid w:val="00833CE6"/>
    <w:rsid w:val="008343E9"/>
    <w:rsid w:val="008344C3"/>
    <w:rsid w:val="0083566B"/>
    <w:rsid w:val="00835BD8"/>
    <w:rsid w:val="00835BF6"/>
    <w:rsid w:val="008361F8"/>
    <w:rsid w:val="00836BED"/>
    <w:rsid w:val="0083762C"/>
    <w:rsid w:val="00840BBC"/>
    <w:rsid w:val="00840E8F"/>
    <w:rsid w:val="008416BB"/>
    <w:rsid w:val="00841D59"/>
    <w:rsid w:val="0084261A"/>
    <w:rsid w:val="00843441"/>
    <w:rsid w:val="00843493"/>
    <w:rsid w:val="0084474C"/>
    <w:rsid w:val="00845ECB"/>
    <w:rsid w:val="008468B8"/>
    <w:rsid w:val="00847029"/>
    <w:rsid w:val="0084757E"/>
    <w:rsid w:val="0084765D"/>
    <w:rsid w:val="008508FB"/>
    <w:rsid w:val="008510F5"/>
    <w:rsid w:val="008516A1"/>
    <w:rsid w:val="00851A5C"/>
    <w:rsid w:val="00851B13"/>
    <w:rsid w:val="00852442"/>
    <w:rsid w:val="00853110"/>
    <w:rsid w:val="00853562"/>
    <w:rsid w:val="00853637"/>
    <w:rsid w:val="00853DC9"/>
    <w:rsid w:val="00854454"/>
    <w:rsid w:val="008546BB"/>
    <w:rsid w:val="008550D6"/>
    <w:rsid w:val="00855AAA"/>
    <w:rsid w:val="00855CC0"/>
    <w:rsid w:val="008561A2"/>
    <w:rsid w:val="008562A1"/>
    <w:rsid w:val="00856770"/>
    <w:rsid w:val="00856810"/>
    <w:rsid w:val="00857C7C"/>
    <w:rsid w:val="008601A6"/>
    <w:rsid w:val="0086055C"/>
    <w:rsid w:val="00860630"/>
    <w:rsid w:val="00860ABA"/>
    <w:rsid w:val="00861439"/>
    <w:rsid w:val="008617DC"/>
    <w:rsid w:val="00861B97"/>
    <w:rsid w:val="00862163"/>
    <w:rsid w:val="008626B4"/>
    <w:rsid w:val="00862BCA"/>
    <w:rsid w:val="008636DF"/>
    <w:rsid w:val="00863826"/>
    <w:rsid w:val="00863CA7"/>
    <w:rsid w:val="00864520"/>
    <w:rsid w:val="008648FC"/>
    <w:rsid w:val="00864A9E"/>
    <w:rsid w:val="008650CB"/>
    <w:rsid w:val="00866D5C"/>
    <w:rsid w:val="00866FCF"/>
    <w:rsid w:val="0086702A"/>
    <w:rsid w:val="00867198"/>
    <w:rsid w:val="00867631"/>
    <w:rsid w:val="00867E7F"/>
    <w:rsid w:val="00870AB6"/>
    <w:rsid w:val="008713F6"/>
    <w:rsid w:val="008721C3"/>
    <w:rsid w:val="00873283"/>
    <w:rsid w:val="00873864"/>
    <w:rsid w:val="00874011"/>
    <w:rsid w:val="00874100"/>
    <w:rsid w:val="008742F5"/>
    <w:rsid w:val="00874AE0"/>
    <w:rsid w:val="0087508C"/>
    <w:rsid w:val="008754F2"/>
    <w:rsid w:val="00875994"/>
    <w:rsid w:val="00875D3B"/>
    <w:rsid w:val="00875DB4"/>
    <w:rsid w:val="00875DE5"/>
    <w:rsid w:val="00876555"/>
    <w:rsid w:val="008771BD"/>
    <w:rsid w:val="00877290"/>
    <w:rsid w:val="008774C9"/>
    <w:rsid w:val="0087753E"/>
    <w:rsid w:val="0087762F"/>
    <w:rsid w:val="00877A07"/>
    <w:rsid w:val="008806D4"/>
    <w:rsid w:val="00880B17"/>
    <w:rsid w:val="00880E82"/>
    <w:rsid w:val="00881DE4"/>
    <w:rsid w:val="008820EE"/>
    <w:rsid w:val="008827F6"/>
    <w:rsid w:val="00883721"/>
    <w:rsid w:val="008844C1"/>
    <w:rsid w:val="0088478D"/>
    <w:rsid w:val="00884E7C"/>
    <w:rsid w:val="0088525E"/>
    <w:rsid w:val="008853DF"/>
    <w:rsid w:val="008863C3"/>
    <w:rsid w:val="00886C20"/>
    <w:rsid w:val="008870A2"/>
    <w:rsid w:val="00887120"/>
    <w:rsid w:val="00887574"/>
    <w:rsid w:val="008875C8"/>
    <w:rsid w:val="008902FD"/>
    <w:rsid w:val="0089052A"/>
    <w:rsid w:val="00892587"/>
    <w:rsid w:val="0089303D"/>
    <w:rsid w:val="0089306C"/>
    <w:rsid w:val="008939CE"/>
    <w:rsid w:val="00893C57"/>
    <w:rsid w:val="00895091"/>
    <w:rsid w:val="00895235"/>
    <w:rsid w:val="00896557"/>
    <w:rsid w:val="008965D1"/>
    <w:rsid w:val="008966A5"/>
    <w:rsid w:val="00896EFB"/>
    <w:rsid w:val="00896F2A"/>
    <w:rsid w:val="0089743F"/>
    <w:rsid w:val="008975A5"/>
    <w:rsid w:val="00897A60"/>
    <w:rsid w:val="00897EC8"/>
    <w:rsid w:val="008A0883"/>
    <w:rsid w:val="008A19B4"/>
    <w:rsid w:val="008A204D"/>
    <w:rsid w:val="008A2779"/>
    <w:rsid w:val="008A2F9A"/>
    <w:rsid w:val="008A2FEF"/>
    <w:rsid w:val="008A3020"/>
    <w:rsid w:val="008A3038"/>
    <w:rsid w:val="008A3972"/>
    <w:rsid w:val="008A3B17"/>
    <w:rsid w:val="008A3FF8"/>
    <w:rsid w:val="008A4019"/>
    <w:rsid w:val="008A5BEE"/>
    <w:rsid w:val="008A639C"/>
    <w:rsid w:val="008A6BAD"/>
    <w:rsid w:val="008A7A13"/>
    <w:rsid w:val="008B08A2"/>
    <w:rsid w:val="008B0CF7"/>
    <w:rsid w:val="008B10AF"/>
    <w:rsid w:val="008B11F2"/>
    <w:rsid w:val="008B14C0"/>
    <w:rsid w:val="008B162F"/>
    <w:rsid w:val="008B22B7"/>
    <w:rsid w:val="008B28D2"/>
    <w:rsid w:val="008B2B9E"/>
    <w:rsid w:val="008B2FF1"/>
    <w:rsid w:val="008B34DA"/>
    <w:rsid w:val="008B3DFC"/>
    <w:rsid w:val="008B44AD"/>
    <w:rsid w:val="008B4C07"/>
    <w:rsid w:val="008B4F02"/>
    <w:rsid w:val="008B586A"/>
    <w:rsid w:val="008B5C7D"/>
    <w:rsid w:val="008B6835"/>
    <w:rsid w:val="008B6A7F"/>
    <w:rsid w:val="008B745F"/>
    <w:rsid w:val="008B77D1"/>
    <w:rsid w:val="008B7D7E"/>
    <w:rsid w:val="008B7DCB"/>
    <w:rsid w:val="008C0B28"/>
    <w:rsid w:val="008C0EAE"/>
    <w:rsid w:val="008C2B02"/>
    <w:rsid w:val="008C386A"/>
    <w:rsid w:val="008C3A72"/>
    <w:rsid w:val="008C3BF5"/>
    <w:rsid w:val="008C4088"/>
    <w:rsid w:val="008C41C3"/>
    <w:rsid w:val="008C4696"/>
    <w:rsid w:val="008C4817"/>
    <w:rsid w:val="008C4C46"/>
    <w:rsid w:val="008C4D14"/>
    <w:rsid w:val="008C66CB"/>
    <w:rsid w:val="008C677E"/>
    <w:rsid w:val="008C6ECB"/>
    <w:rsid w:val="008C72AF"/>
    <w:rsid w:val="008C736D"/>
    <w:rsid w:val="008C7746"/>
    <w:rsid w:val="008D06C3"/>
    <w:rsid w:val="008D09DB"/>
    <w:rsid w:val="008D0DC2"/>
    <w:rsid w:val="008D0EF6"/>
    <w:rsid w:val="008D0F70"/>
    <w:rsid w:val="008D1262"/>
    <w:rsid w:val="008D1393"/>
    <w:rsid w:val="008D15B6"/>
    <w:rsid w:val="008D167C"/>
    <w:rsid w:val="008D1E1D"/>
    <w:rsid w:val="008D1F0A"/>
    <w:rsid w:val="008D26B5"/>
    <w:rsid w:val="008D3788"/>
    <w:rsid w:val="008D4122"/>
    <w:rsid w:val="008D4169"/>
    <w:rsid w:val="008D41CD"/>
    <w:rsid w:val="008D42B4"/>
    <w:rsid w:val="008D479A"/>
    <w:rsid w:val="008D52ED"/>
    <w:rsid w:val="008D5BF2"/>
    <w:rsid w:val="008D6997"/>
    <w:rsid w:val="008D6C59"/>
    <w:rsid w:val="008D7083"/>
    <w:rsid w:val="008D73B0"/>
    <w:rsid w:val="008D76C4"/>
    <w:rsid w:val="008E010B"/>
    <w:rsid w:val="008E0B62"/>
    <w:rsid w:val="008E0BEF"/>
    <w:rsid w:val="008E1938"/>
    <w:rsid w:val="008E1F28"/>
    <w:rsid w:val="008E2104"/>
    <w:rsid w:val="008E222B"/>
    <w:rsid w:val="008E27C6"/>
    <w:rsid w:val="008E2B3C"/>
    <w:rsid w:val="008E33C7"/>
    <w:rsid w:val="008E33DC"/>
    <w:rsid w:val="008E3809"/>
    <w:rsid w:val="008E3887"/>
    <w:rsid w:val="008E43E0"/>
    <w:rsid w:val="008E4625"/>
    <w:rsid w:val="008E7E38"/>
    <w:rsid w:val="008F0C07"/>
    <w:rsid w:val="008F119D"/>
    <w:rsid w:val="008F12C8"/>
    <w:rsid w:val="008F1906"/>
    <w:rsid w:val="008F2069"/>
    <w:rsid w:val="008F2A61"/>
    <w:rsid w:val="008F2D36"/>
    <w:rsid w:val="008F35C8"/>
    <w:rsid w:val="008F36DD"/>
    <w:rsid w:val="008F496D"/>
    <w:rsid w:val="008F4A30"/>
    <w:rsid w:val="008F4E0B"/>
    <w:rsid w:val="008F504A"/>
    <w:rsid w:val="008F6313"/>
    <w:rsid w:val="008F7173"/>
    <w:rsid w:val="008F7219"/>
    <w:rsid w:val="008F73C8"/>
    <w:rsid w:val="008F7664"/>
    <w:rsid w:val="008F7C7A"/>
    <w:rsid w:val="008F7CD0"/>
    <w:rsid w:val="008F7EBC"/>
    <w:rsid w:val="00901334"/>
    <w:rsid w:val="009015FC"/>
    <w:rsid w:val="00901B96"/>
    <w:rsid w:val="00902001"/>
    <w:rsid w:val="00902548"/>
    <w:rsid w:val="00902FDB"/>
    <w:rsid w:val="00903DAC"/>
    <w:rsid w:val="009041BB"/>
    <w:rsid w:val="00904810"/>
    <w:rsid w:val="00904D40"/>
    <w:rsid w:val="00904E39"/>
    <w:rsid w:val="009056A0"/>
    <w:rsid w:val="009056AA"/>
    <w:rsid w:val="00905CE3"/>
    <w:rsid w:val="009065F6"/>
    <w:rsid w:val="00906A9E"/>
    <w:rsid w:val="0090736E"/>
    <w:rsid w:val="00907FC3"/>
    <w:rsid w:val="009101D9"/>
    <w:rsid w:val="009103C7"/>
    <w:rsid w:val="00910B84"/>
    <w:rsid w:val="00910BCC"/>
    <w:rsid w:val="00911A67"/>
    <w:rsid w:val="00912099"/>
    <w:rsid w:val="00912118"/>
    <w:rsid w:val="0091286C"/>
    <w:rsid w:val="009130FA"/>
    <w:rsid w:val="009133C0"/>
    <w:rsid w:val="00913794"/>
    <w:rsid w:val="00913C83"/>
    <w:rsid w:val="00913F68"/>
    <w:rsid w:val="009147B3"/>
    <w:rsid w:val="00914806"/>
    <w:rsid w:val="0091557E"/>
    <w:rsid w:val="00915694"/>
    <w:rsid w:val="00915CAE"/>
    <w:rsid w:val="00915F4D"/>
    <w:rsid w:val="009162E0"/>
    <w:rsid w:val="00916308"/>
    <w:rsid w:val="0091630A"/>
    <w:rsid w:val="00916663"/>
    <w:rsid w:val="00917704"/>
    <w:rsid w:val="0091783B"/>
    <w:rsid w:val="00917C17"/>
    <w:rsid w:val="00917D7E"/>
    <w:rsid w:val="00920518"/>
    <w:rsid w:val="00921357"/>
    <w:rsid w:val="009216DF"/>
    <w:rsid w:val="00921763"/>
    <w:rsid w:val="00921919"/>
    <w:rsid w:val="00921A77"/>
    <w:rsid w:val="009232A2"/>
    <w:rsid w:val="0092417C"/>
    <w:rsid w:val="00924583"/>
    <w:rsid w:val="00924681"/>
    <w:rsid w:val="00924A41"/>
    <w:rsid w:val="00924EE1"/>
    <w:rsid w:val="00925176"/>
    <w:rsid w:val="009253F3"/>
    <w:rsid w:val="00926052"/>
    <w:rsid w:val="009266E1"/>
    <w:rsid w:val="009268BA"/>
    <w:rsid w:val="00930842"/>
    <w:rsid w:val="0093137F"/>
    <w:rsid w:val="00931D85"/>
    <w:rsid w:val="00932C8B"/>
    <w:rsid w:val="009336EE"/>
    <w:rsid w:val="00934026"/>
    <w:rsid w:val="00934C27"/>
    <w:rsid w:val="00934ED1"/>
    <w:rsid w:val="00936214"/>
    <w:rsid w:val="00936AB5"/>
    <w:rsid w:val="00937DC8"/>
    <w:rsid w:val="00940036"/>
    <w:rsid w:val="0094039E"/>
    <w:rsid w:val="009411B9"/>
    <w:rsid w:val="00941CE5"/>
    <w:rsid w:val="00941DA0"/>
    <w:rsid w:val="00941F50"/>
    <w:rsid w:val="00942ACC"/>
    <w:rsid w:val="00942F40"/>
    <w:rsid w:val="00943480"/>
    <w:rsid w:val="0094371D"/>
    <w:rsid w:val="00944D49"/>
    <w:rsid w:val="00944DEC"/>
    <w:rsid w:val="00945E10"/>
    <w:rsid w:val="0094638A"/>
    <w:rsid w:val="0094654E"/>
    <w:rsid w:val="009468A9"/>
    <w:rsid w:val="00946D6E"/>
    <w:rsid w:val="00947578"/>
    <w:rsid w:val="009501DE"/>
    <w:rsid w:val="009505CE"/>
    <w:rsid w:val="0095089E"/>
    <w:rsid w:val="00950A47"/>
    <w:rsid w:val="009518B1"/>
    <w:rsid w:val="00952935"/>
    <w:rsid w:val="00953971"/>
    <w:rsid w:val="00953980"/>
    <w:rsid w:val="009539B6"/>
    <w:rsid w:val="0095473B"/>
    <w:rsid w:val="00955BBA"/>
    <w:rsid w:val="009561B1"/>
    <w:rsid w:val="009565F0"/>
    <w:rsid w:val="00956B8F"/>
    <w:rsid w:val="00956FFF"/>
    <w:rsid w:val="00957740"/>
    <w:rsid w:val="00957B55"/>
    <w:rsid w:val="0096043B"/>
    <w:rsid w:val="00960D0C"/>
    <w:rsid w:val="00960E01"/>
    <w:rsid w:val="0096147C"/>
    <w:rsid w:val="0096207A"/>
    <w:rsid w:val="009620B8"/>
    <w:rsid w:val="009626D4"/>
    <w:rsid w:val="00962FB8"/>
    <w:rsid w:val="00963715"/>
    <w:rsid w:val="00964561"/>
    <w:rsid w:val="0096497A"/>
    <w:rsid w:val="0096542D"/>
    <w:rsid w:val="00965BF5"/>
    <w:rsid w:val="00966D9A"/>
    <w:rsid w:val="009670C0"/>
    <w:rsid w:val="00967578"/>
    <w:rsid w:val="00967680"/>
    <w:rsid w:val="00967DD7"/>
    <w:rsid w:val="0097067D"/>
    <w:rsid w:val="00970965"/>
    <w:rsid w:val="00970C10"/>
    <w:rsid w:val="009712AD"/>
    <w:rsid w:val="009719B4"/>
    <w:rsid w:val="009724E7"/>
    <w:rsid w:val="00972A15"/>
    <w:rsid w:val="00973182"/>
    <w:rsid w:val="00973EE8"/>
    <w:rsid w:val="0097413F"/>
    <w:rsid w:val="00974375"/>
    <w:rsid w:val="0097461A"/>
    <w:rsid w:val="009747AC"/>
    <w:rsid w:val="00974C29"/>
    <w:rsid w:val="00975234"/>
    <w:rsid w:val="00975468"/>
    <w:rsid w:val="00975703"/>
    <w:rsid w:val="00976B87"/>
    <w:rsid w:val="00976BC4"/>
    <w:rsid w:val="00977D6F"/>
    <w:rsid w:val="00977DE1"/>
    <w:rsid w:val="0098037B"/>
    <w:rsid w:val="00980779"/>
    <w:rsid w:val="009815FF"/>
    <w:rsid w:val="00982403"/>
    <w:rsid w:val="00982A4D"/>
    <w:rsid w:val="00983291"/>
    <w:rsid w:val="009834A7"/>
    <w:rsid w:val="00983555"/>
    <w:rsid w:val="009835DC"/>
    <w:rsid w:val="00983FE9"/>
    <w:rsid w:val="00984CA3"/>
    <w:rsid w:val="0098527A"/>
    <w:rsid w:val="009856CD"/>
    <w:rsid w:val="00985DEC"/>
    <w:rsid w:val="00985F60"/>
    <w:rsid w:val="00986AD0"/>
    <w:rsid w:val="00986EE9"/>
    <w:rsid w:val="00987BDE"/>
    <w:rsid w:val="00990797"/>
    <w:rsid w:val="00990DD8"/>
    <w:rsid w:val="00991E02"/>
    <w:rsid w:val="00991FCD"/>
    <w:rsid w:val="0099207F"/>
    <w:rsid w:val="00992234"/>
    <w:rsid w:val="009925C6"/>
    <w:rsid w:val="009945CD"/>
    <w:rsid w:val="00994B03"/>
    <w:rsid w:val="0099563C"/>
    <w:rsid w:val="00995710"/>
    <w:rsid w:val="00996771"/>
    <w:rsid w:val="00996E88"/>
    <w:rsid w:val="00996EE5"/>
    <w:rsid w:val="009972A2"/>
    <w:rsid w:val="00997A02"/>
    <w:rsid w:val="009A015A"/>
    <w:rsid w:val="009A06B3"/>
    <w:rsid w:val="009A1507"/>
    <w:rsid w:val="009A1789"/>
    <w:rsid w:val="009A1F45"/>
    <w:rsid w:val="009A1F58"/>
    <w:rsid w:val="009A29FD"/>
    <w:rsid w:val="009A2A8C"/>
    <w:rsid w:val="009A2D7F"/>
    <w:rsid w:val="009A2ED8"/>
    <w:rsid w:val="009A4A2E"/>
    <w:rsid w:val="009A5030"/>
    <w:rsid w:val="009A5162"/>
    <w:rsid w:val="009A5802"/>
    <w:rsid w:val="009A5CAB"/>
    <w:rsid w:val="009A5F6F"/>
    <w:rsid w:val="009A6186"/>
    <w:rsid w:val="009A62FF"/>
    <w:rsid w:val="009A68DB"/>
    <w:rsid w:val="009A7A6E"/>
    <w:rsid w:val="009A7EC9"/>
    <w:rsid w:val="009B03FF"/>
    <w:rsid w:val="009B051C"/>
    <w:rsid w:val="009B0C78"/>
    <w:rsid w:val="009B0F23"/>
    <w:rsid w:val="009B1BF6"/>
    <w:rsid w:val="009B1F7C"/>
    <w:rsid w:val="009B212F"/>
    <w:rsid w:val="009B218D"/>
    <w:rsid w:val="009B2223"/>
    <w:rsid w:val="009B25B5"/>
    <w:rsid w:val="009B28C2"/>
    <w:rsid w:val="009B29EA"/>
    <w:rsid w:val="009B35DF"/>
    <w:rsid w:val="009B3C2D"/>
    <w:rsid w:val="009B40E7"/>
    <w:rsid w:val="009B419A"/>
    <w:rsid w:val="009B5481"/>
    <w:rsid w:val="009B6822"/>
    <w:rsid w:val="009B6ACB"/>
    <w:rsid w:val="009B7179"/>
    <w:rsid w:val="009B7B99"/>
    <w:rsid w:val="009C0306"/>
    <w:rsid w:val="009C0409"/>
    <w:rsid w:val="009C068C"/>
    <w:rsid w:val="009C087E"/>
    <w:rsid w:val="009C0A17"/>
    <w:rsid w:val="009C0F90"/>
    <w:rsid w:val="009C10C9"/>
    <w:rsid w:val="009C15C3"/>
    <w:rsid w:val="009C3205"/>
    <w:rsid w:val="009C33F1"/>
    <w:rsid w:val="009C3513"/>
    <w:rsid w:val="009C441F"/>
    <w:rsid w:val="009C49D0"/>
    <w:rsid w:val="009C4C40"/>
    <w:rsid w:val="009C5165"/>
    <w:rsid w:val="009C571E"/>
    <w:rsid w:val="009C58B3"/>
    <w:rsid w:val="009C59E9"/>
    <w:rsid w:val="009C5DBB"/>
    <w:rsid w:val="009C5FF1"/>
    <w:rsid w:val="009C60F6"/>
    <w:rsid w:val="009C63E9"/>
    <w:rsid w:val="009C6B30"/>
    <w:rsid w:val="009C759E"/>
    <w:rsid w:val="009C75AB"/>
    <w:rsid w:val="009D06D6"/>
    <w:rsid w:val="009D0AB3"/>
    <w:rsid w:val="009D0FC1"/>
    <w:rsid w:val="009D11AC"/>
    <w:rsid w:val="009D253F"/>
    <w:rsid w:val="009D3784"/>
    <w:rsid w:val="009D3B31"/>
    <w:rsid w:val="009D3CF2"/>
    <w:rsid w:val="009D42FC"/>
    <w:rsid w:val="009D4E1B"/>
    <w:rsid w:val="009D50D5"/>
    <w:rsid w:val="009D5146"/>
    <w:rsid w:val="009D527B"/>
    <w:rsid w:val="009D543A"/>
    <w:rsid w:val="009D5AD6"/>
    <w:rsid w:val="009D5F56"/>
    <w:rsid w:val="009D60F1"/>
    <w:rsid w:val="009D6221"/>
    <w:rsid w:val="009D64BF"/>
    <w:rsid w:val="009D6586"/>
    <w:rsid w:val="009D6DC9"/>
    <w:rsid w:val="009D7ECB"/>
    <w:rsid w:val="009E00B2"/>
    <w:rsid w:val="009E1039"/>
    <w:rsid w:val="009E1412"/>
    <w:rsid w:val="009E1CF8"/>
    <w:rsid w:val="009E1F03"/>
    <w:rsid w:val="009E21F7"/>
    <w:rsid w:val="009E28ED"/>
    <w:rsid w:val="009E3437"/>
    <w:rsid w:val="009E373D"/>
    <w:rsid w:val="009E4248"/>
    <w:rsid w:val="009E424E"/>
    <w:rsid w:val="009E4793"/>
    <w:rsid w:val="009E4EB0"/>
    <w:rsid w:val="009E6760"/>
    <w:rsid w:val="009E68E4"/>
    <w:rsid w:val="009F020C"/>
    <w:rsid w:val="009F03FB"/>
    <w:rsid w:val="009F0428"/>
    <w:rsid w:val="009F04A7"/>
    <w:rsid w:val="009F0519"/>
    <w:rsid w:val="009F05FC"/>
    <w:rsid w:val="009F10BB"/>
    <w:rsid w:val="009F1203"/>
    <w:rsid w:val="009F1329"/>
    <w:rsid w:val="009F1359"/>
    <w:rsid w:val="009F1602"/>
    <w:rsid w:val="009F1798"/>
    <w:rsid w:val="009F2CFF"/>
    <w:rsid w:val="009F3099"/>
    <w:rsid w:val="009F33DA"/>
    <w:rsid w:val="009F3EEF"/>
    <w:rsid w:val="009F40E0"/>
    <w:rsid w:val="009F433B"/>
    <w:rsid w:val="009F43F5"/>
    <w:rsid w:val="009F4C92"/>
    <w:rsid w:val="009F6010"/>
    <w:rsid w:val="009F6984"/>
    <w:rsid w:val="009F6FD3"/>
    <w:rsid w:val="009F7139"/>
    <w:rsid w:val="009F7211"/>
    <w:rsid w:val="009F7A79"/>
    <w:rsid w:val="009F7CA0"/>
    <w:rsid w:val="009F7F11"/>
    <w:rsid w:val="00A0039A"/>
    <w:rsid w:val="00A00ACF"/>
    <w:rsid w:val="00A0109E"/>
    <w:rsid w:val="00A01298"/>
    <w:rsid w:val="00A01734"/>
    <w:rsid w:val="00A01784"/>
    <w:rsid w:val="00A01852"/>
    <w:rsid w:val="00A0284D"/>
    <w:rsid w:val="00A0285D"/>
    <w:rsid w:val="00A02A07"/>
    <w:rsid w:val="00A02AF6"/>
    <w:rsid w:val="00A02F95"/>
    <w:rsid w:val="00A03A6F"/>
    <w:rsid w:val="00A03C06"/>
    <w:rsid w:val="00A03C4D"/>
    <w:rsid w:val="00A03EC4"/>
    <w:rsid w:val="00A03F1B"/>
    <w:rsid w:val="00A046C1"/>
    <w:rsid w:val="00A04884"/>
    <w:rsid w:val="00A04C66"/>
    <w:rsid w:val="00A0500D"/>
    <w:rsid w:val="00A058C8"/>
    <w:rsid w:val="00A05C2C"/>
    <w:rsid w:val="00A063D3"/>
    <w:rsid w:val="00A06D14"/>
    <w:rsid w:val="00A06E4D"/>
    <w:rsid w:val="00A10D14"/>
    <w:rsid w:val="00A11277"/>
    <w:rsid w:val="00A11514"/>
    <w:rsid w:val="00A11646"/>
    <w:rsid w:val="00A119DB"/>
    <w:rsid w:val="00A11DA5"/>
    <w:rsid w:val="00A12B68"/>
    <w:rsid w:val="00A13204"/>
    <w:rsid w:val="00A13C9E"/>
    <w:rsid w:val="00A14300"/>
    <w:rsid w:val="00A14C08"/>
    <w:rsid w:val="00A14D24"/>
    <w:rsid w:val="00A15418"/>
    <w:rsid w:val="00A1594D"/>
    <w:rsid w:val="00A15E43"/>
    <w:rsid w:val="00A16B5B"/>
    <w:rsid w:val="00A16D3E"/>
    <w:rsid w:val="00A16E7F"/>
    <w:rsid w:val="00A16FBF"/>
    <w:rsid w:val="00A20846"/>
    <w:rsid w:val="00A2141A"/>
    <w:rsid w:val="00A214B2"/>
    <w:rsid w:val="00A21866"/>
    <w:rsid w:val="00A21B45"/>
    <w:rsid w:val="00A21F38"/>
    <w:rsid w:val="00A2244F"/>
    <w:rsid w:val="00A232DB"/>
    <w:rsid w:val="00A23FA9"/>
    <w:rsid w:val="00A24588"/>
    <w:rsid w:val="00A24BBB"/>
    <w:rsid w:val="00A24C11"/>
    <w:rsid w:val="00A25C03"/>
    <w:rsid w:val="00A26586"/>
    <w:rsid w:val="00A269BA"/>
    <w:rsid w:val="00A26E90"/>
    <w:rsid w:val="00A2763A"/>
    <w:rsid w:val="00A27642"/>
    <w:rsid w:val="00A277FF"/>
    <w:rsid w:val="00A3021F"/>
    <w:rsid w:val="00A30714"/>
    <w:rsid w:val="00A3135C"/>
    <w:rsid w:val="00A31537"/>
    <w:rsid w:val="00A31A35"/>
    <w:rsid w:val="00A31C9A"/>
    <w:rsid w:val="00A31CD4"/>
    <w:rsid w:val="00A3357B"/>
    <w:rsid w:val="00A33A64"/>
    <w:rsid w:val="00A33C86"/>
    <w:rsid w:val="00A33E9B"/>
    <w:rsid w:val="00A340EE"/>
    <w:rsid w:val="00A343DF"/>
    <w:rsid w:val="00A344F4"/>
    <w:rsid w:val="00A35226"/>
    <w:rsid w:val="00A35D87"/>
    <w:rsid w:val="00A35EEC"/>
    <w:rsid w:val="00A3647A"/>
    <w:rsid w:val="00A366FE"/>
    <w:rsid w:val="00A368E3"/>
    <w:rsid w:val="00A37648"/>
    <w:rsid w:val="00A37664"/>
    <w:rsid w:val="00A40EF3"/>
    <w:rsid w:val="00A40F33"/>
    <w:rsid w:val="00A419E1"/>
    <w:rsid w:val="00A419E4"/>
    <w:rsid w:val="00A41E12"/>
    <w:rsid w:val="00A41E1F"/>
    <w:rsid w:val="00A420F6"/>
    <w:rsid w:val="00A4232C"/>
    <w:rsid w:val="00A435AD"/>
    <w:rsid w:val="00A43CDF"/>
    <w:rsid w:val="00A43E1D"/>
    <w:rsid w:val="00A4404A"/>
    <w:rsid w:val="00A4438E"/>
    <w:rsid w:val="00A44788"/>
    <w:rsid w:val="00A44C4B"/>
    <w:rsid w:val="00A46293"/>
    <w:rsid w:val="00A465C4"/>
    <w:rsid w:val="00A4674A"/>
    <w:rsid w:val="00A474B2"/>
    <w:rsid w:val="00A503AB"/>
    <w:rsid w:val="00A50FDE"/>
    <w:rsid w:val="00A51D6E"/>
    <w:rsid w:val="00A525AD"/>
    <w:rsid w:val="00A52B46"/>
    <w:rsid w:val="00A53398"/>
    <w:rsid w:val="00A537FE"/>
    <w:rsid w:val="00A53EDB"/>
    <w:rsid w:val="00A54816"/>
    <w:rsid w:val="00A54A50"/>
    <w:rsid w:val="00A5549C"/>
    <w:rsid w:val="00A55EDF"/>
    <w:rsid w:val="00A55FBD"/>
    <w:rsid w:val="00A565BF"/>
    <w:rsid w:val="00A56708"/>
    <w:rsid w:val="00A569A7"/>
    <w:rsid w:val="00A56CB5"/>
    <w:rsid w:val="00A57099"/>
    <w:rsid w:val="00A57A37"/>
    <w:rsid w:val="00A6016C"/>
    <w:rsid w:val="00A60259"/>
    <w:rsid w:val="00A61102"/>
    <w:rsid w:val="00A62B97"/>
    <w:rsid w:val="00A630FB"/>
    <w:rsid w:val="00A63435"/>
    <w:rsid w:val="00A637B5"/>
    <w:rsid w:val="00A63CFA"/>
    <w:rsid w:val="00A6421A"/>
    <w:rsid w:val="00A65134"/>
    <w:rsid w:val="00A667C4"/>
    <w:rsid w:val="00A66871"/>
    <w:rsid w:val="00A66A07"/>
    <w:rsid w:val="00A66A45"/>
    <w:rsid w:val="00A66E79"/>
    <w:rsid w:val="00A6774D"/>
    <w:rsid w:val="00A67D90"/>
    <w:rsid w:val="00A700C8"/>
    <w:rsid w:val="00A70B95"/>
    <w:rsid w:val="00A7140C"/>
    <w:rsid w:val="00A71671"/>
    <w:rsid w:val="00A716E6"/>
    <w:rsid w:val="00A72063"/>
    <w:rsid w:val="00A7235A"/>
    <w:rsid w:val="00A7243E"/>
    <w:rsid w:val="00A72988"/>
    <w:rsid w:val="00A73A9A"/>
    <w:rsid w:val="00A74E66"/>
    <w:rsid w:val="00A753BD"/>
    <w:rsid w:val="00A76092"/>
    <w:rsid w:val="00A7655F"/>
    <w:rsid w:val="00A766EA"/>
    <w:rsid w:val="00A76F7E"/>
    <w:rsid w:val="00A80529"/>
    <w:rsid w:val="00A816E7"/>
    <w:rsid w:val="00A81DD8"/>
    <w:rsid w:val="00A82391"/>
    <w:rsid w:val="00A823D6"/>
    <w:rsid w:val="00A829F2"/>
    <w:rsid w:val="00A83180"/>
    <w:rsid w:val="00A8396B"/>
    <w:rsid w:val="00A83B5B"/>
    <w:rsid w:val="00A8454A"/>
    <w:rsid w:val="00A84630"/>
    <w:rsid w:val="00A84652"/>
    <w:rsid w:val="00A84855"/>
    <w:rsid w:val="00A85BF3"/>
    <w:rsid w:val="00A85E28"/>
    <w:rsid w:val="00A8617D"/>
    <w:rsid w:val="00A86B07"/>
    <w:rsid w:val="00A87243"/>
    <w:rsid w:val="00A8731A"/>
    <w:rsid w:val="00A8752B"/>
    <w:rsid w:val="00A8772F"/>
    <w:rsid w:val="00A878FD"/>
    <w:rsid w:val="00A9003B"/>
    <w:rsid w:val="00A904D0"/>
    <w:rsid w:val="00A907D7"/>
    <w:rsid w:val="00A92246"/>
    <w:rsid w:val="00A93648"/>
    <w:rsid w:val="00A93D8F"/>
    <w:rsid w:val="00A94694"/>
    <w:rsid w:val="00A94C44"/>
    <w:rsid w:val="00A955A8"/>
    <w:rsid w:val="00A95AED"/>
    <w:rsid w:val="00A96622"/>
    <w:rsid w:val="00A9696F"/>
    <w:rsid w:val="00A96F09"/>
    <w:rsid w:val="00A97A6A"/>
    <w:rsid w:val="00A97B2D"/>
    <w:rsid w:val="00A97B50"/>
    <w:rsid w:val="00AA0294"/>
    <w:rsid w:val="00AA1021"/>
    <w:rsid w:val="00AA10CC"/>
    <w:rsid w:val="00AA153E"/>
    <w:rsid w:val="00AA1584"/>
    <w:rsid w:val="00AA2985"/>
    <w:rsid w:val="00AA2C7D"/>
    <w:rsid w:val="00AA3642"/>
    <w:rsid w:val="00AA38A9"/>
    <w:rsid w:val="00AA3B2C"/>
    <w:rsid w:val="00AA3D8D"/>
    <w:rsid w:val="00AA4448"/>
    <w:rsid w:val="00AA4F0B"/>
    <w:rsid w:val="00AA57F7"/>
    <w:rsid w:val="00AA5A2A"/>
    <w:rsid w:val="00AA63A8"/>
    <w:rsid w:val="00AA6C1B"/>
    <w:rsid w:val="00AA6CAD"/>
    <w:rsid w:val="00AA7523"/>
    <w:rsid w:val="00AB0CC8"/>
    <w:rsid w:val="00AB1EF7"/>
    <w:rsid w:val="00AB2EA1"/>
    <w:rsid w:val="00AB3175"/>
    <w:rsid w:val="00AB474C"/>
    <w:rsid w:val="00AB57F0"/>
    <w:rsid w:val="00AB58FC"/>
    <w:rsid w:val="00AB596E"/>
    <w:rsid w:val="00AB5B63"/>
    <w:rsid w:val="00AB67EC"/>
    <w:rsid w:val="00AB6ACA"/>
    <w:rsid w:val="00AB6B02"/>
    <w:rsid w:val="00AB6BBE"/>
    <w:rsid w:val="00AB799C"/>
    <w:rsid w:val="00AC0036"/>
    <w:rsid w:val="00AC061E"/>
    <w:rsid w:val="00AC14E2"/>
    <w:rsid w:val="00AC1706"/>
    <w:rsid w:val="00AC2525"/>
    <w:rsid w:val="00AC272E"/>
    <w:rsid w:val="00AC2828"/>
    <w:rsid w:val="00AC2A54"/>
    <w:rsid w:val="00AC2B7A"/>
    <w:rsid w:val="00AC37DE"/>
    <w:rsid w:val="00AC3C8D"/>
    <w:rsid w:val="00AC42C5"/>
    <w:rsid w:val="00AC4697"/>
    <w:rsid w:val="00AC4B1E"/>
    <w:rsid w:val="00AC4DFD"/>
    <w:rsid w:val="00AC54C6"/>
    <w:rsid w:val="00AC5609"/>
    <w:rsid w:val="00AC5880"/>
    <w:rsid w:val="00AC61F5"/>
    <w:rsid w:val="00AC63EA"/>
    <w:rsid w:val="00AC65C4"/>
    <w:rsid w:val="00AC65FA"/>
    <w:rsid w:val="00AC75AF"/>
    <w:rsid w:val="00AD05DB"/>
    <w:rsid w:val="00AD06F2"/>
    <w:rsid w:val="00AD07BD"/>
    <w:rsid w:val="00AD0950"/>
    <w:rsid w:val="00AD0AA8"/>
    <w:rsid w:val="00AD0BB0"/>
    <w:rsid w:val="00AD0C04"/>
    <w:rsid w:val="00AD116D"/>
    <w:rsid w:val="00AD1EBE"/>
    <w:rsid w:val="00AD2240"/>
    <w:rsid w:val="00AD2E79"/>
    <w:rsid w:val="00AD2F5B"/>
    <w:rsid w:val="00AD3A5A"/>
    <w:rsid w:val="00AD3AE9"/>
    <w:rsid w:val="00AD3FB8"/>
    <w:rsid w:val="00AD40AB"/>
    <w:rsid w:val="00AD51AC"/>
    <w:rsid w:val="00AD5720"/>
    <w:rsid w:val="00AD5C21"/>
    <w:rsid w:val="00AD6879"/>
    <w:rsid w:val="00AD6D37"/>
    <w:rsid w:val="00AD6DC1"/>
    <w:rsid w:val="00AD6EFB"/>
    <w:rsid w:val="00AD72D7"/>
    <w:rsid w:val="00AD7D10"/>
    <w:rsid w:val="00AD7EC0"/>
    <w:rsid w:val="00AE03EE"/>
    <w:rsid w:val="00AE0FC9"/>
    <w:rsid w:val="00AE1284"/>
    <w:rsid w:val="00AE1FC9"/>
    <w:rsid w:val="00AE25FF"/>
    <w:rsid w:val="00AE2676"/>
    <w:rsid w:val="00AE2B95"/>
    <w:rsid w:val="00AE2D54"/>
    <w:rsid w:val="00AE31C0"/>
    <w:rsid w:val="00AE35E3"/>
    <w:rsid w:val="00AE3789"/>
    <w:rsid w:val="00AE3B53"/>
    <w:rsid w:val="00AE43D9"/>
    <w:rsid w:val="00AE466B"/>
    <w:rsid w:val="00AE5058"/>
    <w:rsid w:val="00AE51D4"/>
    <w:rsid w:val="00AE5636"/>
    <w:rsid w:val="00AE6497"/>
    <w:rsid w:val="00AE6934"/>
    <w:rsid w:val="00AE79BC"/>
    <w:rsid w:val="00AF0844"/>
    <w:rsid w:val="00AF1076"/>
    <w:rsid w:val="00AF114D"/>
    <w:rsid w:val="00AF1781"/>
    <w:rsid w:val="00AF2218"/>
    <w:rsid w:val="00AF249A"/>
    <w:rsid w:val="00AF2525"/>
    <w:rsid w:val="00AF2B4C"/>
    <w:rsid w:val="00AF2D2B"/>
    <w:rsid w:val="00AF317F"/>
    <w:rsid w:val="00AF33E6"/>
    <w:rsid w:val="00AF4495"/>
    <w:rsid w:val="00AF44D7"/>
    <w:rsid w:val="00AF4CAE"/>
    <w:rsid w:val="00AF4F86"/>
    <w:rsid w:val="00AF5620"/>
    <w:rsid w:val="00AF63E4"/>
    <w:rsid w:val="00AF6401"/>
    <w:rsid w:val="00AF6624"/>
    <w:rsid w:val="00AF764B"/>
    <w:rsid w:val="00B00B82"/>
    <w:rsid w:val="00B01A52"/>
    <w:rsid w:val="00B01A54"/>
    <w:rsid w:val="00B01C09"/>
    <w:rsid w:val="00B023CC"/>
    <w:rsid w:val="00B02425"/>
    <w:rsid w:val="00B0252D"/>
    <w:rsid w:val="00B02EF0"/>
    <w:rsid w:val="00B02F76"/>
    <w:rsid w:val="00B0321D"/>
    <w:rsid w:val="00B038B6"/>
    <w:rsid w:val="00B04E07"/>
    <w:rsid w:val="00B05253"/>
    <w:rsid w:val="00B05915"/>
    <w:rsid w:val="00B059E1"/>
    <w:rsid w:val="00B0698C"/>
    <w:rsid w:val="00B06A57"/>
    <w:rsid w:val="00B06CFA"/>
    <w:rsid w:val="00B06E4F"/>
    <w:rsid w:val="00B07774"/>
    <w:rsid w:val="00B07AEE"/>
    <w:rsid w:val="00B10681"/>
    <w:rsid w:val="00B108B5"/>
    <w:rsid w:val="00B113C7"/>
    <w:rsid w:val="00B11D64"/>
    <w:rsid w:val="00B12820"/>
    <w:rsid w:val="00B12C6D"/>
    <w:rsid w:val="00B12D68"/>
    <w:rsid w:val="00B13C13"/>
    <w:rsid w:val="00B140D1"/>
    <w:rsid w:val="00B149AD"/>
    <w:rsid w:val="00B149BE"/>
    <w:rsid w:val="00B14CF4"/>
    <w:rsid w:val="00B14EDB"/>
    <w:rsid w:val="00B150DF"/>
    <w:rsid w:val="00B162F6"/>
    <w:rsid w:val="00B1643B"/>
    <w:rsid w:val="00B16828"/>
    <w:rsid w:val="00B202F5"/>
    <w:rsid w:val="00B203F7"/>
    <w:rsid w:val="00B2069B"/>
    <w:rsid w:val="00B2122D"/>
    <w:rsid w:val="00B213EC"/>
    <w:rsid w:val="00B2150A"/>
    <w:rsid w:val="00B21625"/>
    <w:rsid w:val="00B22055"/>
    <w:rsid w:val="00B22E6D"/>
    <w:rsid w:val="00B23537"/>
    <w:rsid w:val="00B235A0"/>
    <w:rsid w:val="00B236AC"/>
    <w:rsid w:val="00B2431C"/>
    <w:rsid w:val="00B2500A"/>
    <w:rsid w:val="00B250AE"/>
    <w:rsid w:val="00B2530C"/>
    <w:rsid w:val="00B25417"/>
    <w:rsid w:val="00B25ABD"/>
    <w:rsid w:val="00B2635D"/>
    <w:rsid w:val="00B270E7"/>
    <w:rsid w:val="00B30F7B"/>
    <w:rsid w:val="00B3180E"/>
    <w:rsid w:val="00B323EE"/>
    <w:rsid w:val="00B33248"/>
    <w:rsid w:val="00B34519"/>
    <w:rsid w:val="00B3455F"/>
    <w:rsid w:val="00B3470A"/>
    <w:rsid w:val="00B34CEC"/>
    <w:rsid w:val="00B34E11"/>
    <w:rsid w:val="00B36BD0"/>
    <w:rsid w:val="00B37191"/>
    <w:rsid w:val="00B371F7"/>
    <w:rsid w:val="00B373A4"/>
    <w:rsid w:val="00B37701"/>
    <w:rsid w:val="00B37903"/>
    <w:rsid w:val="00B37DED"/>
    <w:rsid w:val="00B40375"/>
    <w:rsid w:val="00B4051C"/>
    <w:rsid w:val="00B4073F"/>
    <w:rsid w:val="00B407E2"/>
    <w:rsid w:val="00B4088E"/>
    <w:rsid w:val="00B4143A"/>
    <w:rsid w:val="00B41646"/>
    <w:rsid w:val="00B4210C"/>
    <w:rsid w:val="00B4259E"/>
    <w:rsid w:val="00B42817"/>
    <w:rsid w:val="00B42DDE"/>
    <w:rsid w:val="00B42FD6"/>
    <w:rsid w:val="00B43024"/>
    <w:rsid w:val="00B442F7"/>
    <w:rsid w:val="00B448FE"/>
    <w:rsid w:val="00B458FD"/>
    <w:rsid w:val="00B462C5"/>
    <w:rsid w:val="00B4659B"/>
    <w:rsid w:val="00B46CC2"/>
    <w:rsid w:val="00B47B37"/>
    <w:rsid w:val="00B51715"/>
    <w:rsid w:val="00B52016"/>
    <w:rsid w:val="00B52134"/>
    <w:rsid w:val="00B5231F"/>
    <w:rsid w:val="00B5396F"/>
    <w:rsid w:val="00B539E7"/>
    <w:rsid w:val="00B53B16"/>
    <w:rsid w:val="00B53CC5"/>
    <w:rsid w:val="00B53F6C"/>
    <w:rsid w:val="00B54F4B"/>
    <w:rsid w:val="00B55164"/>
    <w:rsid w:val="00B5576D"/>
    <w:rsid w:val="00B5582B"/>
    <w:rsid w:val="00B55974"/>
    <w:rsid w:val="00B55B28"/>
    <w:rsid w:val="00B55C77"/>
    <w:rsid w:val="00B56075"/>
    <w:rsid w:val="00B561CA"/>
    <w:rsid w:val="00B5742C"/>
    <w:rsid w:val="00B57932"/>
    <w:rsid w:val="00B57E0E"/>
    <w:rsid w:val="00B60093"/>
    <w:rsid w:val="00B60171"/>
    <w:rsid w:val="00B601B5"/>
    <w:rsid w:val="00B60388"/>
    <w:rsid w:val="00B60493"/>
    <w:rsid w:val="00B60E43"/>
    <w:rsid w:val="00B61425"/>
    <w:rsid w:val="00B61935"/>
    <w:rsid w:val="00B61E2B"/>
    <w:rsid w:val="00B61F11"/>
    <w:rsid w:val="00B624D8"/>
    <w:rsid w:val="00B62FBC"/>
    <w:rsid w:val="00B6307E"/>
    <w:rsid w:val="00B635B2"/>
    <w:rsid w:val="00B63F19"/>
    <w:rsid w:val="00B66CE9"/>
    <w:rsid w:val="00B6706B"/>
    <w:rsid w:val="00B67121"/>
    <w:rsid w:val="00B719AB"/>
    <w:rsid w:val="00B72A64"/>
    <w:rsid w:val="00B72D90"/>
    <w:rsid w:val="00B730F9"/>
    <w:rsid w:val="00B7391A"/>
    <w:rsid w:val="00B73F83"/>
    <w:rsid w:val="00B743A5"/>
    <w:rsid w:val="00B74E83"/>
    <w:rsid w:val="00B74F8F"/>
    <w:rsid w:val="00B76B57"/>
    <w:rsid w:val="00B76DBE"/>
    <w:rsid w:val="00B77009"/>
    <w:rsid w:val="00B77B3B"/>
    <w:rsid w:val="00B77BB1"/>
    <w:rsid w:val="00B801DE"/>
    <w:rsid w:val="00B80203"/>
    <w:rsid w:val="00B81535"/>
    <w:rsid w:val="00B818C4"/>
    <w:rsid w:val="00B81FA6"/>
    <w:rsid w:val="00B82389"/>
    <w:rsid w:val="00B824A0"/>
    <w:rsid w:val="00B82655"/>
    <w:rsid w:val="00B826B9"/>
    <w:rsid w:val="00B8285B"/>
    <w:rsid w:val="00B83068"/>
    <w:rsid w:val="00B8315A"/>
    <w:rsid w:val="00B83237"/>
    <w:rsid w:val="00B83F12"/>
    <w:rsid w:val="00B8402E"/>
    <w:rsid w:val="00B846C4"/>
    <w:rsid w:val="00B850EA"/>
    <w:rsid w:val="00B852C7"/>
    <w:rsid w:val="00B853EF"/>
    <w:rsid w:val="00B85580"/>
    <w:rsid w:val="00B8558F"/>
    <w:rsid w:val="00B85A68"/>
    <w:rsid w:val="00B85D95"/>
    <w:rsid w:val="00B8631D"/>
    <w:rsid w:val="00B86A7C"/>
    <w:rsid w:val="00B86ECF"/>
    <w:rsid w:val="00B912B4"/>
    <w:rsid w:val="00B91554"/>
    <w:rsid w:val="00B91A00"/>
    <w:rsid w:val="00B91DCD"/>
    <w:rsid w:val="00B9221A"/>
    <w:rsid w:val="00B933C5"/>
    <w:rsid w:val="00B937A0"/>
    <w:rsid w:val="00B93AC2"/>
    <w:rsid w:val="00B93D62"/>
    <w:rsid w:val="00B94647"/>
    <w:rsid w:val="00B950D6"/>
    <w:rsid w:val="00B950DB"/>
    <w:rsid w:val="00B951B5"/>
    <w:rsid w:val="00B96E66"/>
    <w:rsid w:val="00B9746F"/>
    <w:rsid w:val="00B979B1"/>
    <w:rsid w:val="00BA016C"/>
    <w:rsid w:val="00BA147E"/>
    <w:rsid w:val="00BA1CFF"/>
    <w:rsid w:val="00BA1DF5"/>
    <w:rsid w:val="00BA22A0"/>
    <w:rsid w:val="00BA28B3"/>
    <w:rsid w:val="00BA2B22"/>
    <w:rsid w:val="00BA3506"/>
    <w:rsid w:val="00BA3893"/>
    <w:rsid w:val="00BA3FF8"/>
    <w:rsid w:val="00BA4484"/>
    <w:rsid w:val="00BA5B2F"/>
    <w:rsid w:val="00BA5F05"/>
    <w:rsid w:val="00BA7045"/>
    <w:rsid w:val="00BA71B2"/>
    <w:rsid w:val="00BA721F"/>
    <w:rsid w:val="00BA748F"/>
    <w:rsid w:val="00BA7AE6"/>
    <w:rsid w:val="00BA7CCD"/>
    <w:rsid w:val="00BB005E"/>
    <w:rsid w:val="00BB010A"/>
    <w:rsid w:val="00BB09E2"/>
    <w:rsid w:val="00BB110B"/>
    <w:rsid w:val="00BB14F6"/>
    <w:rsid w:val="00BB167C"/>
    <w:rsid w:val="00BB1C53"/>
    <w:rsid w:val="00BB21D1"/>
    <w:rsid w:val="00BB21F2"/>
    <w:rsid w:val="00BB27A5"/>
    <w:rsid w:val="00BB2DA1"/>
    <w:rsid w:val="00BB2FDD"/>
    <w:rsid w:val="00BB3D40"/>
    <w:rsid w:val="00BB3E68"/>
    <w:rsid w:val="00BB3F7D"/>
    <w:rsid w:val="00BB4D5D"/>
    <w:rsid w:val="00BB5BD6"/>
    <w:rsid w:val="00BB60ED"/>
    <w:rsid w:val="00BB673F"/>
    <w:rsid w:val="00BB6E1F"/>
    <w:rsid w:val="00BB7AB1"/>
    <w:rsid w:val="00BC01DE"/>
    <w:rsid w:val="00BC0671"/>
    <w:rsid w:val="00BC090F"/>
    <w:rsid w:val="00BC0BDA"/>
    <w:rsid w:val="00BC0DF0"/>
    <w:rsid w:val="00BC0F5E"/>
    <w:rsid w:val="00BC18FA"/>
    <w:rsid w:val="00BC2191"/>
    <w:rsid w:val="00BC29A3"/>
    <w:rsid w:val="00BC2A44"/>
    <w:rsid w:val="00BC2E5D"/>
    <w:rsid w:val="00BC3163"/>
    <w:rsid w:val="00BC472B"/>
    <w:rsid w:val="00BC4A37"/>
    <w:rsid w:val="00BC4A9D"/>
    <w:rsid w:val="00BC644D"/>
    <w:rsid w:val="00BC6477"/>
    <w:rsid w:val="00BC6B2D"/>
    <w:rsid w:val="00BC7079"/>
    <w:rsid w:val="00BC70A7"/>
    <w:rsid w:val="00BD0B8A"/>
    <w:rsid w:val="00BD143F"/>
    <w:rsid w:val="00BD1621"/>
    <w:rsid w:val="00BD1A74"/>
    <w:rsid w:val="00BD2475"/>
    <w:rsid w:val="00BD26C5"/>
    <w:rsid w:val="00BD2F78"/>
    <w:rsid w:val="00BD3F50"/>
    <w:rsid w:val="00BD431D"/>
    <w:rsid w:val="00BD4717"/>
    <w:rsid w:val="00BD57AD"/>
    <w:rsid w:val="00BD638F"/>
    <w:rsid w:val="00BD7058"/>
    <w:rsid w:val="00BD7198"/>
    <w:rsid w:val="00BD788C"/>
    <w:rsid w:val="00BD7D3C"/>
    <w:rsid w:val="00BE0A21"/>
    <w:rsid w:val="00BE18FB"/>
    <w:rsid w:val="00BE2D8E"/>
    <w:rsid w:val="00BE3002"/>
    <w:rsid w:val="00BE369F"/>
    <w:rsid w:val="00BE7809"/>
    <w:rsid w:val="00BF010B"/>
    <w:rsid w:val="00BF1C3F"/>
    <w:rsid w:val="00BF229E"/>
    <w:rsid w:val="00BF3AE8"/>
    <w:rsid w:val="00BF42A8"/>
    <w:rsid w:val="00BF4A10"/>
    <w:rsid w:val="00BF521E"/>
    <w:rsid w:val="00BF60AB"/>
    <w:rsid w:val="00BF7EEC"/>
    <w:rsid w:val="00C01235"/>
    <w:rsid w:val="00C01B01"/>
    <w:rsid w:val="00C02BA2"/>
    <w:rsid w:val="00C02E5C"/>
    <w:rsid w:val="00C033FD"/>
    <w:rsid w:val="00C038E2"/>
    <w:rsid w:val="00C0554C"/>
    <w:rsid w:val="00C06F15"/>
    <w:rsid w:val="00C10212"/>
    <w:rsid w:val="00C104CC"/>
    <w:rsid w:val="00C10971"/>
    <w:rsid w:val="00C1112A"/>
    <w:rsid w:val="00C11910"/>
    <w:rsid w:val="00C11989"/>
    <w:rsid w:val="00C11C2D"/>
    <w:rsid w:val="00C11E92"/>
    <w:rsid w:val="00C124DD"/>
    <w:rsid w:val="00C124F7"/>
    <w:rsid w:val="00C129A3"/>
    <w:rsid w:val="00C12B17"/>
    <w:rsid w:val="00C12D4B"/>
    <w:rsid w:val="00C13184"/>
    <w:rsid w:val="00C1374E"/>
    <w:rsid w:val="00C1378B"/>
    <w:rsid w:val="00C144C6"/>
    <w:rsid w:val="00C14DAA"/>
    <w:rsid w:val="00C1515A"/>
    <w:rsid w:val="00C15899"/>
    <w:rsid w:val="00C15AD5"/>
    <w:rsid w:val="00C15B24"/>
    <w:rsid w:val="00C15F5A"/>
    <w:rsid w:val="00C167DC"/>
    <w:rsid w:val="00C16984"/>
    <w:rsid w:val="00C16A48"/>
    <w:rsid w:val="00C16B5A"/>
    <w:rsid w:val="00C16C3B"/>
    <w:rsid w:val="00C20239"/>
    <w:rsid w:val="00C20306"/>
    <w:rsid w:val="00C20992"/>
    <w:rsid w:val="00C212D7"/>
    <w:rsid w:val="00C214D1"/>
    <w:rsid w:val="00C22F28"/>
    <w:rsid w:val="00C23CDF"/>
    <w:rsid w:val="00C24154"/>
    <w:rsid w:val="00C24EE2"/>
    <w:rsid w:val="00C25537"/>
    <w:rsid w:val="00C25966"/>
    <w:rsid w:val="00C25DEF"/>
    <w:rsid w:val="00C26203"/>
    <w:rsid w:val="00C2649F"/>
    <w:rsid w:val="00C267D9"/>
    <w:rsid w:val="00C26E44"/>
    <w:rsid w:val="00C2726F"/>
    <w:rsid w:val="00C274B2"/>
    <w:rsid w:val="00C277ED"/>
    <w:rsid w:val="00C27EFD"/>
    <w:rsid w:val="00C317F0"/>
    <w:rsid w:val="00C31B1B"/>
    <w:rsid w:val="00C324BE"/>
    <w:rsid w:val="00C324F5"/>
    <w:rsid w:val="00C33371"/>
    <w:rsid w:val="00C33BD6"/>
    <w:rsid w:val="00C33E09"/>
    <w:rsid w:val="00C3409D"/>
    <w:rsid w:val="00C340A8"/>
    <w:rsid w:val="00C34BEF"/>
    <w:rsid w:val="00C34E86"/>
    <w:rsid w:val="00C34EC7"/>
    <w:rsid w:val="00C3503E"/>
    <w:rsid w:val="00C35143"/>
    <w:rsid w:val="00C35686"/>
    <w:rsid w:val="00C361B8"/>
    <w:rsid w:val="00C36CEA"/>
    <w:rsid w:val="00C370DB"/>
    <w:rsid w:val="00C37159"/>
    <w:rsid w:val="00C37462"/>
    <w:rsid w:val="00C37D81"/>
    <w:rsid w:val="00C40126"/>
    <w:rsid w:val="00C40913"/>
    <w:rsid w:val="00C4100A"/>
    <w:rsid w:val="00C41C90"/>
    <w:rsid w:val="00C42007"/>
    <w:rsid w:val="00C42579"/>
    <w:rsid w:val="00C43DF4"/>
    <w:rsid w:val="00C43FA3"/>
    <w:rsid w:val="00C44126"/>
    <w:rsid w:val="00C445A7"/>
    <w:rsid w:val="00C44EFD"/>
    <w:rsid w:val="00C45A48"/>
    <w:rsid w:val="00C45D67"/>
    <w:rsid w:val="00C46E02"/>
    <w:rsid w:val="00C477E9"/>
    <w:rsid w:val="00C5045D"/>
    <w:rsid w:val="00C5081A"/>
    <w:rsid w:val="00C50A90"/>
    <w:rsid w:val="00C51B10"/>
    <w:rsid w:val="00C51B7B"/>
    <w:rsid w:val="00C5250B"/>
    <w:rsid w:val="00C5281D"/>
    <w:rsid w:val="00C52FFF"/>
    <w:rsid w:val="00C53627"/>
    <w:rsid w:val="00C53B27"/>
    <w:rsid w:val="00C53FF2"/>
    <w:rsid w:val="00C54058"/>
    <w:rsid w:val="00C54BA6"/>
    <w:rsid w:val="00C555DC"/>
    <w:rsid w:val="00C55632"/>
    <w:rsid w:val="00C55867"/>
    <w:rsid w:val="00C563E4"/>
    <w:rsid w:val="00C5657F"/>
    <w:rsid w:val="00C56CF4"/>
    <w:rsid w:val="00C56E22"/>
    <w:rsid w:val="00C575F5"/>
    <w:rsid w:val="00C578FB"/>
    <w:rsid w:val="00C60A26"/>
    <w:rsid w:val="00C60DA3"/>
    <w:rsid w:val="00C6164B"/>
    <w:rsid w:val="00C616A7"/>
    <w:rsid w:val="00C61CF7"/>
    <w:rsid w:val="00C62876"/>
    <w:rsid w:val="00C62B26"/>
    <w:rsid w:val="00C63DC5"/>
    <w:rsid w:val="00C63DDB"/>
    <w:rsid w:val="00C64D58"/>
    <w:rsid w:val="00C64E0A"/>
    <w:rsid w:val="00C656BE"/>
    <w:rsid w:val="00C65C00"/>
    <w:rsid w:val="00C663D5"/>
    <w:rsid w:val="00C664B8"/>
    <w:rsid w:val="00C6679A"/>
    <w:rsid w:val="00C66A37"/>
    <w:rsid w:val="00C66C5E"/>
    <w:rsid w:val="00C67966"/>
    <w:rsid w:val="00C703A8"/>
    <w:rsid w:val="00C70552"/>
    <w:rsid w:val="00C70846"/>
    <w:rsid w:val="00C7113F"/>
    <w:rsid w:val="00C71179"/>
    <w:rsid w:val="00C71513"/>
    <w:rsid w:val="00C71567"/>
    <w:rsid w:val="00C71A39"/>
    <w:rsid w:val="00C72E5C"/>
    <w:rsid w:val="00C73078"/>
    <w:rsid w:val="00C730CC"/>
    <w:rsid w:val="00C73A93"/>
    <w:rsid w:val="00C7441A"/>
    <w:rsid w:val="00C74A1C"/>
    <w:rsid w:val="00C74B69"/>
    <w:rsid w:val="00C74EB3"/>
    <w:rsid w:val="00C750D0"/>
    <w:rsid w:val="00C75722"/>
    <w:rsid w:val="00C75C24"/>
    <w:rsid w:val="00C762D9"/>
    <w:rsid w:val="00C7783C"/>
    <w:rsid w:val="00C77D63"/>
    <w:rsid w:val="00C8039C"/>
    <w:rsid w:val="00C8041E"/>
    <w:rsid w:val="00C80447"/>
    <w:rsid w:val="00C808C9"/>
    <w:rsid w:val="00C812EA"/>
    <w:rsid w:val="00C812F0"/>
    <w:rsid w:val="00C815A7"/>
    <w:rsid w:val="00C8165E"/>
    <w:rsid w:val="00C81B27"/>
    <w:rsid w:val="00C82976"/>
    <w:rsid w:val="00C83555"/>
    <w:rsid w:val="00C83A61"/>
    <w:rsid w:val="00C83F27"/>
    <w:rsid w:val="00C8559E"/>
    <w:rsid w:val="00C85A31"/>
    <w:rsid w:val="00C861CE"/>
    <w:rsid w:val="00C8672D"/>
    <w:rsid w:val="00C87194"/>
    <w:rsid w:val="00C87228"/>
    <w:rsid w:val="00C9000F"/>
    <w:rsid w:val="00C907DD"/>
    <w:rsid w:val="00C90ECC"/>
    <w:rsid w:val="00C90FCD"/>
    <w:rsid w:val="00C910E5"/>
    <w:rsid w:val="00C91686"/>
    <w:rsid w:val="00C918B3"/>
    <w:rsid w:val="00C91AD0"/>
    <w:rsid w:val="00C91DB1"/>
    <w:rsid w:val="00C92101"/>
    <w:rsid w:val="00C92C51"/>
    <w:rsid w:val="00C92CBA"/>
    <w:rsid w:val="00C9319E"/>
    <w:rsid w:val="00C938EB"/>
    <w:rsid w:val="00C93F30"/>
    <w:rsid w:val="00C93FE1"/>
    <w:rsid w:val="00C94567"/>
    <w:rsid w:val="00C94B1E"/>
    <w:rsid w:val="00C9533B"/>
    <w:rsid w:val="00C95736"/>
    <w:rsid w:val="00C95B49"/>
    <w:rsid w:val="00C95B56"/>
    <w:rsid w:val="00C9655B"/>
    <w:rsid w:val="00C96D9B"/>
    <w:rsid w:val="00C96DA8"/>
    <w:rsid w:val="00C97019"/>
    <w:rsid w:val="00C972A0"/>
    <w:rsid w:val="00C97E7D"/>
    <w:rsid w:val="00CA09F6"/>
    <w:rsid w:val="00CA1DD2"/>
    <w:rsid w:val="00CA25FD"/>
    <w:rsid w:val="00CA3E85"/>
    <w:rsid w:val="00CA4307"/>
    <w:rsid w:val="00CA555B"/>
    <w:rsid w:val="00CA626A"/>
    <w:rsid w:val="00CA6860"/>
    <w:rsid w:val="00CA6B31"/>
    <w:rsid w:val="00CA702A"/>
    <w:rsid w:val="00CA7B4C"/>
    <w:rsid w:val="00CB05D1"/>
    <w:rsid w:val="00CB1CB3"/>
    <w:rsid w:val="00CB3080"/>
    <w:rsid w:val="00CB3532"/>
    <w:rsid w:val="00CB3D0C"/>
    <w:rsid w:val="00CB4203"/>
    <w:rsid w:val="00CB48E1"/>
    <w:rsid w:val="00CB494F"/>
    <w:rsid w:val="00CB4BD9"/>
    <w:rsid w:val="00CB5001"/>
    <w:rsid w:val="00CB50E6"/>
    <w:rsid w:val="00CB5361"/>
    <w:rsid w:val="00CB53B6"/>
    <w:rsid w:val="00CB5C9D"/>
    <w:rsid w:val="00CB5F72"/>
    <w:rsid w:val="00CB77D0"/>
    <w:rsid w:val="00CB79B6"/>
    <w:rsid w:val="00CB7B86"/>
    <w:rsid w:val="00CB7D2A"/>
    <w:rsid w:val="00CB7E7C"/>
    <w:rsid w:val="00CC0F1B"/>
    <w:rsid w:val="00CC2195"/>
    <w:rsid w:val="00CC281F"/>
    <w:rsid w:val="00CC2F08"/>
    <w:rsid w:val="00CC32F4"/>
    <w:rsid w:val="00CC3A28"/>
    <w:rsid w:val="00CC4120"/>
    <w:rsid w:val="00CC4DC8"/>
    <w:rsid w:val="00CC54DE"/>
    <w:rsid w:val="00CC55B8"/>
    <w:rsid w:val="00CC5DF5"/>
    <w:rsid w:val="00CC709E"/>
    <w:rsid w:val="00CC7143"/>
    <w:rsid w:val="00CC758D"/>
    <w:rsid w:val="00CC777E"/>
    <w:rsid w:val="00CD096B"/>
    <w:rsid w:val="00CD0D0E"/>
    <w:rsid w:val="00CD319F"/>
    <w:rsid w:val="00CD374B"/>
    <w:rsid w:val="00CD3A11"/>
    <w:rsid w:val="00CD3C84"/>
    <w:rsid w:val="00CD43A6"/>
    <w:rsid w:val="00CD4838"/>
    <w:rsid w:val="00CD4E8A"/>
    <w:rsid w:val="00CD4FD3"/>
    <w:rsid w:val="00CD5534"/>
    <w:rsid w:val="00CD5D98"/>
    <w:rsid w:val="00CD5EE8"/>
    <w:rsid w:val="00CD6D03"/>
    <w:rsid w:val="00CD70D5"/>
    <w:rsid w:val="00CE0DAA"/>
    <w:rsid w:val="00CE133C"/>
    <w:rsid w:val="00CE1504"/>
    <w:rsid w:val="00CE1735"/>
    <w:rsid w:val="00CE17FF"/>
    <w:rsid w:val="00CE1BFE"/>
    <w:rsid w:val="00CE274E"/>
    <w:rsid w:val="00CE2E3B"/>
    <w:rsid w:val="00CE2FD6"/>
    <w:rsid w:val="00CE2FDE"/>
    <w:rsid w:val="00CE3ABA"/>
    <w:rsid w:val="00CE3E09"/>
    <w:rsid w:val="00CE3F31"/>
    <w:rsid w:val="00CE42E2"/>
    <w:rsid w:val="00CE4AE0"/>
    <w:rsid w:val="00CE4DE8"/>
    <w:rsid w:val="00CE5EFF"/>
    <w:rsid w:val="00CE615C"/>
    <w:rsid w:val="00CE6596"/>
    <w:rsid w:val="00CE6BFA"/>
    <w:rsid w:val="00CE6F64"/>
    <w:rsid w:val="00CE70B5"/>
    <w:rsid w:val="00CE7D2C"/>
    <w:rsid w:val="00CE7F18"/>
    <w:rsid w:val="00CE7FF0"/>
    <w:rsid w:val="00CF0204"/>
    <w:rsid w:val="00CF0291"/>
    <w:rsid w:val="00CF0565"/>
    <w:rsid w:val="00CF0D54"/>
    <w:rsid w:val="00CF1D1D"/>
    <w:rsid w:val="00CF2195"/>
    <w:rsid w:val="00CF25F1"/>
    <w:rsid w:val="00CF2AF1"/>
    <w:rsid w:val="00CF2ECD"/>
    <w:rsid w:val="00CF3185"/>
    <w:rsid w:val="00CF39F1"/>
    <w:rsid w:val="00CF3E57"/>
    <w:rsid w:val="00CF3F77"/>
    <w:rsid w:val="00CF4811"/>
    <w:rsid w:val="00CF5DC8"/>
    <w:rsid w:val="00CF7FCE"/>
    <w:rsid w:val="00D0059E"/>
    <w:rsid w:val="00D009F7"/>
    <w:rsid w:val="00D00D19"/>
    <w:rsid w:val="00D00E04"/>
    <w:rsid w:val="00D01758"/>
    <w:rsid w:val="00D02116"/>
    <w:rsid w:val="00D0248F"/>
    <w:rsid w:val="00D028A9"/>
    <w:rsid w:val="00D02E56"/>
    <w:rsid w:val="00D038C0"/>
    <w:rsid w:val="00D03A8D"/>
    <w:rsid w:val="00D0445B"/>
    <w:rsid w:val="00D046A5"/>
    <w:rsid w:val="00D04968"/>
    <w:rsid w:val="00D04CC0"/>
    <w:rsid w:val="00D04D1D"/>
    <w:rsid w:val="00D05CF1"/>
    <w:rsid w:val="00D06343"/>
    <w:rsid w:val="00D0659A"/>
    <w:rsid w:val="00D0680F"/>
    <w:rsid w:val="00D06A25"/>
    <w:rsid w:val="00D0701F"/>
    <w:rsid w:val="00D07615"/>
    <w:rsid w:val="00D0779F"/>
    <w:rsid w:val="00D07FE0"/>
    <w:rsid w:val="00D10D59"/>
    <w:rsid w:val="00D10DF5"/>
    <w:rsid w:val="00D113D3"/>
    <w:rsid w:val="00D116C6"/>
    <w:rsid w:val="00D11E06"/>
    <w:rsid w:val="00D11F20"/>
    <w:rsid w:val="00D12A96"/>
    <w:rsid w:val="00D1328B"/>
    <w:rsid w:val="00D1360B"/>
    <w:rsid w:val="00D137ED"/>
    <w:rsid w:val="00D13B46"/>
    <w:rsid w:val="00D13B79"/>
    <w:rsid w:val="00D1522D"/>
    <w:rsid w:val="00D15ADB"/>
    <w:rsid w:val="00D16D22"/>
    <w:rsid w:val="00D16E81"/>
    <w:rsid w:val="00D16EF1"/>
    <w:rsid w:val="00D16FCC"/>
    <w:rsid w:val="00D170A2"/>
    <w:rsid w:val="00D17E0A"/>
    <w:rsid w:val="00D2002D"/>
    <w:rsid w:val="00D2004C"/>
    <w:rsid w:val="00D2005B"/>
    <w:rsid w:val="00D201A2"/>
    <w:rsid w:val="00D204AF"/>
    <w:rsid w:val="00D206A4"/>
    <w:rsid w:val="00D20A57"/>
    <w:rsid w:val="00D20B32"/>
    <w:rsid w:val="00D23F0D"/>
    <w:rsid w:val="00D24361"/>
    <w:rsid w:val="00D248D1"/>
    <w:rsid w:val="00D24DA2"/>
    <w:rsid w:val="00D25FC5"/>
    <w:rsid w:val="00D2619A"/>
    <w:rsid w:val="00D26AD4"/>
    <w:rsid w:val="00D26B5B"/>
    <w:rsid w:val="00D26C3C"/>
    <w:rsid w:val="00D26FAE"/>
    <w:rsid w:val="00D2704F"/>
    <w:rsid w:val="00D270B6"/>
    <w:rsid w:val="00D278EA"/>
    <w:rsid w:val="00D27C04"/>
    <w:rsid w:val="00D27F5D"/>
    <w:rsid w:val="00D3004B"/>
    <w:rsid w:val="00D3024F"/>
    <w:rsid w:val="00D30AAC"/>
    <w:rsid w:val="00D30F20"/>
    <w:rsid w:val="00D31049"/>
    <w:rsid w:val="00D3133C"/>
    <w:rsid w:val="00D31B4F"/>
    <w:rsid w:val="00D31CD2"/>
    <w:rsid w:val="00D3277F"/>
    <w:rsid w:val="00D328DC"/>
    <w:rsid w:val="00D32AAA"/>
    <w:rsid w:val="00D33267"/>
    <w:rsid w:val="00D3328C"/>
    <w:rsid w:val="00D33A5C"/>
    <w:rsid w:val="00D34209"/>
    <w:rsid w:val="00D348AD"/>
    <w:rsid w:val="00D35587"/>
    <w:rsid w:val="00D35BE6"/>
    <w:rsid w:val="00D35FF7"/>
    <w:rsid w:val="00D36197"/>
    <w:rsid w:val="00D376C4"/>
    <w:rsid w:val="00D37DB4"/>
    <w:rsid w:val="00D40841"/>
    <w:rsid w:val="00D40B72"/>
    <w:rsid w:val="00D40C31"/>
    <w:rsid w:val="00D4109A"/>
    <w:rsid w:val="00D435BF"/>
    <w:rsid w:val="00D436A0"/>
    <w:rsid w:val="00D43B9F"/>
    <w:rsid w:val="00D4455E"/>
    <w:rsid w:val="00D44802"/>
    <w:rsid w:val="00D44849"/>
    <w:rsid w:val="00D448E8"/>
    <w:rsid w:val="00D45AEF"/>
    <w:rsid w:val="00D45D5E"/>
    <w:rsid w:val="00D467F2"/>
    <w:rsid w:val="00D46ED0"/>
    <w:rsid w:val="00D4719C"/>
    <w:rsid w:val="00D47AEB"/>
    <w:rsid w:val="00D47E1C"/>
    <w:rsid w:val="00D50158"/>
    <w:rsid w:val="00D50298"/>
    <w:rsid w:val="00D51FBC"/>
    <w:rsid w:val="00D52054"/>
    <w:rsid w:val="00D5209F"/>
    <w:rsid w:val="00D5297F"/>
    <w:rsid w:val="00D52CB2"/>
    <w:rsid w:val="00D52CF3"/>
    <w:rsid w:val="00D52F9A"/>
    <w:rsid w:val="00D53316"/>
    <w:rsid w:val="00D53334"/>
    <w:rsid w:val="00D5337B"/>
    <w:rsid w:val="00D5389A"/>
    <w:rsid w:val="00D53AA9"/>
    <w:rsid w:val="00D54C10"/>
    <w:rsid w:val="00D54DD8"/>
    <w:rsid w:val="00D550CB"/>
    <w:rsid w:val="00D56341"/>
    <w:rsid w:val="00D565F2"/>
    <w:rsid w:val="00D567C3"/>
    <w:rsid w:val="00D5700D"/>
    <w:rsid w:val="00D609CB"/>
    <w:rsid w:val="00D60A7B"/>
    <w:rsid w:val="00D60AAB"/>
    <w:rsid w:val="00D60D1F"/>
    <w:rsid w:val="00D61A50"/>
    <w:rsid w:val="00D620F7"/>
    <w:rsid w:val="00D62BC1"/>
    <w:rsid w:val="00D63813"/>
    <w:rsid w:val="00D63EAB"/>
    <w:rsid w:val="00D64068"/>
    <w:rsid w:val="00D64194"/>
    <w:rsid w:val="00D668F8"/>
    <w:rsid w:val="00D70408"/>
    <w:rsid w:val="00D70AC7"/>
    <w:rsid w:val="00D70F40"/>
    <w:rsid w:val="00D713D8"/>
    <w:rsid w:val="00D71903"/>
    <w:rsid w:val="00D71FDF"/>
    <w:rsid w:val="00D72A8E"/>
    <w:rsid w:val="00D72CEA"/>
    <w:rsid w:val="00D7307C"/>
    <w:rsid w:val="00D731AA"/>
    <w:rsid w:val="00D73AA5"/>
    <w:rsid w:val="00D747CA"/>
    <w:rsid w:val="00D75293"/>
    <w:rsid w:val="00D755F8"/>
    <w:rsid w:val="00D75FBE"/>
    <w:rsid w:val="00D763EE"/>
    <w:rsid w:val="00D775B2"/>
    <w:rsid w:val="00D80711"/>
    <w:rsid w:val="00D8076A"/>
    <w:rsid w:val="00D80BCA"/>
    <w:rsid w:val="00D81965"/>
    <w:rsid w:val="00D82239"/>
    <w:rsid w:val="00D82677"/>
    <w:rsid w:val="00D82A77"/>
    <w:rsid w:val="00D83338"/>
    <w:rsid w:val="00D83819"/>
    <w:rsid w:val="00D83B9C"/>
    <w:rsid w:val="00D84067"/>
    <w:rsid w:val="00D84141"/>
    <w:rsid w:val="00D84339"/>
    <w:rsid w:val="00D8436E"/>
    <w:rsid w:val="00D849EF"/>
    <w:rsid w:val="00D84DA4"/>
    <w:rsid w:val="00D85C37"/>
    <w:rsid w:val="00D860FB"/>
    <w:rsid w:val="00D86DF5"/>
    <w:rsid w:val="00D87881"/>
    <w:rsid w:val="00D87A4B"/>
    <w:rsid w:val="00D87C2A"/>
    <w:rsid w:val="00D905E5"/>
    <w:rsid w:val="00D90CF4"/>
    <w:rsid w:val="00D91041"/>
    <w:rsid w:val="00D91099"/>
    <w:rsid w:val="00D91330"/>
    <w:rsid w:val="00D92794"/>
    <w:rsid w:val="00D92A44"/>
    <w:rsid w:val="00D933D8"/>
    <w:rsid w:val="00D936C0"/>
    <w:rsid w:val="00D9381D"/>
    <w:rsid w:val="00D93B84"/>
    <w:rsid w:val="00D93DAF"/>
    <w:rsid w:val="00D94878"/>
    <w:rsid w:val="00D94BB9"/>
    <w:rsid w:val="00D94BBF"/>
    <w:rsid w:val="00D95631"/>
    <w:rsid w:val="00D95CE9"/>
    <w:rsid w:val="00D95DC9"/>
    <w:rsid w:val="00D96075"/>
    <w:rsid w:val="00D962E8"/>
    <w:rsid w:val="00D97030"/>
    <w:rsid w:val="00D97155"/>
    <w:rsid w:val="00D9730E"/>
    <w:rsid w:val="00D97367"/>
    <w:rsid w:val="00DA095E"/>
    <w:rsid w:val="00DA0B03"/>
    <w:rsid w:val="00DA15E4"/>
    <w:rsid w:val="00DA16D0"/>
    <w:rsid w:val="00DA1AB0"/>
    <w:rsid w:val="00DA21A7"/>
    <w:rsid w:val="00DA2537"/>
    <w:rsid w:val="00DA3434"/>
    <w:rsid w:val="00DA34AB"/>
    <w:rsid w:val="00DA36EB"/>
    <w:rsid w:val="00DA4010"/>
    <w:rsid w:val="00DA4B07"/>
    <w:rsid w:val="00DA4B45"/>
    <w:rsid w:val="00DA4C72"/>
    <w:rsid w:val="00DA5C5D"/>
    <w:rsid w:val="00DA5EB9"/>
    <w:rsid w:val="00DA66A8"/>
    <w:rsid w:val="00DA6953"/>
    <w:rsid w:val="00DA6D09"/>
    <w:rsid w:val="00DA79DD"/>
    <w:rsid w:val="00DA7D82"/>
    <w:rsid w:val="00DB0B9E"/>
    <w:rsid w:val="00DB0C83"/>
    <w:rsid w:val="00DB0CD6"/>
    <w:rsid w:val="00DB0FBC"/>
    <w:rsid w:val="00DB1316"/>
    <w:rsid w:val="00DB1507"/>
    <w:rsid w:val="00DB17FB"/>
    <w:rsid w:val="00DB19B7"/>
    <w:rsid w:val="00DB1B36"/>
    <w:rsid w:val="00DB2C8A"/>
    <w:rsid w:val="00DB2CA6"/>
    <w:rsid w:val="00DB322A"/>
    <w:rsid w:val="00DB35A2"/>
    <w:rsid w:val="00DB3ADD"/>
    <w:rsid w:val="00DB3FF9"/>
    <w:rsid w:val="00DB427D"/>
    <w:rsid w:val="00DB4421"/>
    <w:rsid w:val="00DB44E1"/>
    <w:rsid w:val="00DB45B8"/>
    <w:rsid w:val="00DB4753"/>
    <w:rsid w:val="00DB55F2"/>
    <w:rsid w:val="00DB60F0"/>
    <w:rsid w:val="00DB6BA4"/>
    <w:rsid w:val="00DB7828"/>
    <w:rsid w:val="00DB7883"/>
    <w:rsid w:val="00DB7A34"/>
    <w:rsid w:val="00DC0119"/>
    <w:rsid w:val="00DC08C7"/>
    <w:rsid w:val="00DC14F3"/>
    <w:rsid w:val="00DC167D"/>
    <w:rsid w:val="00DC295D"/>
    <w:rsid w:val="00DC306B"/>
    <w:rsid w:val="00DC363A"/>
    <w:rsid w:val="00DC56F0"/>
    <w:rsid w:val="00DC5862"/>
    <w:rsid w:val="00DC5E6E"/>
    <w:rsid w:val="00DC5E78"/>
    <w:rsid w:val="00DC6AE9"/>
    <w:rsid w:val="00DC6D60"/>
    <w:rsid w:val="00DC7056"/>
    <w:rsid w:val="00DC7352"/>
    <w:rsid w:val="00DD0371"/>
    <w:rsid w:val="00DD040D"/>
    <w:rsid w:val="00DD0457"/>
    <w:rsid w:val="00DD06C9"/>
    <w:rsid w:val="00DD1B66"/>
    <w:rsid w:val="00DD1B8C"/>
    <w:rsid w:val="00DD1DE1"/>
    <w:rsid w:val="00DD2363"/>
    <w:rsid w:val="00DD2584"/>
    <w:rsid w:val="00DD27DB"/>
    <w:rsid w:val="00DD2FE3"/>
    <w:rsid w:val="00DD390C"/>
    <w:rsid w:val="00DD3B1F"/>
    <w:rsid w:val="00DD3C82"/>
    <w:rsid w:val="00DD3D9D"/>
    <w:rsid w:val="00DD3EEF"/>
    <w:rsid w:val="00DD5742"/>
    <w:rsid w:val="00DD5A56"/>
    <w:rsid w:val="00DD5D77"/>
    <w:rsid w:val="00DD6478"/>
    <w:rsid w:val="00DD67A5"/>
    <w:rsid w:val="00DD6866"/>
    <w:rsid w:val="00DD691F"/>
    <w:rsid w:val="00DD6E85"/>
    <w:rsid w:val="00DD6FED"/>
    <w:rsid w:val="00DD7F1C"/>
    <w:rsid w:val="00DE0551"/>
    <w:rsid w:val="00DE0636"/>
    <w:rsid w:val="00DE0672"/>
    <w:rsid w:val="00DE09E2"/>
    <w:rsid w:val="00DE11AE"/>
    <w:rsid w:val="00DE1E8A"/>
    <w:rsid w:val="00DE2A33"/>
    <w:rsid w:val="00DE3529"/>
    <w:rsid w:val="00DE3D4A"/>
    <w:rsid w:val="00DE3FF6"/>
    <w:rsid w:val="00DE441A"/>
    <w:rsid w:val="00DE4815"/>
    <w:rsid w:val="00DE49E7"/>
    <w:rsid w:val="00DE4D66"/>
    <w:rsid w:val="00DE4E78"/>
    <w:rsid w:val="00DE4E8A"/>
    <w:rsid w:val="00DE59B8"/>
    <w:rsid w:val="00DE59E4"/>
    <w:rsid w:val="00DE61DA"/>
    <w:rsid w:val="00DE6665"/>
    <w:rsid w:val="00DE676A"/>
    <w:rsid w:val="00DE6C5E"/>
    <w:rsid w:val="00DE6C6D"/>
    <w:rsid w:val="00DE6D5A"/>
    <w:rsid w:val="00DE7F22"/>
    <w:rsid w:val="00DF07EF"/>
    <w:rsid w:val="00DF08E7"/>
    <w:rsid w:val="00DF10D3"/>
    <w:rsid w:val="00DF12DA"/>
    <w:rsid w:val="00DF1458"/>
    <w:rsid w:val="00DF2725"/>
    <w:rsid w:val="00DF2758"/>
    <w:rsid w:val="00DF2A71"/>
    <w:rsid w:val="00DF2B28"/>
    <w:rsid w:val="00DF2DDA"/>
    <w:rsid w:val="00DF2E77"/>
    <w:rsid w:val="00DF3223"/>
    <w:rsid w:val="00DF3453"/>
    <w:rsid w:val="00DF380C"/>
    <w:rsid w:val="00DF3EF4"/>
    <w:rsid w:val="00DF499D"/>
    <w:rsid w:val="00DF49B8"/>
    <w:rsid w:val="00DF4A9B"/>
    <w:rsid w:val="00DF64A7"/>
    <w:rsid w:val="00DF6966"/>
    <w:rsid w:val="00DF6DFF"/>
    <w:rsid w:val="00DF6F45"/>
    <w:rsid w:val="00DF7B3C"/>
    <w:rsid w:val="00E00265"/>
    <w:rsid w:val="00E0103A"/>
    <w:rsid w:val="00E0184F"/>
    <w:rsid w:val="00E01AA0"/>
    <w:rsid w:val="00E01B5B"/>
    <w:rsid w:val="00E021B8"/>
    <w:rsid w:val="00E0259E"/>
    <w:rsid w:val="00E02760"/>
    <w:rsid w:val="00E02AA7"/>
    <w:rsid w:val="00E02FA0"/>
    <w:rsid w:val="00E04330"/>
    <w:rsid w:val="00E04BDC"/>
    <w:rsid w:val="00E04FA9"/>
    <w:rsid w:val="00E05392"/>
    <w:rsid w:val="00E056FD"/>
    <w:rsid w:val="00E0591D"/>
    <w:rsid w:val="00E06168"/>
    <w:rsid w:val="00E06C56"/>
    <w:rsid w:val="00E06F7F"/>
    <w:rsid w:val="00E07B38"/>
    <w:rsid w:val="00E07C67"/>
    <w:rsid w:val="00E07C91"/>
    <w:rsid w:val="00E07DF3"/>
    <w:rsid w:val="00E07F03"/>
    <w:rsid w:val="00E1020A"/>
    <w:rsid w:val="00E10D45"/>
    <w:rsid w:val="00E11451"/>
    <w:rsid w:val="00E11633"/>
    <w:rsid w:val="00E11864"/>
    <w:rsid w:val="00E1229A"/>
    <w:rsid w:val="00E124F7"/>
    <w:rsid w:val="00E13608"/>
    <w:rsid w:val="00E13C9A"/>
    <w:rsid w:val="00E13CB8"/>
    <w:rsid w:val="00E13EC2"/>
    <w:rsid w:val="00E144CE"/>
    <w:rsid w:val="00E147E7"/>
    <w:rsid w:val="00E14B81"/>
    <w:rsid w:val="00E15197"/>
    <w:rsid w:val="00E154FB"/>
    <w:rsid w:val="00E1576F"/>
    <w:rsid w:val="00E15872"/>
    <w:rsid w:val="00E16A7B"/>
    <w:rsid w:val="00E17444"/>
    <w:rsid w:val="00E175A4"/>
    <w:rsid w:val="00E17CD4"/>
    <w:rsid w:val="00E17EC1"/>
    <w:rsid w:val="00E21466"/>
    <w:rsid w:val="00E21818"/>
    <w:rsid w:val="00E21E97"/>
    <w:rsid w:val="00E21FFA"/>
    <w:rsid w:val="00E220F6"/>
    <w:rsid w:val="00E222DB"/>
    <w:rsid w:val="00E22AE4"/>
    <w:rsid w:val="00E23023"/>
    <w:rsid w:val="00E23028"/>
    <w:rsid w:val="00E23239"/>
    <w:rsid w:val="00E23C74"/>
    <w:rsid w:val="00E23DD5"/>
    <w:rsid w:val="00E24ACE"/>
    <w:rsid w:val="00E2518F"/>
    <w:rsid w:val="00E251B3"/>
    <w:rsid w:val="00E2567B"/>
    <w:rsid w:val="00E26366"/>
    <w:rsid w:val="00E274D2"/>
    <w:rsid w:val="00E27938"/>
    <w:rsid w:val="00E27D4F"/>
    <w:rsid w:val="00E32D84"/>
    <w:rsid w:val="00E332C4"/>
    <w:rsid w:val="00E334FB"/>
    <w:rsid w:val="00E33502"/>
    <w:rsid w:val="00E33550"/>
    <w:rsid w:val="00E336EB"/>
    <w:rsid w:val="00E33ABC"/>
    <w:rsid w:val="00E33FB9"/>
    <w:rsid w:val="00E34304"/>
    <w:rsid w:val="00E34FAB"/>
    <w:rsid w:val="00E35AAD"/>
    <w:rsid w:val="00E35BFD"/>
    <w:rsid w:val="00E36E60"/>
    <w:rsid w:val="00E37D6E"/>
    <w:rsid w:val="00E37D97"/>
    <w:rsid w:val="00E40C73"/>
    <w:rsid w:val="00E40D31"/>
    <w:rsid w:val="00E411E4"/>
    <w:rsid w:val="00E42292"/>
    <w:rsid w:val="00E4250B"/>
    <w:rsid w:val="00E428FC"/>
    <w:rsid w:val="00E42A13"/>
    <w:rsid w:val="00E43B42"/>
    <w:rsid w:val="00E446DD"/>
    <w:rsid w:val="00E45082"/>
    <w:rsid w:val="00E450B8"/>
    <w:rsid w:val="00E458CA"/>
    <w:rsid w:val="00E45BCE"/>
    <w:rsid w:val="00E46A59"/>
    <w:rsid w:val="00E473E0"/>
    <w:rsid w:val="00E47577"/>
    <w:rsid w:val="00E47B66"/>
    <w:rsid w:val="00E50046"/>
    <w:rsid w:val="00E5008E"/>
    <w:rsid w:val="00E50E6D"/>
    <w:rsid w:val="00E512E1"/>
    <w:rsid w:val="00E5154D"/>
    <w:rsid w:val="00E51673"/>
    <w:rsid w:val="00E519AC"/>
    <w:rsid w:val="00E51C28"/>
    <w:rsid w:val="00E51F7F"/>
    <w:rsid w:val="00E52275"/>
    <w:rsid w:val="00E5238A"/>
    <w:rsid w:val="00E5256C"/>
    <w:rsid w:val="00E52F2A"/>
    <w:rsid w:val="00E5301B"/>
    <w:rsid w:val="00E535B9"/>
    <w:rsid w:val="00E53634"/>
    <w:rsid w:val="00E5375C"/>
    <w:rsid w:val="00E5413C"/>
    <w:rsid w:val="00E5418B"/>
    <w:rsid w:val="00E54BBC"/>
    <w:rsid w:val="00E54ECC"/>
    <w:rsid w:val="00E552CD"/>
    <w:rsid w:val="00E55532"/>
    <w:rsid w:val="00E55958"/>
    <w:rsid w:val="00E55F48"/>
    <w:rsid w:val="00E56258"/>
    <w:rsid w:val="00E56504"/>
    <w:rsid w:val="00E56C2A"/>
    <w:rsid w:val="00E56F23"/>
    <w:rsid w:val="00E57204"/>
    <w:rsid w:val="00E57C36"/>
    <w:rsid w:val="00E57E5C"/>
    <w:rsid w:val="00E6051F"/>
    <w:rsid w:val="00E6180E"/>
    <w:rsid w:val="00E63E1D"/>
    <w:rsid w:val="00E644BE"/>
    <w:rsid w:val="00E64941"/>
    <w:rsid w:val="00E658EB"/>
    <w:rsid w:val="00E659DE"/>
    <w:rsid w:val="00E65F1A"/>
    <w:rsid w:val="00E66123"/>
    <w:rsid w:val="00E6614A"/>
    <w:rsid w:val="00E66352"/>
    <w:rsid w:val="00E66B66"/>
    <w:rsid w:val="00E66E51"/>
    <w:rsid w:val="00E679F2"/>
    <w:rsid w:val="00E70AE2"/>
    <w:rsid w:val="00E70C7F"/>
    <w:rsid w:val="00E713D1"/>
    <w:rsid w:val="00E718D8"/>
    <w:rsid w:val="00E71BDE"/>
    <w:rsid w:val="00E720FC"/>
    <w:rsid w:val="00E72256"/>
    <w:rsid w:val="00E725BD"/>
    <w:rsid w:val="00E7308D"/>
    <w:rsid w:val="00E7357B"/>
    <w:rsid w:val="00E73A28"/>
    <w:rsid w:val="00E74886"/>
    <w:rsid w:val="00E7499A"/>
    <w:rsid w:val="00E74A56"/>
    <w:rsid w:val="00E75844"/>
    <w:rsid w:val="00E75967"/>
    <w:rsid w:val="00E75B98"/>
    <w:rsid w:val="00E777F2"/>
    <w:rsid w:val="00E8004C"/>
    <w:rsid w:val="00E81011"/>
    <w:rsid w:val="00E811DC"/>
    <w:rsid w:val="00E816DD"/>
    <w:rsid w:val="00E81BC0"/>
    <w:rsid w:val="00E8217B"/>
    <w:rsid w:val="00E822C3"/>
    <w:rsid w:val="00E8233E"/>
    <w:rsid w:val="00E82784"/>
    <w:rsid w:val="00E83194"/>
    <w:rsid w:val="00E83DDC"/>
    <w:rsid w:val="00E848CA"/>
    <w:rsid w:val="00E85C76"/>
    <w:rsid w:val="00E87407"/>
    <w:rsid w:val="00E87774"/>
    <w:rsid w:val="00E87F09"/>
    <w:rsid w:val="00E905CA"/>
    <w:rsid w:val="00E92880"/>
    <w:rsid w:val="00E9290F"/>
    <w:rsid w:val="00E933DE"/>
    <w:rsid w:val="00E94560"/>
    <w:rsid w:val="00E94D0A"/>
    <w:rsid w:val="00E94E0D"/>
    <w:rsid w:val="00E9502D"/>
    <w:rsid w:val="00E950CE"/>
    <w:rsid w:val="00E95C7C"/>
    <w:rsid w:val="00E96488"/>
    <w:rsid w:val="00E965CB"/>
    <w:rsid w:val="00E969F4"/>
    <w:rsid w:val="00E96B42"/>
    <w:rsid w:val="00E96D08"/>
    <w:rsid w:val="00E96FAA"/>
    <w:rsid w:val="00E970FF"/>
    <w:rsid w:val="00E97189"/>
    <w:rsid w:val="00E9757A"/>
    <w:rsid w:val="00E9796D"/>
    <w:rsid w:val="00EA0CBA"/>
    <w:rsid w:val="00EA1461"/>
    <w:rsid w:val="00EA1481"/>
    <w:rsid w:val="00EA1D41"/>
    <w:rsid w:val="00EA273D"/>
    <w:rsid w:val="00EA29D7"/>
    <w:rsid w:val="00EA2E92"/>
    <w:rsid w:val="00EA334B"/>
    <w:rsid w:val="00EA3471"/>
    <w:rsid w:val="00EA380D"/>
    <w:rsid w:val="00EA390C"/>
    <w:rsid w:val="00EA3DB6"/>
    <w:rsid w:val="00EA3EDB"/>
    <w:rsid w:val="00EA4019"/>
    <w:rsid w:val="00EA40BA"/>
    <w:rsid w:val="00EA44E5"/>
    <w:rsid w:val="00EA5617"/>
    <w:rsid w:val="00EA5C28"/>
    <w:rsid w:val="00EA5D56"/>
    <w:rsid w:val="00EA5E7F"/>
    <w:rsid w:val="00EA5EB4"/>
    <w:rsid w:val="00EA66B3"/>
    <w:rsid w:val="00EA6847"/>
    <w:rsid w:val="00EA6C68"/>
    <w:rsid w:val="00EA710E"/>
    <w:rsid w:val="00EA7979"/>
    <w:rsid w:val="00EA7AFB"/>
    <w:rsid w:val="00EA7EA7"/>
    <w:rsid w:val="00EB0624"/>
    <w:rsid w:val="00EB154A"/>
    <w:rsid w:val="00EB1818"/>
    <w:rsid w:val="00EB3423"/>
    <w:rsid w:val="00EB42A1"/>
    <w:rsid w:val="00EB43E4"/>
    <w:rsid w:val="00EB54F0"/>
    <w:rsid w:val="00EB5C71"/>
    <w:rsid w:val="00EB5E2D"/>
    <w:rsid w:val="00EB713D"/>
    <w:rsid w:val="00EB725B"/>
    <w:rsid w:val="00EC0169"/>
    <w:rsid w:val="00EC03B7"/>
    <w:rsid w:val="00EC1C6F"/>
    <w:rsid w:val="00EC23D1"/>
    <w:rsid w:val="00EC2EE8"/>
    <w:rsid w:val="00EC2F7B"/>
    <w:rsid w:val="00EC2F94"/>
    <w:rsid w:val="00EC3668"/>
    <w:rsid w:val="00EC3F43"/>
    <w:rsid w:val="00EC40C0"/>
    <w:rsid w:val="00EC4334"/>
    <w:rsid w:val="00EC43D8"/>
    <w:rsid w:val="00EC45B7"/>
    <w:rsid w:val="00EC516E"/>
    <w:rsid w:val="00EC5D0C"/>
    <w:rsid w:val="00EC617C"/>
    <w:rsid w:val="00EC65DB"/>
    <w:rsid w:val="00EC742C"/>
    <w:rsid w:val="00EC783E"/>
    <w:rsid w:val="00ED06F7"/>
    <w:rsid w:val="00ED09DD"/>
    <w:rsid w:val="00ED0C20"/>
    <w:rsid w:val="00ED0E84"/>
    <w:rsid w:val="00ED1585"/>
    <w:rsid w:val="00ED1675"/>
    <w:rsid w:val="00ED1930"/>
    <w:rsid w:val="00ED232F"/>
    <w:rsid w:val="00ED277D"/>
    <w:rsid w:val="00ED30BD"/>
    <w:rsid w:val="00ED3BD2"/>
    <w:rsid w:val="00ED3CE4"/>
    <w:rsid w:val="00ED4006"/>
    <w:rsid w:val="00ED4B53"/>
    <w:rsid w:val="00ED58F8"/>
    <w:rsid w:val="00ED608E"/>
    <w:rsid w:val="00ED6249"/>
    <w:rsid w:val="00ED6263"/>
    <w:rsid w:val="00ED6354"/>
    <w:rsid w:val="00ED66C6"/>
    <w:rsid w:val="00ED67F3"/>
    <w:rsid w:val="00ED68A5"/>
    <w:rsid w:val="00ED7872"/>
    <w:rsid w:val="00ED78F0"/>
    <w:rsid w:val="00ED7DA4"/>
    <w:rsid w:val="00ED7ECF"/>
    <w:rsid w:val="00EE0170"/>
    <w:rsid w:val="00EE158A"/>
    <w:rsid w:val="00EE177A"/>
    <w:rsid w:val="00EE190B"/>
    <w:rsid w:val="00EE2BD6"/>
    <w:rsid w:val="00EE2F54"/>
    <w:rsid w:val="00EE37E0"/>
    <w:rsid w:val="00EE45BF"/>
    <w:rsid w:val="00EE5652"/>
    <w:rsid w:val="00EE596F"/>
    <w:rsid w:val="00EE5981"/>
    <w:rsid w:val="00EE5CDD"/>
    <w:rsid w:val="00EE61AE"/>
    <w:rsid w:val="00EE64CB"/>
    <w:rsid w:val="00EE69A2"/>
    <w:rsid w:val="00EE717B"/>
    <w:rsid w:val="00EE7264"/>
    <w:rsid w:val="00EE7DD4"/>
    <w:rsid w:val="00EE7F27"/>
    <w:rsid w:val="00EF00FD"/>
    <w:rsid w:val="00EF04F9"/>
    <w:rsid w:val="00EF14C4"/>
    <w:rsid w:val="00EF2921"/>
    <w:rsid w:val="00EF2C1C"/>
    <w:rsid w:val="00EF3490"/>
    <w:rsid w:val="00EF3E5F"/>
    <w:rsid w:val="00EF436A"/>
    <w:rsid w:val="00EF477E"/>
    <w:rsid w:val="00EF4AB5"/>
    <w:rsid w:val="00EF4B99"/>
    <w:rsid w:val="00EF51CF"/>
    <w:rsid w:val="00EF5BDB"/>
    <w:rsid w:val="00EF67E3"/>
    <w:rsid w:val="00EF6939"/>
    <w:rsid w:val="00EF6964"/>
    <w:rsid w:val="00EF6FEC"/>
    <w:rsid w:val="00F0001B"/>
    <w:rsid w:val="00F00D46"/>
    <w:rsid w:val="00F0129D"/>
    <w:rsid w:val="00F0184C"/>
    <w:rsid w:val="00F01D68"/>
    <w:rsid w:val="00F01D94"/>
    <w:rsid w:val="00F01E6D"/>
    <w:rsid w:val="00F0299C"/>
    <w:rsid w:val="00F02BF3"/>
    <w:rsid w:val="00F02C5B"/>
    <w:rsid w:val="00F0354A"/>
    <w:rsid w:val="00F03B99"/>
    <w:rsid w:val="00F04CF2"/>
    <w:rsid w:val="00F04E47"/>
    <w:rsid w:val="00F0500C"/>
    <w:rsid w:val="00F051CF"/>
    <w:rsid w:val="00F05F92"/>
    <w:rsid w:val="00F0635A"/>
    <w:rsid w:val="00F07240"/>
    <w:rsid w:val="00F07280"/>
    <w:rsid w:val="00F07332"/>
    <w:rsid w:val="00F1014F"/>
    <w:rsid w:val="00F10229"/>
    <w:rsid w:val="00F102BB"/>
    <w:rsid w:val="00F10883"/>
    <w:rsid w:val="00F10BDD"/>
    <w:rsid w:val="00F10CFC"/>
    <w:rsid w:val="00F11708"/>
    <w:rsid w:val="00F11991"/>
    <w:rsid w:val="00F1259A"/>
    <w:rsid w:val="00F1292A"/>
    <w:rsid w:val="00F136D9"/>
    <w:rsid w:val="00F137E4"/>
    <w:rsid w:val="00F13D33"/>
    <w:rsid w:val="00F13F0D"/>
    <w:rsid w:val="00F14248"/>
    <w:rsid w:val="00F142D2"/>
    <w:rsid w:val="00F14DAA"/>
    <w:rsid w:val="00F160AA"/>
    <w:rsid w:val="00F16ED3"/>
    <w:rsid w:val="00F17E47"/>
    <w:rsid w:val="00F200F6"/>
    <w:rsid w:val="00F20288"/>
    <w:rsid w:val="00F2029D"/>
    <w:rsid w:val="00F20A27"/>
    <w:rsid w:val="00F20E22"/>
    <w:rsid w:val="00F20E57"/>
    <w:rsid w:val="00F21195"/>
    <w:rsid w:val="00F213B4"/>
    <w:rsid w:val="00F216A2"/>
    <w:rsid w:val="00F21A9D"/>
    <w:rsid w:val="00F21E8D"/>
    <w:rsid w:val="00F22315"/>
    <w:rsid w:val="00F22AB6"/>
    <w:rsid w:val="00F23075"/>
    <w:rsid w:val="00F23984"/>
    <w:rsid w:val="00F24681"/>
    <w:rsid w:val="00F24F80"/>
    <w:rsid w:val="00F25765"/>
    <w:rsid w:val="00F2753E"/>
    <w:rsid w:val="00F2766A"/>
    <w:rsid w:val="00F278CC"/>
    <w:rsid w:val="00F27B57"/>
    <w:rsid w:val="00F27BD2"/>
    <w:rsid w:val="00F30312"/>
    <w:rsid w:val="00F323D0"/>
    <w:rsid w:val="00F32796"/>
    <w:rsid w:val="00F337A4"/>
    <w:rsid w:val="00F33DEB"/>
    <w:rsid w:val="00F34254"/>
    <w:rsid w:val="00F347F4"/>
    <w:rsid w:val="00F34EED"/>
    <w:rsid w:val="00F35B8E"/>
    <w:rsid w:val="00F35C58"/>
    <w:rsid w:val="00F35DA5"/>
    <w:rsid w:val="00F36DE7"/>
    <w:rsid w:val="00F37251"/>
    <w:rsid w:val="00F37680"/>
    <w:rsid w:val="00F40CA8"/>
    <w:rsid w:val="00F41454"/>
    <w:rsid w:val="00F414E2"/>
    <w:rsid w:val="00F4152E"/>
    <w:rsid w:val="00F41589"/>
    <w:rsid w:val="00F41CBC"/>
    <w:rsid w:val="00F41EB8"/>
    <w:rsid w:val="00F42140"/>
    <w:rsid w:val="00F42186"/>
    <w:rsid w:val="00F42763"/>
    <w:rsid w:val="00F42B3A"/>
    <w:rsid w:val="00F432AD"/>
    <w:rsid w:val="00F4361E"/>
    <w:rsid w:val="00F43747"/>
    <w:rsid w:val="00F43F28"/>
    <w:rsid w:val="00F4425A"/>
    <w:rsid w:val="00F445E1"/>
    <w:rsid w:val="00F44926"/>
    <w:rsid w:val="00F44A91"/>
    <w:rsid w:val="00F45906"/>
    <w:rsid w:val="00F45E97"/>
    <w:rsid w:val="00F460AF"/>
    <w:rsid w:val="00F466E7"/>
    <w:rsid w:val="00F471BB"/>
    <w:rsid w:val="00F471EA"/>
    <w:rsid w:val="00F472E4"/>
    <w:rsid w:val="00F47859"/>
    <w:rsid w:val="00F47F34"/>
    <w:rsid w:val="00F50066"/>
    <w:rsid w:val="00F501F1"/>
    <w:rsid w:val="00F5062F"/>
    <w:rsid w:val="00F50AC2"/>
    <w:rsid w:val="00F50EC9"/>
    <w:rsid w:val="00F51263"/>
    <w:rsid w:val="00F5143B"/>
    <w:rsid w:val="00F51F97"/>
    <w:rsid w:val="00F52147"/>
    <w:rsid w:val="00F526AA"/>
    <w:rsid w:val="00F52A5F"/>
    <w:rsid w:val="00F5318D"/>
    <w:rsid w:val="00F53450"/>
    <w:rsid w:val="00F535D9"/>
    <w:rsid w:val="00F53630"/>
    <w:rsid w:val="00F5365D"/>
    <w:rsid w:val="00F53DDF"/>
    <w:rsid w:val="00F541B0"/>
    <w:rsid w:val="00F54A9C"/>
    <w:rsid w:val="00F54AB6"/>
    <w:rsid w:val="00F55AD1"/>
    <w:rsid w:val="00F56091"/>
    <w:rsid w:val="00F56209"/>
    <w:rsid w:val="00F56596"/>
    <w:rsid w:val="00F5706A"/>
    <w:rsid w:val="00F57233"/>
    <w:rsid w:val="00F60588"/>
    <w:rsid w:val="00F60A9A"/>
    <w:rsid w:val="00F60E3F"/>
    <w:rsid w:val="00F60E43"/>
    <w:rsid w:val="00F61366"/>
    <w:rsid w:val="00F617A1"/>
    <w:rsid w:val="00F63096"/>
    <w:rsid w:val="00F63362"/>
    <w:rsid w:val="00F63460"/>
    <w:rsid w:val="00F639C3"/>
    <w:rsid w:val="00F63C33"/>
    <w:rsid w:val="00F63CEF"/>
    <w:rsid w:val="00F63F2A"/>
    <w:rsid w:val="00F64908"/>
    <w:rsid w:val="00F64CF7"/>
    <w:rsid w:val="00F65178"/>
    <w:rsid w:val="00F65512"/>
    <w:rsid w:val="00F65593"/>
    <w:rsid w:val="00F655FE"/>
    <w:rsid w:val="00F66987"/>
    <w:rsid w:val="00F66CE2"/>
    <w:rsid w:val="00F66FE9"/>
    <w:rsid w:val="00F679DF"/>
    <w:rsid w:val="00F70D7F"/>
    <w:rsid w:val="00F716C1"/>
    <w:rsid w:val="00F73326"/>
    <w:rsid w:val="00F73348"/>
    <w:rsid w:val="00F739FC"/>
    <w:rsid w:val="00F7429C"/>
    <w:rsid w:val="00F7596F"/>
    <w:rsid w:val="00F75BB5"/>
    <w:rsid w:val="00F75E0D"/>
    <w:rsid w:val="00F75F3E"/>
    <w:rsid w:val="00F75FC4"/>
    <w:rsid w:val="00F76E04"/>
    <w:rsid w:val="00F76E0D"/>
    <w:rsid w:val="00F76E1F"/>
    <w:rsid w:val="00F772A3"/>
    <w:rsid w:val="00F77637"/>
    <w:rsid w:val="00F77811"/>
    <w:rsid w:val="00F8025C"/>
    <w:rsid w:val="00F8053F"/>
    <w:rsid w:val="00F80997"/>
    <w:rsid w:val="00F80AB6"/>
    <w:rsid w:val="00F81AD3"/>
    <w:rsid w:val="00F82116"/>
    <w:rsid w:val="00F82892"/>
    <w:rsid w:val="00F83569"/>
    <w:rsid w:val="00F83AC9"/>
    <w:rsid w:val="00F8410D"/>
    <w:rsid w:val="00F8502E"/>
    <w:rsid w:val="00F8507E"/>
    <w:rsid w:val="00F85EF8"/>
    <w:rsid w:val="00F862F8"/>
    <w:rsid w:val="00F864CF"/>
    <w:rsid w:val="00F8650B"/>
    <w:rsid w:val="00F8654C"/>
    <w:rsid w:val="00F86564"/>
    <w:rsid w:val="00F86A3B"/>
    <w:rsid w:val="00F86BCF"/>
    <w:rsid w:val="00F86CB7"/>
    <w:rsid w:val="00F87766"/>
    <w:rsid w:val="00F87C23"/>
    <w:rsid w:val="00F87C3D"/>
    <w:rsid w:val="00F87E78"/>
    <w:rsid w:val="00F87F1B"/>
    <w:rsid w:val="00F906D2"/>
    <w:rsid w:val="00F907EB"/>
    <w:rsid w:val="00F91711"/>
    <w:rsid w:val="00F91D19"/>
    <w:rsid w:val="00F92717"/>
    <w:rsid w:val="00F9284B"/>
    <w:rsid w:val="00F92B06"/>
    <w:rsid w:val="00F930A3"/>
    <w:rsid w:val="00F93524"/>
    <w:rsid w:val="00F9385F"/>
    <w:rsid w:val="00F93AA4"/>
    <w:rsid w:val="00F94210"/>
    <w:rsid w:val="00F94881"/>
    <w:rsid w:val="00F94E85"/>
    <w:rsid w:val="00F950A4"/>
    <w:rsid w:val="00F95744"/>
    <w:rsid w:val="00F9586A"/>
    <w:rsid w:val="00F95D7C"/>
    <w:rsid w:val="00F95D97"/>
    <w:rsid w:val="00F965AA"/>
    <w:rsid w:val="00F967EC"/>
    <w:rsid w:val="00F972F5"/>
    <w:rsid w:val="00F97356"/>
    <w:rsid w:val="00FA0646"/>
    <w:rsid w:val="00FA20D5"/>
    <w:rsid w:val="00FA3543"/>
    <w:rsid w:val="00FA394D"/>
    <w:rsid w:val="00FA3B69"/>
    <w:rsid w:val="00FA413E"/>
    <w:rsid w:val="00FA425B"/>
    <w:rsid w:val="00FA4D36"/>
    <w:rsid w:val="00FA4F13"/>
    <w:rsid w:val="00FA531B"/>
    <w:rsid w:val="00FA60DD"/>
    <w:rsid w:val="00FA68F6"/>
    <w:rsid w:val="00FA6E01"/>
    <w:rsid w:val="00FA6EEB"/>
    <w:rsid w:val="00FA7F47"/>
    <w:rsid w:val="00FB07F5"/>
    <w:rsid w:val="00FB0A6A"/>
    <w:rsid w:val="00FB0BA4"/>
    <w:rsid w:val="00FB0BC5"/>
    <w:rsid w:val="00FB1062"/>
    <w:rsid w:val="00FB2576"/>
    <w:rsid w:val="00FB3120"/>
    <w:rsid w:val="00FB3942"/>
    <w:rsid w:val="00FB3C0B"/>
    <w:rsid w:val="00FB49B3"/>
    <w:rsid w:val="00FB4F23"/>
    <w:rsid w:val="00FB5AC3"/>
    <w:rsid w:val="00FB67C0"/>
    <w:rsid w:val="00FB7444"/>
    <w:rsid w:val="00FC0FA6"/>
    <w:rsid w:val="00FC1849"/>
    <w:rsid w:val="00FC2B32"/>
    <w:rsid w:val="00FC40BE"/>
    <w:rsid w:val="00FC425D"/>
    <w:rsid w:val="00FC42D2"/>
    <w:rsid w:val="00FC49D4"/>
    <w:rsid w:val="00FC4B55"/>
    <w:rsid w:val="00FC4F35"/>
    <w:rsid w:val="00FC57E1"/>
    <w:rsid w:val="00FC64F6"/>
    <w:rsid w:val="00FC6872"/>
    <w:rsid w:val="00FC70B1"/>
    <w:rsid w:val="00FC70D9"/>
    <w:rsid w:val="00FC79B9"/>
    <w:rsid w:val="00FC79C7"/>
    <w:rsid w:val="00FC7F44"/>
    <w:rsid w:val="00FD06B9"/>
    <w:rsid w:val="00FD135D"/>
    <w:rsid w:val="00FD1456"/>
    <w:rsid w:val="00FD1678"/>
    <w:rsid w:val="00FD1C4A"/>
    <w:rsid w:val="00FD237A"/>
    <w:rsid w:val="00FD2783"/>
    <w:rsid w:val="00FD3573"/>
    <w:rsid w:val="00FD385C"/>
    <w:rsid w:val="00FD3A23"/>
    <w:rsid w:val="00FD3B9E"/>
    <w:rsid w:val="00FD3EEE"/>
    <w:rsid w:val="00FD4941"/>
    <w:rsid w:val="00FD4E49"/>
    <w:rsid w:val="00FD541A"/>
    <w:rsid w:val="00FD640F"/>
    <w:rsid w:val="00FD6954"/>
    <w:rsid w:val="00FD69AB"/>
    <w:rsid w:val="00FD6A9D"/>
    <w:rsid w:val="00FE1492"/>
    <w:rsid w:val="00FE14A5"/>
    <w:rsid w:val="00FE161F"/>
    <w:rsid w:val="00FE1D96"/>
    <w:rsid w:val="00FE24BC"/>
    <w:rsid w:val="00FE2658"/>
    <w:rsid w:val="00FE303A"/>
    <w:rsid w:val="00FE361E"/>
    <w:rsid w:val="00FE380A"/>
    <w:rsid w:val="00FE3854"/>
    <w:rsid w:val="00FE3A71"/>
    <w:rsid w:val="00FE3FE6"/>
    <w:rsid w:val="00FE5CE4"/>
    <w:rsid w:val="00FE6B04"/>
    <w:rsid w:val="00FF15D9"/>
    <w:rsid w:val="00FF3C4A"/>
    <w:rsid w:val="00FF3C90"/>
    <w:rsid w:val="00FF3DE1"/>
    <w:rsid w:val="00FF3EA0"/>
    <w:rsid w:val="00FF452D"/>
    <w:rsid w:val="00FF47CE"/>
    <w:rsid w:val="00FF4F26"/>
    <w:rsid w:val="00FF51B9"/>
    <w:rsid w:val="00FF551B"/>
    <w:rsid w:val="00FF5980"/>
    <w:rsid w:val="00FF660B"/>
    <w:rsid w:val="00FF6843"/>
    <w:rsid w:val="00FF689E"/>
    <w:rsid w:val="00FF6982"/>
    <w:rsid w:val="00FF6B84"/>
    <w:rsid w:val="00FF6BB1"/>
    <w:rsid w:val="00FF7A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1DE1"/>
    <w:pPr>
      <w:spacing w:after="160" w:line="259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241F5"/>
    <w:pPr>
      <w:widowControl w:val="0"/>
      <w:autoSpaceDE w:val="0"/>
      <w:autoSpaceDN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1241F5"/>
    <w:pPr>
      <w:widowControl w:val="0"/>
      <w:autoSpaceDE w:val="0"/>
      <w:autoSpaceDN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TitlePage">
    <w:name w:val="ConsPlusTitlePage"/>
    <w:uiPriority w:val="99"/>
    <w:rsid w:val="001241F5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9832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8329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6661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2</Pages>
  <Words>464</Words>
  <Characters>2648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User16</dc:creator>
  <cp:keywords/>
  <dc:description/>
  <cp:lastModifiedBy>user</cp:lastModifiedBy>
  <cp:revision>9</cp:revision>
  <cp:lastPrinted>2023-02-06T08:59:00Z</cp:lastPrinted>
  <dcterms:created xsi:type="dcterms:W3CDTF">2022-12-02T09:03:00Z</dcterms:created>
  <dcterms:modified xsi:type="dcterms:W3CDTF">2023-02-13T03:36:00Z</dcterms:modified>
</cp:coreProperties>
</file>