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A7E" w:rsidRPr="00BF0EE7" w:rsidRDefault="00A37A7E" w:rsidP="00BF0E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0EE7">
        <w:rPr>
          <w:rFonts w:ascii="Times New Roman" w:hAnsi="Times New Roman" w:cs="Times New Roman"/>
          <w:sz w:val="24"/>
          <w:szCs w:val="24"/>
        </w:rPr>
        <w:t>Приложение</w:t>
      </w:r>
    </w:p>
    <w:p w:rsidR="00A37A7E" w:rsidRDefault="00A37A7E" w:rsidP="00BF0E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0EE7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EE7">
        <w:rPr>
          <w:rFonts w:ascii="Times New Roman" w:hAnsi="Times New Roman" w:cs="Times New Roman"/>
          <w:sz w:val="24"/>
          <w:szCs w:val="24"/>
        </w:rPr>
        <w:t>Администрации Крутинского</w:t>
      </w:r>
    </w:p>
    <w:p w:rsidR="00A37A7E" w:rsidRPr="00BF0EE7" w:rsidRDefault="00A37A7E" w:rsidP="00BF0E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0EE7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EE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01.03.2023 года </w:t>
      </w:r>
      <w:r w:rsidRPr="00BF0EE7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79-п</w:t>
      </w:r>
    </w:p>
    <w:p w:rsidR="00A37A7E" w:rsidRDefault="00A37A7E" w:rsidP="00BF0EE7">
      <w:pPr>
        <w:jc w:val="both"/>
        <w:rPr>
          <w:rFonts w:ascii="Times New Roman" w:hAnsi="Times New Roman" w:cs="Times New Roman"/>
          <w:sz w:val="24"/>
          <w:szCs w:val="24"/>
        </w:rPr>
      </w:pPr>
      <w:r w:rsidRPr="00BF0E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A37A7E" w:rsidRPr="00BF0EE7" w:rsidRDefault="00A37A7E" w:rsidP="00BF0EE7">
      <w:pPr>
        <w:jc w:val="both"/>
        <w:rPr>
          <w:rFonts w:ascii="Times New Roman" w:hAnsi="Times New Roman" w:cs="Times New Roman"/>
          <w:sz w:val="24"/>
          <w:szCs w:val="24"/>
        </w:rPr>
      </w:pPr>
      <w:r w:rsidRPr="00BF0EE7">
        <w:rPr>
          <w:rFonts w:ascii="Times New Roman" w:hAnsi="Times New Roman" w:cs="Times New Roman"/>
          <w:sz w:val="24"/>
          <w:szCs w:val="24"/>
        </w:rPr>
        <w:t xml:space="preserve">                                            </w:t>
      </w:r>
    </w:p>
    <w:p w:rsidR="00A37A7E" w:rsidRPr="00FB3DB2" w:rsidRDefault="00A37A7E" w:rsidP="00FB3D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3DB2">
        <w:rPr>
          <w:rFonts w:ascii="Times New Roman" w:hAnsi="Times New Roman" w:cs="Times New Roman"/>
          <w:b/>
          <w:bCs/>
          <w:sz w:val="24"/>
          <w:szCs w:val="24"/>
        </w:rPr>
        <w:t xml:space="preserve">ПОРЯДОК </w:t>
      </w:r>
    </w:p>
    <w:p w:rsidR="00A37A7E" w:rsidRDefault="00A37A7E" w:rsidP="00FB3D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3DB2">
        <w:rPr>
          <w:rFonts w:ascii="Times New Roman" w:hAnsi="Times New Roman" w:cs="Times New Roman"/>
          <w:b/>
          <w:bCs/>
          <w:sz w:val="24"/>
          <w:szCs w:val="24"/>
        </w:rPr>
        <w:t xml:space="preserve">ПОДГОТОВКИ ДОКЛАДОВ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</w:p>
    <w:p w:rsidR="00A37A7E" w:rsidRDefault="00A37A7E" w:rsidP="00FB3D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ВИДАХ МУНИЦИПАЛЬНОГО КОНТРОЛЯ</w:t>
      </w:r>
    </w:p>
    <w:p w:rsidR="00A37A7E" w:rsidRPr="00FB3DB2" w:rsidRDefault="00A37A7E" w:rsidP="00FB3D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7A7E" w:rsidRPr="00FB3DB2" w:rsidRDefault="00A37A7E" w:rsidP="00FB3DB2">
      <w:pPr>
        <w:jc w:val="center"/>
        <w:rPr>
          <w:rFonts w:ascii="Times New Roman" w:hAnsi="Times New Roman" w:cs="Times New Roman"/>
          <w:sz w:val="24"/>
          <w:szCs w:val="24"/>
        </w:rPr>
      </w:pPr>
      <w:r w:rsidRPr="00FB3DB2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  <w:r w:rsidRPr="00FB3D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7A7E" w:rsidRPr="00FB3DB2" w:rsidRDefault="00A37A7E" w:rsidP="00490871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DB2">
        <w:rPr>
          <w:rFonts w:ascii="Times New Roman" w:hAnsi="Times New Roman" w:cs="Times New Roman"/>
          <w:sz w:val="24"/>
          <w:szCs w:val="24"/>
        </w:rPr>
        <w:t xml:space="preserve">1.1. Порядок подготовки докладов о видах муниципального контроля (далее - Порядок) разработан в соответствии с Федеральными законами от 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07.12.2020 № 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Федерации», Уставом </w:t>
      </w:r>
      <w:r>
        <w:rPr>
          <w:rFonts w:ascii="Times New Roman" w:hAnsi="Times New Roman" w:cs="Times New Roman"/>
          <w:sz w:val="24"/>
          <w:szCs w:val="24"/>
        </w:rPr>
        <w:t xml:space="preserve">Крутинского </w:t>
      </w:r>
      <w:r w:rsidRPr="00FB3DB2">
        <w:rPr>
          <w:rFonts w:ascii="Times New Roman" w:hAnsi="Times New Roman" w:cs="Times New Roman"/>
          <w:sz w:val="24"/>
          <w:szCs w:val="24"/>
        </w:rPr>
        <w:t xml:space="preserve">муниципального района Омской области.  </w:t>
      </w:r>
    </w:p>
    <w:p w:rsidR="00A37A7E" w:rsidRPr="00FB3DB2" w:rsidRDefault="00A37A7E" w:rsidP="00490871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DB2">
        <w:rPr>
          <w:rFonts w:ascii="Times New Roman" w:hAnsi="Times New Roman" w:cs="Times New Roman"/>
          <w:sz w:val="24"/>
          <w:szCs w:val="24"/>
        </w:rPr>
        <w:t xml:space="preserve">1.2. Порядок определяет процедуру подготовки докладов о видах муниципального контроля в соответствии с требованиями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Федерации, утвержденными постановлением Правительства Российской Федерации от 07.12.2020 № 2041 (далее - требования). </w:t>
      </w:r>
    </w:p>
    <w:p w:rsidR="00A37A7E" w:rsidRPr="00FB3DB2" w:rsidRDefault="00A37A7E" w:rsidP="00490871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DB2">
        <w:rPr>
          <w:rFonts w:ascii="Times New Roman" w:hAnsi="Times New Roman" w:cs="Times New Roman"/>
          <w:sz w:val="24"/>
          <w:szCs w:val="24"/>
        </w:rPr>
        <w:t>1.3. Контрольным органом, обеспечивающим подготовку докладов о видах муниципального контроля, является Администрация</w:t>
      </w:r>
      <w:r>
        <w:rPr>
          <w:rFonts w:ascii="Times New Roman" w:hAnsi="Times New Roman" w:cs="Times New Roman"/>
          <w:sz w:val="24"/>
          <w:szCs w:val="24"/>
        </w:rPr>
        <w:t xml:space="preserve"> Крутинского </w:t>
      </w:r>
      <w:r w:rsidRPr="00FB3DB2">
        <w:rPr>
          <w:rFonts w:ascii="Times New Roman" w:hAnsi="Times New Roman" w:cs="Times New Roman"/>
          <w:sz w:val="24"/>
          <w:szCs w:val="24"/>
        </w:rPr>
        <w:t>муници</w:t>
      </w:r>
      <w:r>
        <w:rPr>
          <w:rFonts w:ascii="Times New Roman" w:hAnsi="Times New Roman" w:cs="Times New Roman"/>
          <w:sz w:val="24"/>
          <w:szCs w:val="24"/>
        </w:rPr>
        <w:t>пального района Омской области.</w:t>
      </w:r>
    </w:p>
    <w:p w:rsidR="00A37A7E" w:rsidRPr="00FB3DB2" w:rsidRDefault="00A37A7E" w:rsidP="00FB3D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3DB2">
        <w:rPr>
          <w:rFonts w:ascii="Times New Roman" w:hAnsi="Times New Roman" w:cs="Times New Roman"/>
          <w:b/>
          <w:bCs/>
          <w:sz w:val="24"/>
          <w:szCs w:val="24"/>
        </w:rPr>
        <w:t>2. Подготовка сведений об организации и осуществлении</w:t>
      </w:r>
      <w:r w:rsidRPr="00FB3D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7A7E" w:rsidRDefault="00A37A7E" w:rsidP="00FB3D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3DB2">
        <w:rPr>
          <w:rFonts w:ascii="Times New Roman" w:hAnsi="Times New Roman" w:cs="Times New Roman"/>
          <w:b/>
          <w:bCs/>
          <w:sz w:val="24"/>
          <w:szCs w:val="24"/>
        </w:rPr>
        <w:t>видов муниципального контроля</w:t>
      </w:r>
      <w:r w:rsidRPr="00FB3D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7A7E" w:rsidRPr="00FB3DB2" w:rsidRDefault="00A37A7E" w:rsidP="00FB3D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37A7E" w:rsidRPr="00FB3DB2" w:rsidRDefault="00A37A7E" w:rsidP="00490871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DB2">
        <w:rPr>
          <w:rFonts w:ascii="Times New Roman" w:hAnsi="Times New Roman" w:cs="Times New Roman"/>
          <w:sz w:val="24"/>
          <w:szCs w:val="24"/>
        </w:rPr>
        <w:t xml:space="preserve">2.1. Структурные подразделения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Крутинского </w:t>
      </w:r>
      <w:r w:rsidRPr="00FB3DB2">
        <w:rPr>
          <w:rFonts w:ascii="Times New Roman" w:hAnsi="Times New Roman" w:cs="Times New Roman"/>
          <w:sz w:val="24"/>
          <w:szCs w:val="24"/>
        </w:rPr>
        <w:t xml:space="preserve">муниципального района Омской области, уполномоченные на осуществление муниципального контроля в соответствующих сферах деятельности (далее - структурные подразделения), в течение отчетного года проводят сбор, учет и систематизацию сведений об организации и осуществлении видов муниципального контроля (далее - сведения), перечень которых установлен требованиями. </w:t>
      </w:r>
    </w:p>
    <w:p w:rsidR="00A37A7E" w:rsidRPr="00FB3DB2" w:rsidRDefault="00A37A7E" w:rsidP="00490871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DB2">
        <w:rPr>
          <w:rFonts w:ascii="Times New Roman" w:hAnsi="Times New Roman" w:cs="Times New Roman"/>
          <w:sz w:val="24"/>
          <w:szCs w:val="24"/>
        </w:rPr>
        <w:t xml:space="preserve">Сведения должны соответствовать сведениям, включенным в единый реестр видов контроля, единый реестр контрольных (надзорных) мероприятий, информации, содержащейся в форме федерального статистического наблюдения об осуществлении государственного контроля (надзора), муниципального контроля. </w:t>
      </w:r>
    </w:p>
    <w:p w:rsidR="00A37A7E" w:rsidRPr="00FB3DB2" w:rsidRDefault="00A37A7E" w:rsidP="00490871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DB2">
        <w:rPr>
          <w:rFonts w:ascii="Times New Roman" w:hAnsi="Times New Roman" w:cs="Times New Roman"/>
          <w:sz w:val="24"/>
          <w:szCs w:val="24"/>
        </w:rPr>
        <w:t xml:space="preserve">2.2. Сведения подписываются руководителем структурного подразделения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Крутинского </w:t>
      </w:r>
      <w:r w:rsidRPr="00FB3DB2">
        <w:rPr>
          <w:rFonts w:ascii="Times New Roman" w:hAnsi="Times New Roman" w:cs="Times New Roman"/>
          <w:sz w:val="24"/>
          <w:szCs w:val="24"/>
        </w:rPr>
        <w:t>муниципального района Омской области и представляются в Администрацию</w:t>
      </w:r>
      <w:r>
        <w:rPr>
          <w:rFonts w:ascii="Times New Roman" w:hAnsi="Times New Roman" w:cs="Times New Roman"/>
          <w:sz w:val="24"/>
          <w:szCs w:val="24"/>
        </w:rPr>
        <w:t xml:space="preserve"> Крутинского </w:t>
      </w:r>
      <w:r w:rsidRPr="00FB3DB2">
        <w:rPr>
          <w:rFonts w:ascii="Times New Roman" w:hAnsi="Times New Roman" w:cs="Times New Roman"/>
          <w:sz w:val="24"/>
          <w:szCs w:val="24"/>
        </w:rPr>
        <w:t xml:space="preserve">муниципального района Омской области на бумажном носителе и в электронной форме до 15 февраля года, следующего за отчетным годом. </w:t>
      </w:r>
    </w:p>
    <w:p w:rsidR="00A37A7E" w:rsidRDefault="00A37A7E" w:rsidP="00490871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DB2">
        <w:rPr>
          <w:rFonts w:ascii="Times New Roman" w:hAnsi="Times New Roman" w:cs="Times New Roman"/>
          <w:sz w:val="24"/>
          <w:szCs w:val="24"/>
        </w:rPr>
        <w:t xml:space="preserve">2.3. Лица, ответственные за подготовку и своевременное направление в Администрацию </w:t>
      </w:r>
      <w:r>
        <w:rPr>
          <w:rFonts w:ascii="Times New Roman" w:hAnsi="Times New Roman" w:cs="Times New Roman"/>
          <w:sz w:val="24"/>
          <w:szCs w:val="24"/>
        </w:rPr>
        <w:t xml:space="preserve">Крутинского </w:t>
      </w:r>
      <w:r w:rsidRPr="00FB3DB2">
        <w:rPr>
          <w:rFonts w:ascii="Times New Roman" w:hAnsi="Times New Roman" w:cs="Times New Roman"/>
          <w:sz w:val="24"/>
          <w:szCs w:val="24"/>
        </w:rPr>
        <w:t xml:space="preserve">муниципального района сведений, назначаются руководителем структурного подразделения Администрации. </w:t>
      </w:r>
    </w:p>
    <w:p w:rsidR="00A37A7E" w:rsidRPr="00FB3DB2" w:rsidRDefault="00A37A7E" w:rsidP="00490871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A37A7E" w:rsidRPr="00FB3DB2" w:rsidRDefault="00A37A7E" w:rsidP="00FB3DB2">
      <w:pPr>
        <w:jc w:val="center"/>
        <w:rPr>
          <w:rFonts w:ascii="Times New Roman" w:hAnsi="Times New Roman" w:cs="Times New Roman"/>
          <w:sz w:val="24"/>
          <w:szCs w:val="24"/>
        </w:rPr>
      </w:pPr>
      <w:r w:rsidRPr="00FB3DB2">
        <w:rPr>
          <w:rFonts w:ascii="Times New Roman" w:hAnsi="Times New Roman" w:cs="Times New Roman"/>
          <w:b/>
          <w:bCs/>
          <w:sz w:val="24"/>
          <w:szCs w:val="24"/>
        </w:rPr>
        <w:t>3. Подготовка доклада о виде муниципального контроля</w:t>
      </w:r>
      <w:r w:rsidRPr="00FB3D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7A7E" w:rsidRPr="00FB3DB2" w:rsidRDefault="00A37A7E" w:rsidP="00490871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DB2">
        <w:rPr>
          <w:rFonts w:ascii="Times New Roman" w:hAnsi="Times New Roman" w:cs="Times New Roman"/>
          <w:sz w:val="24"/>
          <w:szCs w:val="24"/>
        </w:rPr>
        <w:t xml:space="preserve">3.1. 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Крутинского </w:t>
      </w:r>
      <w:r w:rsidRPr="00FB3DB2">
        <w:rPr>
          <w:rFonts w:ascii="Times New Roman" w:hAnsi="Times New Roman" w:cs="Times New Roman"/>
          <w:sz w:val="24"/>
          <w:szCs w:val="24"/>
        </w:rPr>
        <w:t xml:space="preserve">муниципального района Омской области на основании представленных структурными подразделениями сведений, осуществляет подготовку доклада о виде муниципального контроля в соответствии с требованиями. </w:t>
      </w:r>
    </w:p>
    <w:p w:rsidR="00A37A7E" w:rsidRPr="00FB3DB2" w:rsidRDefault="00A37A7E" w:rsidP="00490871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DB2">
        <w:rPr>
          <w:rFonts w:ascii="Times New Roman" w:hAnsi="Times New Roman" w:cs="Times New Roman"/>
          <w:sz w:val="24"/>
          <w:szCs w:val="24"/>
        </w:rPr>
        <w:t>3.2. Доклад о виде муниципального контрол</w:t>
      </w:r>
      <w:r>
        <w:rPr>
          <w:rFonts w:ascii="Times New Roman" w:hAnsi="Times New Roman" w:cs="Times New Roman"/>
          <w:sz w:val="24"/>
          <w:szCs w:val="24"/>
        </w:rPr>
        <w:t xml:space="preserve">я подписывается Главой </w:t>
      </w:r>
      <w:r w:rsidRPr="00FB3D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Крутинского </w:t>
      </w:r>
      <w:r w:rsidRPr="00FB3DB2">
        <w:rPr>
          <w:rFonts w:ascii="Times New Roman" w:hAnsi="Times New Roman" w:cs="Times New Roman"/>
          <w:sz w:val="24"/>
          <w:szCs w:val="24"/>
        </w:rPr>
        <w:t xml:space="preserve">муниципального района Омской области. </w:t>
      </w:r>
    </w:p>
    <w:p w:rsidR="00A37A7E" w:rsidRPr="00FB3DB2" w:rsidRDefault="00A37A7E" w:rsidP="00490871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DB2">
        <w:rPr>
          <w:rFonts w:ascii="Times New Roman" w:hAnsi="Times New Roman" w:cs="Times New Roman"/>
          <w:sz w:val="24"/>
          <w:szCs w:val="24"/>
        </w:rPr>
        <w:t xml:space="preserve">3.3. 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Крутинского </w:t>
      </w:r>
      <w:r w:rsidRPr="00FB3DB2">
        <w:rPr>
          <w:rFonts w:ascii="Times New Roman" w:hAnsi="Times New Roman" w:cs="Times New Roman"/>
          <w:sz w:val="24"/>
          <w:szCs w:val="24"/>
        </w:rPr>
        <w:t xml:space="preserve">муниципального района Омской области до 15 марта года, следующего за отчетным годом, представляет доклад о виде муниципального контроля в электронной форме посредством государственной автоматизированной информационной системы «Управление» с учетом методических рекомендаций, издаваемых Министерством экономического развития Российской Федерации. </w:t>
      </w:r>
    </w:p>
    <w:p w:rsidR="00A37A7E" w:rsidRPr="00FB3DB2" w:rsidRDefault="00A37A7E" w:rsidP="00490871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DB2">
        <w:rPr>
          <w:rFonts w:ascii="Times New Roman" w:hAnsi="Times New Roman" w:cs="Times New Roman"/>
          <w:sz w:val="24"/>
          <w:szCs w:val="24"/>
        </w:rPr>
        <w:t xml:space="preserve">3.4. Доклад о виде муниципального контроля размещается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Крутинского </w:t>
      </w:r>
      <w:r w:rsidRPr="00FB3DB2">
        <w:rPr>
          <w:rFonts w:ascii="Times New Roman" w:hAnsi="Times New Roman" w:cs="Times New Roman"/>
          <w:sz w:val="24"/>
          <w:szCs w:val="24"/>
        </w:rPr>
        <w:t>муниципального района Омской области на официальном сайте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Крутинского </w:t>
      </w:r>
      <w:r w:rsidRPr="00FB3DB2">
        <w:rPr>
          <w:rFonts w:ascii="Times New Roman" w:hAnsi="Times New Roman" w:cs="Times New Roman"/>
          <w:sz w:val="24"/>
          <w:szCs w:val="24"/>
        </w:rPr>
        <w:t xml:space="preserve">муниципального района Омской области в информационно-телекоммуникационной сети «Интернет» в срок, не превышающий 15 дней со дня представления такого доклада посредством государственной автоматизированной информационной системы «Управление». </w:t>
      </w:r>
    </w:p>
    <w:p w:rsidR="00A37A7E" w:rsidRPr="005F4AC8" w:rsidRDefault="00A37A7E" w:rsidP="00490871">
      <w:pPr>
        <w:spacing w:after="0"/>
        <w:ind w:firstLine="539"/>
        <w:jc w:val="both"/>
      </w:pPr>
    </w:p>
    <w:p w:rsidR="00A37A7E" w:rsidRPr="00BF0EE7" w:rsidRDefault="00A37A7E" w:rsidP="00583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37A7E" w:rsidRPr="00BF0EE7" w:rsidSect="0058301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D04BE"/>
    <w:multiLevelType w:val="multilevel"/>
    <w:tmpl w:val="3278B23E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9"/>
      <w:numFmt w:val="decimal"/>
      <w:lvlText w:val="%1.%2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="Times New Roman" w:hint="default"/>
      </w:rPr>
    </w:lvl>
  </w:abstractNum>
  <w:abstractNum w:abstractNumId="1">
    <w:nsid w:val="0A187C77"/>
    <w:multiLevelType w:val="multilevel"/>
    <w:tmpl w:val="A45CEA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2">
    <w:nsid w:val="22B65CC2"/>
    <w:multiLevelType w:val="hybridMultilevel"/>
    <w:tmpl w:val="AE90738A"/>
    <w:lvl w:ilvl="0" w:tplc="F8E6569A">
      <w:start w:val="1"/>
      <w:numFmt w:val="decimal"/>
      <w:lvlText w:val="%1."/>
      <w:lvlJc w:val="left"/>
      <w:pPr>
        <w:ind w:left="3098" w:hanging="13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>
      <w:start w:val="1"/>
      <w:numFmt w:val="lowerRoman"/>
      <w:lvlText w:val="%3."/>
      <w:lvlJc w:val="right"/>
      <w:pPr>
        <w:ind w:left="3087" w:hanging="180"/>
      </w:pPr>
    </w:lvl>
    <w:lvl w:ilvl="3" w:tplc="0419000F">
      <w:start w:val="1"/>
      <w:numFmt w:val="decimal"/>
      <w:lvlText w:val="%4."/>
      <w:lvlJc w:val="left"/>
      <w:pPr>
        <w:ind w:left="3807" w:hanging="360"/>
      </w:pPr>
    </w:lvl>
    <w:lvl w:ilvl="4" w:tplc="04190019">
      <w:start w:val="1"/>
      <w:numFmt w:val="lowerLetter"/>
      <w:lvlText w:val="%5."/>
      <w:lvlJc w:val="left"/>
      <w:pPr>
        <w:ind w:left="4527" w:hanging="360"/>
      </w:pPr>
    </w:lvl>
    <w:lvl w:ilvl="5" w:tplc="0419001B">
      <w:start w:val="1"/>
      <w:numFmt w:val="lowerRoman"/>
      <w:lvlText w:val="%6."/>
      <w:lvlJc w:val="right"/>
      <w:pPr>
        <w:ind w:left="5247" w:hanging="180"/>
      </w:pPr>
    </w:lvl>
    <w:lvl w:ilvl="6" w:tplc="0419000F">
      <w:start w:val="1"/>
      <w:numFmt w:val="decimal"/>
      <w:lvlText w:val="%7."/>
      <w:lvlJc w:val="left"/>
      <w:pPr>
        <w:ind w:left="5967" w:hanging="360"/>
      </w:pPr>
    </w:lvl>
    <w:lvl w:ilvl="7" w:tplc="04190019">
      <w:start w:val="1"/>
      <w:numFmt w:val="lowerLetter"/>
      <w:lvlText w:val="%8."/>
      <w:lvlJc w:val="left"/>
      <w:pPr>
        <w:ind w:left="6687" w:hanging="360"/>
      </w:pPr>
    </w:lvl>
    <w:lvl w:ilvl="8" w:tplc="0419001B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3CC57F7B"/>
    <w:multiLevelType w:val="hybridMultilevel"/>
    <w:tmpl w:val="8FF07258"/>
    <w:lvl w:ilvl="0" w:tplc="F8E6569A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D8E72A8"/>
    <w:multiLevelType w:val="hybridMultilevel"/>
    <w:tmpl w:val="190AEB7C"/>
    <w:lvl w:ilvl="0" w:tplc="FC38AC50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0C5"/>
    <w:rsid w:val="00027995"/>
    <w:rsid w:val="00060A7A"/>
    <w:rsid w:val="000613E0"/>
    <w:rsid w:val="000714E0"/>
    <w:rsid w:val="00072E89"/>
    <w:rsid w:val="000744BF"/>
    <w:rsid w:val="0008277D"/>
    <w:rsid w:val="000A1F72"/>
    <w:rsid w:val="000B7A64"/>
    <w:rsid w:val="000C2E0F"/>
    <w:rsid w:val="000D7D94"/>
    <w:rsid w:val="000E4048"/>
    <w:rsid w:val="000F27FA"/>
    <w:rsid w:val="000F4994"/>
    <w:rsid w:val="00127D26"/>
    <w:rsid w:val="00142172"/>
    <w:rsid w:val="00180102"/>
    <w:rsid w:val="001934C5"/>
    <w:rsid w:val="001A79AA"/>
    <w:rsid w:val="002076C8"/>
    <w:rsid w:val="00215EE6"/>
    <w:rsid w:val="00217F6E"/>
    <w:rsid w:val="00221DE2"/>
    <w:rsid w:val="00235F85"/>
    <w:rsid w:val="002B2DA7"/>
    <w:rsid w:val="002B30E8"/>
    <w:rsid w:val="002B46AA"/>
    <w:rsid w:val="002B62E5"/>
    <w:rsid w:val="002B6797"/>
    <w:rsid w:val="002C0AF7"/>
    <w:rsid w:val="002C1157"/>
    <w:rsid w:val="002C7570"/>
    <w:rsid w:val="002D0D3A"/>
    <w:rsid w:val="002D3326"/>
    <w:rsid w:val="002D5EC6"/>
    <w:rsid w:val="002E0805"/>
    <w:rsid w:val="00340B6C"/>
    <w:rsid w:val="00342271"/>
    <w:rsid w:val="0035635A"/>
    <w:rsid w:val="0039576A"/>
    <w:rsid w:val="003A0C11"/>
    <w:rsid w:val="003B6C6E"/>
    <w:rsid w:val="003E2F51"/>
    <w:rsid w:val="003E3368"/>
    <w:rsid w:val="003E7842"/>
    <w:rsid w:val="00402E50"/>
    <w:rsid w:val="00425909"/>
    <w:rsid w:val="0046686C"/>
    <w:rsid w:val="00490871"/>
    <w:rsid w:val="004B634E"/>
    <w:rsid w:val="004B75F0"/>
    <w:rsid w:val="004E58E5"/>
    <w:rsid w:val="0050046A"/>
    <w:rsid w:val="005031D3"/>
    <w:rsid w:val="005331DA"/>
    <w:rsid w:val="00535FF1"/>
    <w:rsid w:val="0054185F"/>
    <w:rsid w:val="00543216"/>
    <w:rsid w:val="00550062"/>
    <w:rsid w:val="00551F65"/>
    <w:rsid w:val="0056185A"/>
    <w:rsid w:val="00575B2F"/>
    <w:rsid w:val="00583010"/>
    <w:rsid w:val="00593514"/>
    <w:rsid w:val="00594442"/>
    <w:rsid w:val="005B3A54"/>
    <w:rsid w:val="005B6E83"/>
    <w:rsid w:val="005C76C2"/>
    <w:rsid w:val="005D4694"/>
    <w:rsid w:val="005F0AAF"/>
    <w:rsid w:val="005F4AC8"/>
    <w:rsid w:val="00614068"/>
    <w:rsid w:val="0064426D"/>
    <w:rsid w:val="00665960"/>
    <w:rsid w:val="00665B9D"/>
    <w:rsid w:val="0068254D"/>
    <w:rsid w:val="006A4ADB"/>
    <w:rsid w:val="006A5ABC"/>
    <w:rsid w:val="006B1252"/>
    <w:rsid w:val="006B2C5B"/>
    <w:rsid w:val="006C0956"/>
    <w:rsid w:val="006C371F"/>
    <w:rsid w:val="006C40D3"/>
    <w:rsid w:val="006D12B6"/>
    <w:rsid w:val="006E77AF"/>
    <w:rsid w:val="006F7857"/>
    <w:rsid w:val="007175EF"/>
    <w:rsid w:val="00722639"/>
    <w:rsid w:val="007262D3"/>
    <w:rsid w:val="0075710F"/>
    <w:rsid w:val="00760DE8"/>
    <w:rsid w:val="00765563"/>
    <w:rsid w:val="007804E3"/>
    <w:rsid w:val="00792128"/>
    <w:rsid w:val="00794684"/>
    <w:rsid w:val="007A247C"/>
    <w:rsid w:val="007C04A3"/>
    <w:rsid w:val="007C6EE6"/>
    <w:rsid w:val="007D0442"/>
    <w:rsid w:val="007D38DC"/>
    <w:rsid w:val="007F2C49"/>
    <w:rsid w:val="0080156D"/>
    <w:rsid w:val="00806BB6"/>
    <w:rsid w:val="00847921"/>
    <w:rsid w:val="008513AD"/>
    <w:rsid w:val="00857C6B"/>
    <w:rsid w:val="00860F58"/>
    <w:rsid w:val="00873244"/>
    <w:rsid w:val="00882560"/>
    <w:rsid w:val="0089068D"/>
    <w:rsid w:val="0089165F"/>
    <w:rsid w:val="0089454D"/>
    <w:rsid w:val="00897EA5"/>
    <w:rsid w:val="008A5374"/>
    <w:rsid w:val="008A62D0"/>
    <w:rsid w:val="008A750B"/>
    <w:rsid w:val="008D008E"/>
    <w:rsid w:val="009051A6"/>
    <w:rsid w:val="0090780D"/>
    <w:rsid w:val="0092237F"/>
    <w:rsid w:val="00937407"/>
    <w:rsid w:val="00951DF9"/>
    <w:rsid w:val="0095654E"/>
    <w:rsid w:val="009664FE"/>
    <w:rsid w:val="00997E18"/>
    <w:rsid w:val="009A0323"/>
    <w:rsid w:val="009B36ED"/>
    <w:rsid w:val="009B7A83"/>
    <w:rsid w:val="009C7838"/>
    <w:rsid w:val="009E157D"/>
    <w:rsid w:val="009F59D5"/>
    <w:rsid w:val="00A10331"/>
    <w:rsid w:val="00A158A1"/>
    <w:rsid w:val="00A2033B"/>
    <w:rsid w:val="00A203AC"/>
    <w:rsid w:val="00A21485"/>
    <w:rsid w:val="00A333F2"/>
    <w:rsid w:val="00A37A7E"/>
    <w:rsid w:val="00A5452F"/>
    <w:rsid w:val="00A921AE"/>
    <w:rsid w:val="00A92C0F"/>
    <w:rsid w:val="00AD2E30"/>
    <w:rsid w:val="00AD4A17"/>
    <w:rsid w:val="00AD5930"/>
    <w:rsid w:val="00AE2A41"/>
    <w:rsid w:val="00AE459C"/>
    <w:rsid w:val="00AF30DC"/>
    <w:rsid w:val="00B02BC2"/>
    <w:rsid w:val="00B0456B"/>
    <w:rsid w:val="00B15555"/>
    <w:rsid w:val="00B62BB3"/>
    <w:rsid w:val="00B90A3B"/>
    <w:rsid w:val="00B925DA"/>
    <w:rsid w:val="00B93B4B"/>
    <w:rsid w:val="00B95C73"/>
    <w:rsid w:val="00BA2D61"/>
    <w:rsid w:val="00BA3F0F"/>
    <w:rsid w:val="00BC63CC"/>
    <w:rsid w:val="00BD40D3"/>
    <w:rsid w:val="00BF0EE7"/>
    <w:rsid w:val="00C422D2"/>
    <w:rsid w:val="00C47D73"/>
    <w:rsid w:val="00C52424"/>
    <w:rsid w:val="00C55770"/>
    <w:rsid w:val="00C62731"/>
    <w:rsid w:val="00CA0E66"/>
    <w:rsid w:val="00CA3F33"/>
    <w:rsid w:val="00CB323B"/>
    <w:rsid w:val="00CD4008"/>
    <w:rsid w:val="00CD667C"/>
    <w:rsid w:val="00CE759A"/>
    <w:rsid w:val="00D06167"/>
    <w:rsid w:val="00D070C5"/>
    <w:rsid w:val="00D303CA"/>
    <w:rsid w:val="00D40772"/>
    <w:rsid w:val="00D76779"/>
    <w:rsid w:val="00DA65B1"/>
    <w:rsid w:val="00DF5CCA"/>
    <w:rsid w:val="00E23FBC"/>
    <w:rsid w:val="00E3563D"/>
    <w:rsid w:val="00E4116C"/>
    <w:rsid w:val="00E81276"/>
    <w:rsid w:val="00EC01B9"/>
    <w:rsid w:val="00ED6804"/>
    <w:rsid w:val="00EE13CD"/>
    <w:rsid w:val="00EE3A2A"/>
    <w:rsid w:val="00F245E4"/>
    <w:rsid w:val="00F32092"/>
    <w:rsid w:val="00F37598"/>
    <w:rsid w:val="00F42610"/>
    <w:rsid w:val="00F55962"/>
    <w:rsid w:val="00F65A46"/>
    <w:rsid w:val="00F71BA1"/>
    <w:rsid w:val="00F742F1"/>
    <w:rsid w:val="00F87D57"/>
    <w:rsid w:val="00FB3DB2"/>
    <w:rsid w:val="00FC0564"/>
    <w:rsid w:val="00FD2604"/>
    <w:rsid w:val="00FF3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A2A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70C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70C5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Normal">
    <w:name w:val="ConsPlusNormal"/>
    <w:uiPriority w:val="99"/>
    <w:rsid w:val="00D070C5"/>
    <w:pPr>
      <w:widowControl w:val="0"/>
      <w:autoSpaceDE w:val="0"/>
      <w:autoSpaceDN w:val="0"/>
    </w:pPr>
    <w:rPr>
      <w:rFonts w:cs="Calibri"/>
    </w:rPr>
  </w:style>
  <w:style w:type="paragraph" w:customStyle="1" w:styleId="ConsPlusTitle">
    <w:name w:val="ConsPlusTitle"/>
    <w:uiPriority w:val="99"/>
    <w:rsid w:val="00D070C5"/>
    <w:pPr>
      <w:widowControl w:val="0"/>
      <w:autoSpaceDE w:val="0"/>
      <w:autoSpaceDN w:val="0"/>
    </w:pPr>
    <w:rPr>
      <w:rFonts w:cs="Calibri"/>
      <w:b/>
      <w:bCs/>
    </w:rPr>
  </w:style>
  <w:style w:type="paragraph" w:customStyle="1" w:styleId="ConsPlusTitlePage">
    <w:name w:val="ConsPlusTitlePage"/>
    <w:uiPriority w:val="99"/>
    <w:rsid w:val="00D070C5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A0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0E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513AD"/>
    <w:pPr>
      <w:ind w:left="720"/>
    </w:pPr>
  </w:style>
  <w:style w:type="paragraph" w:customStyle="1" w:styleId="Default">
    <w:name w:val="Default"/>
    <w:uiPriority w:val="99"/>
    <w:rsid w:val="0088256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2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242</TotalTime>
  <Pages>2</Pages>
  <Words>610</Words>
  <Characters>3478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britvina</dc:creator>
  <cp:keywords/>
  <dc:description/>
  <cp:lastModifiedBy>user</cp:lastModifiedBy>
  <cp:revision>25</cp:revision>
  <cp:lastPrinted>2023-02-28T03:47:00Z</cp:lastPrinted>
  <dcterms:created xsi:type="dcterms:W3CDTF">2023-02-17T09:01:00Z</dcterms:created>
  <dcterms:modified xsi:type="dcterms:W3CDTF">2023-03-02T03:34:00Z</dcterms:modified>
</cp:coreProperties>
</file>