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C55" w:rsidRPr="00E425F9" w:rsidRDefault="00B15C55" w:rsidP="00E425F9">
      <w:pPr>
        <w:suppressAutoHyphens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7" o:spid="_x0000_s1026" type="#_x0000_t75" alt="Крутинский район_герб_рис 1" style="position:absolute;left:0;text-align:left;margin-left:225.75pt;margin-top:0;width:45pt;height:54pt;z-index:251658240;visibility:visible">
            <v:imagedata r:id="rId4" o:title=""/>
            <w10:wrap type="square" side="right"/>
          </v:shape>
        </w:pict>
      </w:r>
      <w:r w:rsidRPr="00E425F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 Р О Е К Т</w:t>
      </w:r>
      <w:r w:rsidRPr="00E425F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br w:type="textWrapping" w:clear="all"/>
      </w:r>
    </w:p>
    <w:p w:rsidR="00B15C55" w:rsidRPr="00DD106C" w:rsidRDefault="00B15C55" w:rsidP="00DD10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ar-SA"/>
        </w:rPr>
      </w:pPr>
    </w:p>
    <w:p w:rsidR="00B15C55" w:rsidRPr="00DD106C" w:rsidRDefault="00B15C55" w:rsidP="00DD106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ar-SA"/>
        </w:rPr>
      </w:pPr>
      <w:r w:rsidRPr="00DD106C">
        <w:rPr>
          <w:rFonts w:ascii="Times New Roman" w:hAnsi="Times New Roman" w:cs="Times New Roman"/>
          <w:b/>
          <w:bCs/>
          <w:sz w:val="32"/>
          <w:szCs w:val="32"/>
          <w:lang w:eastAsia="ar-SA"/>
        </w:rPr>
        <w:t>АДМИНИСТРАЦИЯ  КРУТИНСКОГО МУНИЦИПАЛЬНОГО РАЙОНА ОМСКОЙ ОБЛАСТИ</w:t>
      </w:r>
    </w:p>
    <w:p w:rsidR="00B15C55" w:rsidRPr="00DD106C" w:rsidRDefault="00B15C55" w:rsidP="00DD106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ar-SA"/>
        </w:rPr>
      </w:pPr>
    </w:p>
    <w:p w:rsidR="00B15C55" w:rsidRPr="00DD106C" w:rsidRDefault="00B15C55" w:rsidP="00DD106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ar-SA"/>
        </w:rPr>
      </w:pPr>
      <w:r w:rsidRPr="00DD106C">
        <w:rPr>
          <w:rFonts w:ascii="Times New Roman" w:hAnsi="Times New Roman" w:cs="Times New Roman"/>
          <w:b/>
          <w:bCs/>
          <w:sz w:val="32"/>
          <w:szCs w:val="32"/>
          <w:lang w:eastAsia="ar-SA"/>
        </w:rPr>
        <w:t>П О С Т А Н О В Л Е Н И Е</w:t>
      </w:r>
    </w:p>
    <w:p w:rsidR="00B15C55" w:rsidRPr="00DD106C" w:rsidRDefault="00B15C55" w:rsidP="00DD106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ar-SA"/>
        </w:rPr>
      </w:pPr>
    </w:p>
    <w:p w:rsidR="00B15C55" w:rsidRPr="00DD106C" w:rsidRDefault="00B15C55" w:rsidP="00DD1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06C">
        <w:rPr>
          <w:rFonts w:ascii="Times New Roman" w:hAnsi="Times New Roman" w:cs="Times New Roman"/>
          <w:sz w:val="24"/>
          <w:szCs w:val="24"/>
        </w:rPr>
        <w:t>от _____________  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D106C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№ _______</w:t>
      </w:r>
    </w:p>
    <w:p w:rsidR="00B15C55" w:rsidRPr="00DD106C" w:rsidRDefault="00B15C55" w:rsidP="00DD106C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D106C">
        <w:rPr>
          <w:rFonts w:ascii="Times New Roman" w:hAnsi="Times New Roman" w:cs="Times New Roman"/>
          <w:sz w:val="24"/>
          <w:szCs w:val="24"/>
          <w:lang w:eastAsia="ar-SA"/>
        </w:rPr>
        <w:t>р.п. Крутинка</w:t>
      </w:r>
    </w:p>
    <w:p w:rsidR="00B15C55" w:rsidRPr="00DD106C" w:rsidRDefault="00B15C55" w:rsidP="00DD106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15C55" w:rsidRPr="00DD106C" w:rsidRDefault="00B15C55" w:rsidP="00DD106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15C55" w:rsidRPr="00DD106C" w:rsidRDefault="00B15C55" w:rsidP="00DD10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DD106C">
        <w:rPr>
          <w:rFonts w:ascii="Times New Roman" w:hAnsi="Times New Roman" w:cs="Times New Roman"/>
          <w:sz w:val="24"/>
          <w:szCs w:val="24"/>
          <w:lang w:eastAsia="ar-SA"/>
        </w:rPr>
        <w:t>Об утверждении Административного регламента по исполнению муниципальной услуги «Установление опеки (попечительства) над несовершенн</w:t>
      </w:r>
      <w:r>
        <w:rPr>
          <w:rFonts w:ascii="Times New Roman" w:hAnsi="Times New Roman" w:cs="Times New Roman"/>
          <w:sz w:val="24"/>
          <w:szCs w:val="24"/>
          <w:lang w:eastAsia="ar-SA"/>
        </w:rPr>
        <w:t>о</w:t>
      </w:r>
      <w:r w:rsidRPr="00DD106C">
        <w:rPr>
          <w:rFonts w:ascii="Times New Roman" w:hAnsi="Times New Roman" w:cs="Times New Roman"/>
          <w:sz w:val="24"/>
          <w:szCs w:val="24"/>
          <w:lang w:eastAsia="ar-SA"/>
        </w:rPr>
        <w:t>летними»</w:t>
      </w:r>
    </w:p>
    <w:p w:rsidR="00B15C55" w:rsidRPr="00DD106C" w:rsidRDefault="00B15C55" w:rsidP="00DD10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15C55" w:rsidRPr="00DD106C" w:rsidRDefault="00B15C55" w:rsidP="00DD10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15C55" w:rsidRPr="00DD106C" w:rsidRDefault="00B15C55" w:rsidP="00DD106C">
      <w:pPr>
        <w:shd w:val="clear" w:color="auto" w:fill="FFFFFF"/>
        <w:suppressAutoHyphens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DD106C">
        <w:rPr>
          <w:rFonts w:ascii="Times New Roman" w:hAnsi="Times New Roman" w:cs="Times New Roman"/>
          <w:sz w:val="24"/>
          <w:szCs w:val="24"/>
          <w:lang w:eastAsia="ar-SA"/>
        </w:rPr>
        <w:t xml:space="preserve">            В соответствии с положениями Федерального закона от 27 июля 2010 года № 210-ФЗ «Об организации предоставления государственных и муниципальных услуг», </w:t>
      </w:r>
      <w:r w:rsidRPr="00DD106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руководствуясь Уставом </w:t>
      </w:r>
      <w:r w:rsidRPr="00DD106C">
        <w:rPr>
          <w:rFonts w:ascii="Times New Roman" w:hAnsi="Times New Roman" w:cs="Times New Roman"/>
          <w:sz w:val="24"/>
          <w:szCs w:val="24"/>
          <w:lang w:eastAsia="ar-SA"/>
        </w:rPr>
        <w:t>Крутинского муниципального района Омской области</w:t>
      </w:r>
      <w:r w:rsidRPr="00DD106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, </w:t>
      </w:r>
    </w:p>
    <w:p w:rsidR="00B15C55" w:rsidRPr="00DD106C" w:rsidRDefault="00B15C55" w:rsidP="00DD106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15C55" w:rsidRPr="00DD106C" w:rsidRDefault="00B15C55" w:rsidP="00DD106C">
      <w:pPr>
        <w:tabs>
          <w:tab w:val="left" w:pos="-18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D106C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 </w:t>
      </w:r>
    </w:p>
    <w:p w:rsidR="00B15C55" w:rsidRPr="00DD106C" w:rsidRDefault="00B15C55" w:rsidP="00DD106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DD106C">
        <w:rPr>
          <w:rFonts w:ascii="Times New Roman" w:hAnsi="Times New Roman" w:cs="Times New Roman"/>
          <w:sz w:val="24"/>
          <w:szCs w:val="24"/>
          <w:lang w:eastAsia="ar-SA"/>
        </w:rPr>
        <w:t>П О С Т А Н О В Л Я Ю:</w:t>
      </w:r>
    </w:p>
    <w:p w:rsidR="00B15C55" w:rsidRPr="00DD106C" w:rsidRDefault="00B15C55" w:rsidP="00DD106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15C55" w:rsidRPr="00DD106C" w:rsidRDefault="00B15C55" w:rsidP="00DD106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D106C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DD106C">
        <w:rPr>
          <w:rFonts w:ascii="Times New Roman" w:hAnsi="Times New Roman" w:cs="Times New Roman"/>
          <w:sz w:val="24"/>
          <w:szCs w:val="24"/>
          <w:lang w:eastAsia="ar-SA"/>
        </w:rPr>
        <w:tab/>
        <w:t>1. Утвердить прилагаемый Административный регламент муниципальной услуги «Установление опеки (попечительства) над несовершеннолетними».</w:t>
      </w:r>
    </w:p>
    <w:p w:rsidR="00B15C55" w:rsidRPr="00DD106C" w:rsidRDefault="00B15C55" w:rsidP="00DD106C">
      <w:pPr>
        <w:suppressAutoHyphens/>
        <w:spacing w:after="0" w:line="240" w:lineRule="auto"/>
        <w:jc w:val="both"/>
        <w:rPr>
          <w:rFonts w:ascii="Sylfaen" w:hAnsi="Sylfaen" w:cs="Sylfaen"/>
          <w:sz w:val="24"/>
          <w:szCs w:val="24"/>
          <w:lang w:eastAsia="ar-SA"/>
        </w:rPr>
      </w:pPr>
      <w:r w:rsidRPr="00DD106C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DD106C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DD106C">
        <w:rPr>
          <w:rFonts w:ascii="Sylfaen" w:hAnsi="Sylfaen" w:cs="Sylfaen"/>
          <w:sz w:val="24"/>
          <w:szCs w:val="24"/>
          <w:lang w:eastAsia="ar-SA"/>
        </w:rPr>
        <w:t>2. Настоящее постановление подлежит официальному опубликованию (обнародованию) и вступает в силу после</w:t>
      </w:r>
      <w:r w:rsidRPr="00DD106C">
        <w:rPr>
          <w:rFonts w:ascii="Times New Roman" w:hAnsi="Times New Roman" w:cs="Times New Roman"/>
          <w:sz w:val="24"/>
          <w:szCs w:val="24"/>
          <w:lang w:eastAsia="ar-SA"/>
        </w:rPr>
        <w:t xml:space="preserve"> его </w:t>
      </w:r>
      <w:r w:rsidRPr="00DD106C">
        <w:rPr>
          <w:rFonts w:ascii="Sylfaen" w:hAnsi="Sylfaen" w:cs="Sylfaen"/>
          <w:sz w:val="24"/>
          <w:szCs w:val="24"/>
          <w:lang w:eastAsia="ar-SA"/>
        </w:rPr>
        <w:t>официального опубликования (обнародования).</w:t>
      </w:r>
    </w:p>
    <w:p w:rsidR="00B15C55" w:rsidRPr="00DD106C" w:rsidRDefault="00B15C55" w:rsidP="00DD106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D106C">
        <w:rPr>
          <w:rFonts w:ascii="Times New Roman" w:hAnsi="Times New Roman" w:cs="Times New Roman"/>
          <w:sz w:val="24"/>
          <w:szCs w:val="24"/>
          <w:lang w:eastAsia="ar-SA"/>
        </w:rPr>
        <w:t xml:space="preserve">            3.Контроль исполнения постановления возложить на первого заместителя Главы Крутинского муниципального района (Сарыгин Е.В.).</w:t>
      </w:r>
    </w:p>
    <w:p w:rsidR="00B15C55" w:rsidRPr="00DD106C" w:rsidRDefault="00B15C55" w:rsidP="00DD106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15C55" w:rsidRPr="00DD106C" w:rsidRDefault="00B15C55" w:rsidP="00DD106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15C55" w:rsidRPr="00DD106C" w:rsidRDefault="00B15C55" w:rsidP="00DD106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15C55" w:rsidRPr="00DD106C" w:rsidRDefault="00B15C55" w:rsidP="00DD106C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D106C">
        <w:rPr>
          <w:rFonts w:ascii="Times New Roman" w:hAnsi="Times New Roman" w:cs="Times New Roman"/>
          <w:sz w:val="24"/>
          <w:szCs w:val="24"/>
          <w:lang w:eastAsia="ar-SA"/>
        </w:rPr>
        <w:t xml:space="preserve">Глава Крутинского </w:t>
      </w:r>
    </w:p>
    <w:p w:rsidR="00B15C55" w:rsidRPr="00DD106C" w:rsidRDefault="00B15C55" w:rsidP="00DD106C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  <w:sectPr w:rsidR="00B15C55" w:rsidRPr="00DD106C" w:rsidSect="005F1DE7">
          <w:pgSz w:w="11910" w:h="16840"/>
          <w:pgMar w:top="700" w:right="711" w:bottom="280" w:left="1276" w:header="720" w:footer="720" w:gutter="0"/>
          <w:cols w:space="720"/>
        </w:sectPr>
      </w:pPr>
      <w:r w:rsidRPr="00DD106C">
        <w:rPr>
          <w:rFonts w:ascii="Times New Roman" w:hAnsi="Times New Roman" w:cs="Times New Roman"/>
          <w:sz w:val="24"/>
          <w:szCs w:val="24"/>
          <w:lang w:eastAsia="ar-SA"/>
        </w:rPr>
        <w:t>муниципального района                                                                                    В.Н. Киселёв</w:t>
      </w:r>
    </w:p>
    <w:p w:rsidR="00B15C55" w:rsidRDefault="00B15C55" w:rsidP="00DD106C"/>
    <w:sectPr w:rsidR="00B15C55" w:rsidSect="00F04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106C"/>
    <w:rsid w:val="000F1E3B"/>
    <w:rsid w:val="00101859"/>
    <w:rsid w:val="00276995"/>
    <w:rsid w:val="00290921"/>
    <w:rsid w:val="005024FB"/>
    <w:rsid w:val="005214A3"/>
    <w:rsid w:val="005F1DE7"/>
    <w:rsid w:val="006334E4"/>
    <w:rsid w:val="006A7C5F"/>
    <w:rsid w:val="00B15C55"/>
    <w:rsid w:val="00D4259E"/>
    <w:rsid w:val="00DD106C"/>
    <w:rsid w:val="00E425F9"/>
    <w:rsid w:val="00E82DDA"/>
    <w:rsid w:val="00F04E53"/>
    <w:rsid w:val="00F40CAF"/>
    <w:rsid w:val="00FE4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E53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D1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10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181</Words>
  <Characters>1036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6</cp:revision>
  <dcterms:created xsi:type="dcterms:W3CDTF">2021-12-28T08:23:00Z</dcterms:created>
  <dcterms:modified xsi:type="dcterms:W3CDTF">2022-01-11T03:22:00Z</dcterms:modified>
</cp:coreProperties>
</file>