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6E0" w:rsidRPr="001C45DB" w:rsidRDefault="008926E0" w:rsidP="00FA570B">
      <w:pPr>
        <w:jc w:val="right"/>
        <w:rPr>
          <w:b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Крутинский район_герб_рис 1" style="position:absolute;left:0;text-align:left;margin-left:217.5pt;margin-top:0;width:45.75pt;height:54pt;z-index:251658240;visibility:visible">
            <v:imagedata r:id="rId5" o:title=""/>
            <w10:wrap type="square" side="right"/>
          </v:shape>
        </w:pict>
      </w:r>
      <w:r>
        <w:rPr>
          <w:b/>
          <w:bCs/>
          <w:sz w:val="28"/>
          <w:szCs w:val="28"/>
        </w:rPr>
        <w:t>П Р О Е К Т</w:t>
      </w:r>
      <w:r>
        <w:rPr>
          <w:b/>
          <w:bCs/>
          <w:sz w:val="28"/>
          <w:szCs w:val="28"/>
        </w:rPr>
        <w:br w:type="textWrapping" w:clear="all"/>
      </w:r>
    </w:p>
    <w:p w:rsidR="008926E0" w:rsidRPr="00483A0F" w:rsidRDefault="008926E0" w:rsidP="001C45DB">
      <w:pPr>
        <w:ind w:right="-144"/>
        <w:jc w:val="center"/>
        <w:rPr>
          <w:b/>
          <w:bCs/>
          <w:noProof/>
          <w:sz w:val="32"/>
          <w:szCs w:val="32"/>
          <w:lang w:eastAsia="en-US"/>
        </w:rPr>
      </w:pPr>
      <w:r w:rsidRPr="00483A0F">
        <w:rPr>
          <w:b/>
          <w:bCs/>
          <w:noProof/>
          <w:sz w:val="32"/>
          <w:szCs w:val="32"/>
          <w:lang w:eastAsia="en-US"/>
        </w:rPr>
        <w:t>АДМИНИСТРАЦИЯ  КРУТИНСКОГО МУНИЦИПАЛЬНОГО РАЙОНА ОМСКОЙ ОБЛАСТИ</w:t>
      </w:r>
    </w:p>
    <w:p w:rsidR="008926E0" w:rsidRPr="00483A0F" w:rsidRDefault="008926E0" w:rsidP="001C45DB">
      <w:pPr>
        <w:jc w:val="center"/>
        <w:rPr>
          <w:b/>
          <w:bCs/>
          <w:noProof/>
          <w:sz w:val="32"/>
          <w:szCs w:val="32"/>
          <w:lang w:eastAsia="en-US"/>
        </w:rPr>
      </w:pPr>
    </w:p>
    <w:p w:rsidR="008926E0" w:rsidRPr="00483A0F" w:rsidRDefault="008926E0" w:rsidP="001C45DB">
      <w:pPr>
        <w:jc w:val="center"/>
        <w:rPr>
          <w:b/>
          <w:bCs/>
          <w:noProof/>
          <w:sz w:val="32"/>
          <w:szCs w:val="32"/>
          <w:lang w:eastAsia="en-US"/>
        </w:rPr>
      </w:pPr>
      <w:r w:rsidRPr="00483A0F">
        <w:rPr>
          <w:b/>
          <w:bCs/>
          <w:noProof/>
          <w:sz w:val="32"/>
          <w:szCs w:val="32"/>
          <w:lang w:eastAsia="en-US"/>
        </w:rPr>
        <w:t>П О С Т А Н О В Л Е Н И Е</w:t>
      </w:r>
    </w:p>
    <w:p w:rsidR="008926E0" w:rsidRPr="00A07FAE" w:rsidRDefault="008926E0" w:rsidP="001C45DB">
      <w:pPr>
        <w:jc w:val="center"/>
        <w:rPr>
          <w:sz w:val="28"/>
          <w:szCs w:val="28"/>
        </w:rPr>
      </w:pPr>
    </w:p>
    <w:p w:rsidR="008926E0" w:rsidRPr="00A07FAE" w:rsidRDefault="008926E0" w:rsidP="001C45DB">
      <w:pPr>
        <w:rPr>
          <w:b/>
          <w:bCs/>
          <w:sz w:val="28"/>
          <w:szCs w:val="28"/>
        </w:rPr>
      </w:pPr>
    </w:p>
    <w:p w:rsidR="008926E0" w:rsidRPr="00A07FAE" w:rsidRDefault="008926E0" w:rsidP="001C45DB">
      <w:pPr>
        <w:rPr>
          <w:sz w:val="28"/>
          <w:szCs w:val="28"/>
        </w:rPr>
      </w:pPr>
      <w:r w:rsidRPr="00A07FAE">
        <w:rPr>
          <w:sz w:val="28"/>
          <w:szCs w:val="28"/>
        </w:rPr>
        <w:t>от  «___»_____202</w:t>
      </w:r>
      <w:r>
        <w:rPr>
          <w:sz w:val="28"/>
          <w:szCs w:val="28"/>
        </w:rPr>
        <w:t>2</w:t>
      </w:r>
      <w:r w:rsidRPr="00A07FAE">
        <w:rPr>
          <w:sz w:val="28"/>
          <w:szCs w:val="28"/>
        </w:rPr>
        <w:t xml:space="preserve"> года                                                    </w:t>
      </w:r>
      <w:r>
        <w:rPr>
          <w:sz w:val="28"/>
          <w:szCs w:val="28"/>
        </w:rPr>
        <w:t xml:space="preserve">                         №   __</w:t>
      </w:r>
      <w:r w:rsidRPr="00A07FAE">
        <w:rPr>
          <w:sz w:val="28"/>
          <w:szCs w:val="28"/>
        </w:rPr>
        <w:t xml:space="preserve">_-п                                         </w:t>
      </w:r>
    </w:p>
    <w:p w:rsidR="008926E0" w:rsidRPr="00A07FAE" w:rsidRDefault="008926E0" w:rsidP="001C45DB">
      <w:pPr>
        <w:rPr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9656"/>
      </w:tblGrid>
      <w:tr w:rsidR="008926E0" w:rsidRPr="00A07FAE">
        <w:trPr>
          <w:trHeight w:val="533"/>
          <w:jc w:val="center"/>
        </w:trPr>
        <w:tc>
          <w:tcPr>
            <w:tcW w:w="9656" w:type="dxa"/>
          </w:tcPr>
          <w:p w:rsidR="008926E0" w:rsidRDefault="008926E0" w:rsidP="00E608DB">
            <w:pPr>
              <w:jc w:val="center"/>
              <w:rPr>
                <w:sz w:val="28"/>
                <w:szCs w:val="28"/>
              </w:rPr>
            </w:pPr>
            <w:r w:rsidRPr="00E608DB">
              <w:rPr>
                <w:sz w:val="28"/>
                <w:szCs w:val="28"/>
              </w:rPr>
              <w:t>О  создании единой дежурно</w:t>
            </w:r>
            <w:r>
              <w:rPr>
                <w:sz w:val="28"/>
                <w:szCs w:val="28"/>
              </w:rPr>
              <w:t xml:space="preserve"> </w:t>
            </w:r>
            <w:r w:rsidRPr="00E608D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608DB">
              <w:rPr>
                <w:sz w:val="28"/>
                <w:szCs w:val="28"/>
              </w:rPr>
              <w:t xml:space="preserve">диспетчерской службы Крутинского </w:t>
            </w:r>
          </w:p>
          <w:p w:rsidR="008926E0" w:rsidRPr="00E608DB" w:rsidRDefault="008926E0" w:rsidP="00E608DB">
            <w:pPr>
              <w:jc w:val="center"/>
              <w:rPr>
                <w:sz w:val="28"/>
                <w:szCs w:val="28"/>
              </w:rPr>
            </w:pPr>
            <w:r w:rsidRPr="00E608DB">
              <w:rPr>
                <w:sz w:val="28"/>
                <w:szCs w:val="28"/>
              </w:rPr>
              <w:t>муниц</w:t>
            </w:r>
            <w:r>
              <w:rPr>
                <w:sz w:val="28"/>
                <w:szCs w:val="28"/>
              </w:rPr>
              <w:t>и</w:t>
            </w:r>
            <w:r w:rsidRPr="00E608DB">
              <w:rPr>
                <w:sz w:val="28"/>
                <w:szCs w:val="28"/>
              </w:rPr>
              <w:t>пального района Омской области</w:t>
            </w:r>
          </w:p>
        </w:tc>
      </w:tr>
    </w:tbl>
    <w:p w:rsidR="008926E0" w:rsidRPr="00A07FAE" w:rsidRDefault="008926E0" w:rsidP="001C45D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926E0" w:rsidRPr="00A07FAE" w:rsidRDefault="008926E0" w:rsidP="004E5D4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07FAE">
        <w:rPr>
          <w:sz w:val="28"/>
          <w:szCs w:val="28"/>
        </w:rPr>
        <w:t xml:space="preserve">В соответствии с Федеральным законом от 21.12.1994 года № 68 - ФЗ «О защите </w:t>
      </w:r>
      <w:r>
        <w:rPr>
          <w:sz w:val="28"/>
          <w:szCs w:val="28"/>
        </w:rPr>
        <w:t>населения и территорий</w:t>
      </w:r>
      <w:r w:rsidRPr="00A07FAE">
        <w:rPr>
          <w:sz w:val="28"/>
          <w:szCs w:val="28"/>
        </w:rPr>
        <w:t xml:space="preserve"> от чрезвычайных ситуаций природного и техногенного характера», постановлениями Правительства Российской Федера</w:t>
      </w:r>
      <w:r>
        <w:rPr>
          <w:sz w:val="28"/>
          <w:szCs w:val="28"/>
        </w:rPr>
        <w:t xml:space="preserve">ции </w:t>
      </w:r>
      <w:r w:rsidRPr="00A07FAE">
        <w:rPr>
          <w:sz w:val="28"/>
          <w:szCs w:val="28"/>
        </w:rPr>
        <w:t>от 30.12.2003 года № 794 «О единой государственной системе предупреждения и ликвидации чрезвычайных ситуаций»,</w:t>
      </w:r>
      <w:r w:rsidRPr="00EC077D">
        <w:rPr>
          <w:sz w:val="28"/>
          <w:szCs w:val="28"/>
        </w:rPr>
        <w:t xml:space="preserve"> </w:t>
      </w:r>
      <w:r w:rsidRPr="00A07FAE">
        <w:rPr>
          <w:sz w:val="28"/>
          <w:szCs w:val="28"/>
        </w:rPr>
        <w:t>от 24.03.1997 года № 334 «О порядке сбора и обмена информацией в области защиты населения и территорий от чрезвычайных ситуаций природного и техногенного характера»,</w:t>
      </w:r>
      <w:r>
        <w:rPr>
          <w:sz w:val="28"/>
          <w:szCs w:val="28"/>
        </w:rPr>
        <w:t xml:space="preserve"> </w:t>
      </w:r>
      <w:r w:rsidRPr="00A07FAE">
        <w:rPr>
          <w:sz w:val="28"/>
          <w:szCs w:val="28"/>
        </w:rPr>
        <w:t>от 18.07.2018 года № 840 «О внесении изменений в Положение о единой государственной системе предупреждения и ликвидации чрезвычайных ситуаций»,</w:t>
      </w:r>
      <w:r>
        <w:rPr>
          <w:sz w:val="28"/>
          <w:szCs w:val="28"/>
        </w:rPr>
        <w:t xml:space="preserve"> «Положением о единой дежурно – диспетчерской службе муниципального образования», утвержденным протоколом заседания Правительственной комиссии по предупреждению и ликвидации чрезвычайных ситуаций и обеспечению пожарной безопасности от 28.08.2015 года № 7, </w:t>
      </w:r>
      <w:r w:rsidRPr="00A07FAE">
        <w:rPr>
          <w:sz w:val="28"/>
          <w:szCs w:val="28"/>
        </w:rPr>
        <w:t xml:space="preserve"> Законом Омской области от 20.12.2004 года № 586-ОЗ «О защите населения и территорий Омской области от чрезвычайных ситуаций природного и техногенного характера», </w:t>
      </w:r>
      <w:r>
        <w:rPr>
          <w:sz w:val="28"/>
          <w:szCs w:val="28"/>
        </w:rPr>
        <w:t>руководствуясь Уставом</w:t>
      </w:r>
      <w:r w:rsidRPr="00A07FAE">
        <w:rPr>
          <w:sz w:val="28"/>
          <w:szCs w:val="28"/>
        </w:rPr>
        <w:t xml:space="preserve"> Крутинского муниципального района,</w:t>
      </w:r>
    </w:p>
    <w:p w:rsidR="008926E0" w:rsidRPr="00A07FAE" w:rsidRDefault="008926E0" w:rsidP="001C45DB">
      <w:pPr>
        <w:autoSpaceDE w:val="0"/>
        <w:autoSpaceDN w:val="0"/>
        <w:adjustRightInd w:val="0"/>
        <w:ind w:firstLine="900"/>
        <w:jc w:val="center"/>
        <w:rPr>
          <w:sz w:val="28"/>
          <w:szCs w:val="28"/>
        </w:rPr>
      </w:pPr>
    </w:p>
    <w:p w:rsidR="008926E0" w:rsidRPr="00A07FAE" w:rsidRDefault="008926E0" w:rsidP="001C45D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07FAE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A07FAE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A07FAE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A07FAE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A07FAE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A07FAE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A07FAE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A07FA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07FAE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A07FAE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A07FAE">
        <w:rPr>
          <w:sz w:val="28"/>
          <w:szCs w:val="28"/>
        </w:rPr>
        <w:t>Ю:</w:t>
      </w:r>
    </w:p>
    <w:p w:rsidR="008926E0" w:rsidRPr="00A07FAE" w:rsidRDefault="008926E0" w:rsidP="001C45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926E0" w:rsidRPr="00A07FAE" w:rsidRDefault="008926E0" w:rsidP="004E5D4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07FAE">
        <w:rPr>
          <w:sz w:val="28"/>
          <w:szCs w:val="28"/>
        </w:rPr>
        <w:t>1. Создать единую дежурно-диспетчерскую службу (далее ЕДДС) Крутинского муниципального района.</w:t>
      </w:r>
    </w:p>
    <w:p w:rsidR="008926E0" w:rsidRPr="00A07FAE" w:rsidRDefault="008926E0" w:rsidP="004E5D4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07FAE">
        <w:rPr>
          <w:sz w:val="28"/>
          <w:szCs w:val="28"/>
        </w:rPr>
        <w:t>2. Утвердить Положение «О единой дежурно-диспетчерской службе Кру</w:t>
      </w:r>
      <w:r>
        <w:rPr>
          <w:sz w:val="28"/>
          <w:szCs w:val="28"/>
        </w:rPr>
        <w:t>тинского муниципального района» согласно приложению</w:t>
      </w:r>
      <w:r w:rsidRPr="00A07FAE">
        <w:rPr>
          <w:sz w:val="28"/>
          <w:szCs w:val="28"/>
        </w:rPr>
        <w:t>.</w:t>
      </w:r>
    </w:p>
    <w:p w:rsidR="008926E0" w:rsidRPr="00A07FAE" w:rsidRDefault="008926E0" w:rsidP="004E5D4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07FAE">
        <w:rPr>
          <w:sz w:val="28"/>
          <w:szCs w:val="28"/>
        </w:rPr>
        <w:t>3. Общее руководство работой ЕДДС возложить на заместителя Главы Крутинского муниципального района (Головин В.Г.), непосредственное руководство - на начальника ЕДДС Крутинского муниципального района (Арицев М.А.).</w:t>
      </w:r>
    </w:p>
    <w:p w:rsidR="008926E0" w:rsidRPr="00A07FAE" w:rsidRDefault="008926E0" w:rsidP="004E5D4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07FAE">
        <w:rPr>
          <w:sz w:val="28"/>
          <w:szCs w:val="28"/>
        </w:rPr>
        <w:t>4. Постановлени</w:t>
      </w:r>
      <w:r>
        <w:rPr>
          <w:sz w:val="28"/>
          <w:szCs w:val="28"/>
        </w:rPr>
        <w:t>е</w:t>
      </w:r>
      <w:r w:rsidRPr="00A07FAE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A07FAE">
        <w:rPr>
          <w:sz w:val="28"/>
          <w:szCs w:val="28"/>
        </w:rPr>
        <w:t xml:space="preserve"> Крутинского муниципального района от </w:t>
      </w:r>
      <w:r>
        <w:rPr>
          <w:sz w:val="28"/>
          <w:szCs w:val="28"/>
        </w:rPr>
        <w:t xml:space="preserve">22.11.2021 г. № 523-п </w:t>
      </w:r>
      <w:r w:rsidRPr="00A07FAE">
        <w:rPr>
          <w:sz w:val="28"/>
          <w:szCs w:val="28"/>
        </w:rPr>
        <w:t>«</w:t>
      </w:r>
      <w:r w:rsidRPr="00E608DB">
        <w:rPr>
          <w:sz w:val="28"/>
          <w:szCs w:val="28"/>
        </w:rPr>
        <w:t>О  создании единой дежурно-диспетчерской службы Крутинского муниципального района Омской области</w:t>
      </w:r>
      <w:r w:rsidRPr="00A07FAE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A07FAE">
        <w:rPr>
          <w:sz w:val="28"/>
          <w:szCs w:val="28"/>
        </w:rPr>
        <w:t>считать утратившим силу.</w:t>
      </w:r>
    </w:p>
    <w:p w:rsidR="008926E0" w:rsidRPr="00A07FAE" w:rsidRDefault="008926E0" w:rsidP="004E5D4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07FAE">
        <w:rPr>
          <w:sz w:val="28"/>
          <w:szCs w:val="28"/>
        </w:rPr>
        <w:t>5. Контроль исполнения постановления возложить на заместителя Главы Крутинского муниципального района, заместителя председателя комиссии по предупреждению и ликвидации чрезвычайных ситуаций и пожарной безопасности  Крутинского муниципального района (Головин В.Г.).</w:t>
      </w:r>
    </w:p>
    <w:p w:rsidR="008926E0" w:rsidRDefault="008926E0" w:rsidP="001C45DB">
      <w:pPr>
        <w:autoSpaceDE w:val="0"/>
        <w:autoSpaceDN w:val="0"/>
        <w:adjustRightInd w:val="0"/>
        <w:rPr>
          <w:sz w:val="28"/>
          <w:szCs w:val="28"/>
        </w:rPr>
      </w:pPr>
    </w:p>
    <w:p w:rsidR="008926E0" w:rsidRDefault="008926E0" w:rsidP="001C45DB">
      <w:pPr>
        <w:autoSpaceDE w:val="0"/>
        <w:autoSpaceDN w:val="0"/>
        <w:adjustRightInd w:val="0"/>
        <w:rPr>
          <w:sz w:val="28"/>
          <w:szCs w:val="28"/>
        </w:rPr>
      </w:pPr>
    </w:p>
    <w:p w:rsidR="008926E0" w:rsidRPr="00A07FAE" w:rsidRDefault="008926E0" w:rsidP="001C45DB">
      <w:pPr>
        <w:autoSpaceDE w:val="0"/>
        <w:autoSpaceDN w:val="0"/>
        <w:adjustRightInd w:val="0"/>
        <w:rPr>
          <w:sz w:val="28"/>
          <w:szCs w:val="28"/>
        </w:rPr>
      </w:pPr>
    </w:p>
    <w:p w:rsidR="008926E0" w:rsidRPr="00A07FAE" w:rsidRDefault="008926E0" w:rsidP="001C45DB">
      <w:pPr>
        <w:autoSpaceDE w:val="0"/>
        <w:autoSpaceDN w:val="0"/>
        <w:adjustRightInd w:val="0"/>
        <w:rPr>
          <w:sz w:val="28"/>
          <w:szCs w:val="28"/>
        </w:rPr>
      </w:pPr>
      <w:r w:rsidRPr="00A07FAE">
        <w:rPr>
          <w:sz w:val="28"/>
          <w:szCs w:val="28"/>
        </w:rPr>
        <w:t>Глава Крутинского</w:t>
      </w:r>
    </w:p>
    <w:p w:rsidR="008926E0" w:rsidRPr="00A07FAE" w:rsidRDefault="008926E0" w:rsidP="001C45DB">
      <w:pPr>
        <w:autoSpaceDE w:val="0"/>
        <w:autoSpaceDN w:val="0"/>
        <w:adjustRightInd w:val="0"/>
        <w:rPr>
          <w:sz w:val="28"/>
          <w:szCs w:val="28"/>
        </w:rPr>
      </w:pPr>
      <w:r w:rsidRPr="00A07FAE">
        <w:rPr>
          <w:sz w:val="28"/>
          <w:szCs w:val="28"/>
        </w:rPr>
        <w:t>муниципального района                                                                       В.Н. Киселёв</w:t>
      </w:r>
    </w:p>
    <w:p w:rsidR="008926E0" w:rsidRPr="00A07FAE" w:rsidRDefault="008926E0" w:rsidP="001C45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926E0" w:rsidRPr="00A07FAE" w:rsidRDefault="008926E0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26E0" w:rsidRPr="00A07FAE" w:rsidRDefault="008926E0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26E0" w:rsidRPr="00A07FAE" w:rsidRDefault="008926E0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26E0" w:rsidRPr="00A07FAE" w:rsidRDefault="008926E0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26E0" w:rsidRPr="00A07FAE" w:rsidRDefault="008926E0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26E0" w:rsidRPr="00A07FAE" w:rsidRDefault="008926E0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26E0" w:rsidRPr="00A07FAE" w:rsidRDefault="008926E0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26E0" w:rsidRPr="00A07FAE" w:rsidRDefault="008926E0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26E0" w:rsidRPr="00A07FAE" w:rsidRDefault="008926E0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26E0" w:rsidRPr="00A07FAE" w:rsidRDefault="008926E0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26E0" w:rsidRPr="00A07FAE" w:rsidRDefault="008926E0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26E0" w:rsidRPr="00A07FAE" w:rsidRDefault="008926E0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26E0" w:rsidRPr="00A07FAE" w:rsidRDefault="008926E0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26E0" w:rsidRPr="00A07FAE" w:rsidRDefault="008926E0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26E0" w:rsidRPr="00A07FAE" w:rsidRDefault="008926E0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26E0" w:rsidRPr="00A07FAE" w:rsidRDefault="008926E0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26E0" w:rsidRPr="00A07FAE" w:rsidRDefault="008926E0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26E0" w:rsidRPr="00A07FAE" w:rsidRDefault="008926E0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26E0" w:rsidRPr="00A07FAE" w:rsidRDefault="008926E0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26E0" w:rsidRPr="00A07FAE" w:rsidRDefault="008926E0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26E0" w:rsidRPr="00A07FAE" w:rsidRDefault="008926E0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26E0" w:rsidRPr="00A07FAE" w:rsidRDefault="008926E0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26E0" w:rsidRDefault="008926E0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26E0" w:rsidRDefault="008926E0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26E0" w:rsidRDefault="008926E0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26E0" w:rsidRDefault="008926E0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26E0" w:rsidRDefault="008926E0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26E0" w:rsidRDefault="008926E0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26E0" w:rsidRDefault="008926E0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26E0" w:rsidRDefault="008926E0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926E0" w:rsidRPr="001C45DB" w:rsidRDefault="008926E0" w:rsidP="00AF4D78">
      <w:pPr>
        <w:keepNext/>
        <w:jc w:val="both"/>
        <w:rPr>
          <w:sz w:val="28"/>
          <w:szCs w:val="28"/>
        </w:rPr>
      </w:pPr>
    </w:p>
    <w:sectPr w:rsidR="008926E0" w:rsidRPr="001C45DB" w:rsidSect="00B76FB5">
      <w:pgSz w:w="11905" w:h="16840" w:code="9"/>
      <w:pgMar w:top="1134" w:right="851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B7372"/>
    <w:multiLevelType w:val="hybridMultilevel"/>
    <w:tmpl w:val="78BE6EFA"/>
    <w:lvl w:ilvl="0" w:tplc="6D3AA8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1143F"/>
    <w:multiLevelType w:val="multilevel"/>
    <w:tmpl w:val="19FE95FA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2">
    <w:nsid w:val="62617A70"/>
    <w:multiLevelType w:val="hybridMultilevel"/>
    <w:tmpl w:val="CF929F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3E50"/>
    <w:rsid w:val="00023A88"/>
    <w:rsid w:val="0005364F"/>
    <w:rsid w:val="000739A3"/>
    <w:rsid w:val="00082AEE"/>
    <w:rsid w:val="00091E67"/>
    <w:rsid w:val="001243E2"/>
    <w:rsid w:val="00125FAD"/>
    <w:rsid w:val="001265B7"/>
    <w:rsid w:val="00131A65"/>
    <w:rsid w:val="00142E1A"/>
    <w:rsid w:val="00163B73"/>
    <w:rsid w:val="00176553"/>
    <w:rsid w:val="0019107E"/>
    <w:rsid w:val="00196839"/>
    <w:rsid w:val="00196AE2"/>
    <w:rsid w:val="001A68D3"/>
    <w:rsid w:val="001C45DB"/>
    <w:rsid w:val="001D074A"/>
    <w:rsid w:val="001F6543"/>
    <w:rsid w:val="002317B7"/>
    <w:rsid w:val="0027088C"/>
    <w:rsid w:val="00272040"/>
    <w:rsid w:val="00294725"/>
    <w:rsid w:val="002A1DE0"/>
    <w:rsid w:val="002B13A5"/>
    <w:rsid w:val="002D54C1"/>
    <w:rsid w:val="002E567E"/>
    <w:rsid w:val="002F0052"/>
    <w:rsid w:val="002F3E50"/>
    <w:rsid w:val="002F7076"/>
    <w:rsid w:val="00304C39"/>
    <w:rsid w:val="00321677"/>
    <w:rsid w:val="00323D93"/>
    <w:rsid w:val="00374190"/>
    <w:rsid w:val="00376B54"/>
    <w:rsid w:val="003C4E9C"/>
    <w:rsid w:val="003C68E0"/>
    <w:rsid w:val="003D510A"/>
    <w:rsid w:val="003F6AC3"/>
    <w:rsid w:val="004003DF"/>
    <w:rsid w:val="00412C54"/>
    <w:rsid w:val="0043091F"/>
    <w:rsid w:val="00433937"/>
    <w:rsid w:val="00446F20"/>
    <w:rsid w:val="00453F94"/>
    <w:rsid w:val="0046280C"/>
    <w:rsid w:val="00465382"/>
    <w:rsid w:val="00467ACD"/>
    <w:rsid w:val="00483A0F"/>
    <w:rsid w:val="004964FA"/>
    <w:rsid w:val="004B425B"/>
    <w:rsid w:val="004E5D4E"/>
    <w:rsid w:val="00505CCA"/>
    <w:rsid w:val="00524A63"/>
    <w:rsid w:val="005346B4"/>
    <w:rsid w:val="005374D2"/>
    <w:rsid w:val="00576341"/>
    <w:rsid w:val="00596851"/>
    <w:rsid w:val="005A218D"/>
    <w:rsid w:val="005A428F"/>
    <w:rsid w:val="005A7572"/>
    <w:rsid w:val="005B5540"/>
    <w:rsid w:val="00624166"/>
    <w:rsid w:val="006528E0"/>
    <w:rsid w:val="00655FEB"/>
    <w:rsid w:val="006628C7"/>
    <w:rsid w:val="006652D2"/>
    <w:rsid w:val="0069004B"/>
    <w:rsid w:val="006A4BF3"/>
    <w:rsid w:val="006A6385"/>
    <w:rsid w:val="006D5CAB"/>
    <w:rsid w:val="006F41B1"/>
    <w:rsid w:val="006F5824"/>
    <w:rsid w:val="00783E7F"/>
    <w:rsid w:val="00787E28"/>
    <w:rsid w:val="007F5EA3"/>
    <w:rsid w:val="007F5F0C"/>
    <w:rsid w:val="0080687F"/>
    <w:rsid w:val="00882E24"/>
    <w:rsid w:val="008926E0"/>
    <w:rsid w:val="0089270F"/>
    <w:rsid w:val="008F683C"/>
    <w:rsid w:val="00922397"/>
    <w:rsid w:val="00940DB8"/>
    <w:rsid w:val="0096168F"/>
    <w:rsid w:val="00965641"/>
    <w:rsid w:val="00971ABA"/>
    <w:rsid w:val="00994A94"/>
    <w:rsid w:val="009A3406"/>
    <w:rsid w:val="009B0B9D"/>
    <w:rsid w:val="009B5660"/>
    <w:rsid w:val="009C2F2E"/>
    <w:rsid w:val="009C62F2"/>
    <w:rsid w:val="009F7BA7"/>
    <w:rsid w:val="00A07FAE"/>
    <w:rsid w:val="00A353A9"/>
    <w:rsid w:val="00A35555"/>
    <w:rsid w:val="00A42C05"/>
    <w:rsid w:val="00A608F7"/>
    <w:rsid w:val="00A83C32"/>
    <w:rsid w:val="00AB0498"/>
    <w:rsid w:val="00AD5001"/>
    <w:rsid w:val="00AE263B"/>
    <w:rsid w:val="00AE7E54"/>
    <w:rsid w:val="00AF4D78"/>
    <w:rsid w:val="00B13BB5"/>
    <w:rsid w:val="00B17C2F"/>
    <w:rsid w:val="00B26F9D"/>
    <w:rsid w:val="00B538F8"/>
    <w:rsid w:val="00B761C7"/>
    <w:rsid w:val="00B76FB5"/>
    <w:rsid w:val="00BA160D"/>
    <w:rsid w:val="00BB13AE"/>
    <w:rsid w:val="00BB3815"/>
    <w:rsid w:val="00BE4C4E"/>
    <w:rsid w:val="00BF7C1A"/>
    <w:rsid w:val="00C06B68"/>
    <w:rsid w:val="00C30F47"/>
    <w:rsid w:val="00CC2350"/>
    <w:rsid w:val="00CC23AA"/>
    <w:rsid w:val="00CC624D"/>
    <w:rsid w:val="00D0347C"/>
    <w:rsid w:val="00D37763"/>
    <w:rsid w:val="00D7627D"/>
    <w:rsid w:val="00DB102E"/>
    <w:rsid w:val="00DC08CF"/>
    <w:rsid w:val="00DD7619"/>
    <w:rsid w:val="00DE603F"/>
    <w:rsid w:val="00E10E84"/>
    <w:rsid w:val="00E23BF6"/>
    <w:rsid w:val="00E43A67"/>
    <w:rsid w:val="00E50866"/>
    <w:rsid w:val="00E527B6"/>
    <w:rsid w:val="00E55CC4"/>
    <w:rsid w:val="00E608DB"/>
    <w:rsid w:val="00EA4474"/>
    <w:rsid w:val="00EC077D"/>
    <w:rsid w:val="00EC2DC8"/>
    <w:rsid w:val="00ED4AEC"/>
    <w:rsid w:val="00ED7785"/>
    <w:rsid w:val="00EF23FA"/>
    <w:rsid w:val="00F03E0A"/>
    <w:rsid w:val="00F20952"/>
    <w:rsid w:val="00F3254F"/>
    <w:rsid w:val="00F36B96"/>
    <w:rsid w:val="00F52089"/>
    <w:rsid w:val="00F946B6"/>
    <w:rsid w:val="00FA570B"/>
    <w:rsid w:val="00FB16EA"/>
    <w:rsid w:val="00FB358B"/>
    <w:rsid w:val="00FC42BA"/>
    <w:rsid w:val="00FD6A56"/>
    <w:rsid w:val="00FE1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47C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0347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0347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F3E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5FAD"/>
    <w:rPr>
      <w:sz w:val="2"/>
      <w:szCs w:val="2"/>
    </w:rPr>
  </w:style>
  <w:style w:type="paragraph" w:customStyle="1" w:styleId="a">
    <w:name w:val="Знак Знак Знак"/>
    <w:basedOn w:val="Normal"/>
    <w:uiPriority w:val="99"/>
    <w:rsid w:val="00E43A6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TableGrid">
    <w:name w:val="Table Grid"/>
    <w:basedOn w:val="TableNormal"/>
    <w:uiPriority w:val="99"/>
    <w:rsid w:val="00E43A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C30F4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25FAD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2B13A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80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176</TotalTime>
  <Pages>2</Pages>
  <Words>382</Words>
  <Characters>2178</Characters>
  <Application>Microsoft Office Outlook</Application>
  <DocSecurity>0</DocSecurity>
  <Lines>0</Lines>
  <Paragraphs>0</Paragraphs>
  <ScaleCrop>false</ScaleCrop>
  <Company>UGPS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ТАРСКОГО МУНИЦИПАЛЬНОГО РАЙОНА</dc:title>
  <dc:subject/>
  <dc:creator>E.V.Voevodin</dc:creator>
  <cp:keywords/>
  <dc:description/>
  <cp:lastModifiedBy>user</cp:lastModifiedBy>
  <cp:revision>18</cp:revision>
  <cp:lastPrinted>2018-10-27T10:59:00Z</cp:lastPrinted>
  <dcterms:created xsi:type="dcterms:W3CDTF">2018-09-19T05:03:00Z</dcterms:created>
  <dcterms:modified xsi:type="dcterms:W3CDTF">2022-06-20T10:57:00Z</dcterms:modified>
</cp:coreProperties>
</file>