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AF" w:rsidRPr="00FF2E11" w:rsidRDefault="009326AF" w:rsidP="00D72292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86DCD">
        <w:rPr>
          <w:rFonts w:ascii="Times New Roman" w:hAnsi="Times New Roman" w:cs="Times New Roman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рутинский район_герб_рис 1" style="width:42.75pt;height:56.25pt;visibility:visible">
            <v:imagedata r:id="rId5" o:title=""/>
          </v:shape>
        </w:pict>
      </w:r>
    </w:p>
    <w:p w:rsidR="009326AF" w:rsidRPr="00FF2E11" w:rsidRDefault="009326AF" w:rsidP="00D72292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F2E11">
        <w:rPr>
          <w:rFonts w:ascii="Times New Roman" w:hAnsi="Times New Roman" w:cs="Times New Roman"/>
          <w:b/>
          <w:bCs/>
          <w:color w:val="000000"/>
          <w:sz w:val="32"/>
          <w:szCs w:val="32"/>
        </w:rPr>
        <w:t>АДМИНИСТРАЦИЯ КРУТИНСКОГО МУНИЦИПАЛЬНОГО РАЙОНА ОМСКОЙ ОБЛАСТИ</w:t>
      </w:r>
    </w:p>
    <w:p w:rsidR="009326AF" w:rsidRPr="00FF2E11" w:rsidRDefault="009326AF" w:rsidP="00D72292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F2E11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 О С Т А Н О В Л Е Н И Е</w:t>
      </w:r>
    </w:p>
    <w:p w:rsidR="009326AF" w:rsidRPr="00FF2E11" w:rsidRDefault="009326AF" w:rsidP="00D7229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326AF" w:rsidRPr="00FF2E11" w:rsidRDefault="009326AF" w:rsidP="00D7229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26AF" w:rsidRPr="00FF2E11" w:rsidRDefault="009326AF" w:rsidP="00D7229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F2E11">
        <w:rPr>
          <w:rFonts w:ascii="Times New Roman" w:hAnsi="Times New Roman" w:cs="Times New Roman"/>
          <w:color w:val="000000"/>
          <w:sz w:val="28"/>
          <w:szCs w:val="28"/>
        </w:rPr>
        <w:t>от   ___. ___ .2022 г.                                                                                   №  _____-п</w:t>
      </w:r>
    </w:p>
    <w:p w:rsidR="009326AF" w:rsidRPr="00FF2E11" w:rsidRDefault="009326AF" w:rsidP="00EC7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326AF" w:rsidRPr="00FF2E11" w:rsidRDefault="009326AF" w:rsidP="004F5D3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2E11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спасательной службе (службе гражданской обороны) торговли и питания Крутинского муниципального района  </w:t>
      </w:r>
    </w:p>
    <w:p w:rsidR="009326AF" w:rsidRPr="00FF2E11" w:rsidRDefault="009326AF" w:rsidP="00EC7A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</w:p>
    <w:p w:rsidR="009326AF" w:rsidRPr="00FF2E11" w:rsidRDefault="009326AF" w:rsidP="009266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FF2E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12.02.1998 № 28-ФЗ</w:t>
      </w:r>
      <w:r w:rsidRPr="00FF2E11">
        <w:rPr>
          <w:rFonts w:ascii="Times New Roman" w:hAnsi="Times New Roman" w:cs="Times New Roman"/>
          <w:color w:val="000000"/>
          <w:sz w:val="28"/>
          <w:szCs w:val="28"/>
        </w:rPr>
        <w:br/>
        <w:t>«О гражданской обороне», распоряжением Губернатора Омской области от 11.11.2014 г. № 255 «О поддержании сил и средств гражданской обороны Омской области», приказом Министерства Российской Федерации по делам гражданской обороны, чрезвычайным ситуациям и ликвидации последствий стихийных бедствий от 23.12.2005 № 999 «Об утверждении Порядка создания нештатных аварийно-спасательных формирований», руководствуясь Уставом  Крутинского муниципального района,</w:t>
      </w:r>
    </w:p>
    <w:p w:rsidR="009326AF" w:rsidRPr="00FF2E11" w:rsidRDefault="009326AF" w:rsidP="00EC7A09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FF2E11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ПОСТАНОВЛЯЮ:</w:t>
      </w:r>
    </w:p>
    <w:p w:rsidR="009326AF" w:rsidRPr="00FF2E11" w:rsidRDefault="009326AF" w:rsidP="00EC7A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FF2E11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 </w:t>
      </w:r>
    </w:p>
    <w:p w:rsidR="009326AF" w:rsidRDefault="009326AF" w:rsidP="00FF2E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2E11">
        <w:rPr>
          <w:rFonts w:ascii="Times New Roman" w:hAnsi="Times New Roman" w:cs="Times New Roman"/>
          <w:color w:val="000000"/>
          <w:sz w:val="28"/>
          <w:szCs w:val="28"/>
        </w:rPr>
        <w:t xml:space="preserve"> Утвердить прилагаемое Положение о спасательной службе (службе гражданской обороны) торговли и питания Крутинского муниципального района   (приложение №1).</w:t>
      </w:r>
    </w:p>
    <w:p w:rsidR="009326AF" w:rsidRPr="00FF2E11" w:rsidRDefault="009326AF" w:rsidP="00FF2E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2E11">
        <w:rPr>
          <w:rFonts w:ascii="Times New Roman" w:hAnsi="Times New Roman" w:cs="Times New Roman"/>
          <w:color w:val="000000"/>
          <w:sz w:val="28"/>
          <w:szCs w:val="28"/>
        </w:rPr>
        <w:t>Утвердить Перечень нештатных аварийно-спасательных формирований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2E11">
        <w:rPr>
          <w:rFonts w:ascii="Times New Roman" w:hAnsi="Times New Roman" w:cs="Times New Roman"/>
          <w:color w:val="000000"/>
          <w:sz w:val="28"/>
          <w:szCs w:val="28"/>
        </w:rPr>
        <w:t>территории Крутинского муниципального района   для спасательной службы (служб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F2E11">
        <w:rPr>
          <w:rFonts w:ascii="Times New Roman" w:hAnsi="Times New Roman" w:cs="Times New Roman"/>
          <w:color w:val="000000"/>
          <w:sz w:val="28"/>
          <w:szCs w:val="28"/>
        </w:rPr>
        <w:t xml:space="preserve"> гражданской обороны)  торговли и питания (приложение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FF2E1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9326AF" w:rsidRPr="00FF2E11" w:rsidRDefault="009326AF" w:rsidP="00FF2E11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3</w:t>
      </w:r>
      <w:r w:rsidRPr="00FF2E11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.</w:t>
      </w:r>
      <w:r w:rsidRPr="00FF2E1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подлежит официальному опубликованию (обнародованию) и </w:t>
      </w:r>
      <w:r w:rsidRPr="00FF2E11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официального опубликова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ния (обнародования)</w:t>
      </w:r>
      <w:r w:rsidRPr="00FF2E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326AF" w:rsidRPr="00FF2E11" w:rsidRDefault="009326AF" w:rsidP="0019594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4</w:t>
      </w:r>
      <w:r w:rsidRPr="00FF2E11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. Контроль исполнения постановления возложить на заместителя Главы Крутинского муниципального района (Головин В.Г.).</w:t>
      </w:r>
    </w:p>
    <w:p w:rsidR="009326AF" w:rsidRPr="00FF2E11" w:rsidRDefault="009326AF" w:rsidP="00195946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</w:p>
    <w:p w:rsidR="009326AF" w:rsidRPr="00FF2E11" w:rsidRDefault="009326AF" w:rsidP="00EC7A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FF2E11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 </w:t>
      </w:r>
    </w:p>
    <w:p w:rsidR="009326AF" w:rsidRDefault="009326AF" w:rsidP="00EC7A0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</w:p>
    <w:p w:rsidR="009326AF" w:rsidRPr="00FF2E11" w:rsidRDefault="009326AF" w:rsidP="00EC7A0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</w:pPr>
      <w:r w:rsidRPr="00FF2E11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 xml:space="preserve">Глава Крутинского </w:t>
      </w:r>
    </w:p>
    <w:p w:rsidR="009326AF" w:rsidRPr="00FF2E11" w:rsidRDefault="009326AF" w:rsidP="00370C68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FF2E11"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</w:rPr>
        <w:t>муниципального района                                                                            В.Н. Киселёв</w:t>
      </w:r>
      <w:r w:rsidRPr="00FF2E11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br w:type="page"/>
        <w:t xml:space="preserve">                                                                                                                 Приложение №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2</w:t>
      </w:r>
    </w:p>
    <w:p w:rsidR="009326AF" w:rsidRPr="00FF2E11" w:rsidRDefault="009326AF" w:rsidP="00DA2B43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FF2E11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к постановлению </w:t>
      </w:r>
      <w:r w:rsidRPr="00FF2E11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Администрации  </w:t>
      </w:r>
    </w:p>
    <w:p w:rsidR="009326AF" w:rsidRPr="00FF2E11" w:rsidRDefault="009326AF" w:rsidP="00DA2B43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FF2E11">
        <w:rPr>
          <w:rFonts w:ascii="Times New Roman" w:hAnsi="Times New Roman" w:cs="Times New Roman"/>
          <w:color w:val="000000"/>
          <w:kern w:val="2"/>
          <w:sz w:val="24"/>
          <w:szCs w:val="24"/>
        </w:rPr>
        <w:t>Крутинского муниципального района</w:t>
      </w:r>
      <w:r w:rsidRPr="00FF2E11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</w:t>
      </w:r>
    </w:p>
    <w:p w:rsidR="009326AF" w:rsidRPr="00FF2E11" w:rsidRDefault="009326AF" w:rsidP="00DA2B43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FF2E11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от _____. ____ .2022 г. № _____-п</w:t>
      </w:r>
    </w:p>
    <w:p w:rsidR="009326AF" w:rsidRPr="00FF2E11" w:rsidRDefault="009326AF" w:rsidP="00DA2B43">
      <w:pPr>
        <w:jc w:val="right"/>
        <w:rPr>
          <w:color w:val="000000"/>
        </w:rPr>
      </w:pPr>
    </w:p>
    <w:p w:rsidR="009326AF" w:rsidRPr="00FF2E11" w:rsidRDefault="009326AF" w:rsidP="002A4B55">
      <w:pPr>
        <w:jc w:val="center"/>
        <w:rPr>
          <w:color w:val="000000"/>
        </w:rPr>
      </w:pPr>
    </w:p>
    <w:p w:rsidR="009326AF" w:rsidRPr="00FF2E11" w:rsidRDefault="009326AF" w:rsidP="002A4B55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2E11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</w:p>
    <w:p w:rsidR="009326AF" w:rsidRPr="00FF2E11" w:rsidRDefault="009326AF" w:rsidP="00CB51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2E11">
        <w:rPr>
          <w:rFonts w:ascii="Times New Roman" w:hAnsi="Times New Roman" w:cs="Times New Roman"/>
          <w:color w:val="000000"/>
          <w:sz w:val="28"/>
          <w:szCs w:val="28"/>
        </w:rPr>
        <w:t>нештатных аварийно-спасательных формирований, созданных на территории</w:t>
      </w:r>
    </w:p>
    <w:p w:rsidR="009326AF" w:rsidRPr="00FF2E11" w:rsidRDefault="009326AF" w:rsidP="00CB51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F2E1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 Крутинского муниципального  района Омской области</w:t>
      </w:r>
      <w:r w:rsidRPr="00FF2E11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</w:t>
      </w:r>
      <w:r w:rsidRPr="00FF2E11">
        <w:rPr>
          <w:rFonts w:ascii="Times New Roman" w:hAnsi="Times New Roman" w:cs="Times New Roman"/>
          <w:color w:val="000000"/>
          <w:sz w:val="28"/>
          <w:szCs w:val="28"/>
        </w:rPr>
        <w:t>для спасательной службы торговли и питания</w:t>
      </w:r>
    </w:p>
    <w:p w:rsidR="009326AF" w:rsidRPr="00FF2E11" w:rsidRDefault="009326AF" w:rsidP="00EA2BE6">
      <w:pPr>
        <w:jc w:val="center"/>
        <w:rPr>
          <w:color w:val="00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5"/>
        <w:gridCol w:w="2075"/>
        <w:gridCol w:w="2471"/>
        <w:gridCol w:w="3228"/>
        <w:gridCol w:w="1167"/>
        <w:gridCol w:w="1076"/>
      </w:tblGrid>
      <w:tr w:rsidR="009326AF" w:rsidRPr="00FF2E11">
        <w:tc>
          <w:tcPr>
            <w:tcW w:w="665" w:type="dxa"/>
          </w:tcPr>
          <w:p w:rsidR="009326AF" w:rsidRPr="00FF2E11" w:rsidRDefault="009326AF" w:rsidP="00EA2B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75" w:type="dxa"/>
          </w:tcPr>
          <w:p w:rsidR="009326AF" w:rsidRPr="00FF2E11" w:rsidRDefault="009326AF" w:rsidP="00B803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экономики</w:t>
            </w:r>
          </w:p>
        </w:tc>
        <w:tc>
          <w:tcPr>
            <w:tcW w:w="2471" w:type="dxa"/>
          </w:tcPr>
          <w:p w:rsidR="009326AF" w:rsidRPr="00FF2E11" w:rsidRDefault="009326AF" w:rsidP="00B803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  <w:p w:rsidR="009326AF" w:rsidRPr="00FF2E11" w:rsidRDefault="009326AF" w:rsidP="00B803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руководителя</w:t>
            </w:r>
          </w:p>
        </w:tc>
        <w:tc>
          <w:tcPr>
            <w:tcW w:w="3228" w:type="dxa"/>
          </w:tcPr>
          <w:p w:rsidR="009326AF" w:rsidRPr="00FF2E11" w:rsidRDefault="009326AF" w:rsidP="00B803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формирований</w:t>
            </w:r>
          </w:p>
        </w:tc>
        <w:tc>
          <w:tcPr>
            <w:tcW w:w="1167" w:type="dxa"/>
          </w:tcPr>
          <w:p w:rsidR="009326AF" w:rsidRPr="00FF2E11" w:rsidRDefault="009326AF" w:rsidP="00B803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л/состава</w:t>
            </w:r>
          </w:p>
        </w:tc>
        <w:tc>
          <w:tcPr>
            <w:tcW w:w="1076" w:type="dxa"/>
          </w:tcPr>
          <w:p w:rsidR="009326AF" w:rsidRPr="00FF2E11" w:rsidRDefault="009326AF" w:rsidP="00B803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 техники</w:t>
            </w:r>
          </w:p>
        </w:tc>
      </w:tr>
      <w:tr w:rsidR="009326AF" w:rsidRPr="00FF2E11">
        <w:tc>
          <w:tcPr>
            <w:tcW w:w="665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5" w:type="dxa"/>
          </w:tcPr>
          <w:p w:rsidR="009326AF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Ильченко </w:t>
            </w:r>
          </w:p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М.</w:t>
            </w:r>
          </w:p>
        </w:tc>
        <w:tc>
          <w:tcPr>
            <w:tcW w:w="2471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Ильченко Сергей Михайлович</w:t>
            </w:r>
          </w:p>
        </w:tc>
        <w:tc>
          <w:tcPr>
            <w:tcW w:w="3228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Подвижной пункт питания</w:t>
            </w:r>
          </w:p>
        </w:tc>
        <w:tc>
          <w:tcPr>
            <w:tcW w:w="1167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6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326AF" w:rsidRPr="00FF2E11">
        <w:tc>
          <w:tcPr>
            <w:tcW w:w="665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5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Лифанова О.И.</w:t>
            </w:r>
          </w:p>
        </w:tc>
        <w:tc>
          <w:tcPr>
            <w:tcW w:w="2471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Лифанова Ольга Иосифовна </w:t>
            </w:r>
          </w:p>
        </w:tc>
        <w:tc>
          <w:tcPr>
            <w:tcW w:w="3228" w:type="dxa"/>
          </w:tcPr>
          <w:p w:rsidR="009326AF" w:rsidRPr="00FF2E11" w:rsidRDefault="009326AF" w:rsidP="00FF2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Подвижный пункт вещевого снабжения</w:t>
            </w:r>
          </w:p>
        </w:tc>
        <w:tc>
          <w:tcPr>
            <w:tcW w:w="1167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326AF" w:rsidRPr="00FF2E11">
        <w:tc>
          <w:tcPr>
            <w:tcW w:w="665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5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Бабаева Т. В.</w:t>
            </w:r>
          </w:p>
        </w:tc>
        <w:tc>
          <w:tcPr>
            <w:tcW w:w="2471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Бабаева Татьяна Владимировна</w:t>
            </w:r>
          </w:p>
        </w:tc>
        <w:tc>
          <w:tcPr>
            <w:tcW w:w="3228" w:type="dxa"/>
          </w:tcPr>
          <w:p w:rsidR="009326AF" w:rsidRPr="00FF2E11" w:rsidRDefault="009326AF" w:rsidP="00FF2E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Подвижный пункт продовольственного снабжения</w:t>
            </w:r>
          </w:p>
        </w:tc>
        <w:tc>
          <w:tcPr>
            <w:tcW w:w="1167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9326AF" w:rsidRPr="00FF2E11" w:rsidRDefault="009326AF" w:rsidP="00FF2E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2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9326AF" w:rsidRPr="00FF2E11" w:rsidRDefault="009326AF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sectPr w:rsidR="009326AF" w:rsidRPr="00FF2E11" w:rsidSect="00FF2E11">
      <w:pgSz w:w="11906" w:h="16838"/>
      <w:pgMar w:top="1134" w:right="45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483C"/>
    <w:multiLevelType w:val="hybridMultilevel"/>
    <w:tmpl w:val="DBFA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E721471"/>
    <w:multiLevelType w:val="hybridMultilevel"/>
    <w:tmpl w:val="73F032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91BB9"/>
    <w:multiLevelType w:val="hybridMultilevel"/>
    <w:tmpl w:val="4718D348"/>
    <w:lvl w:ilvl="0" w:tplc="3782C8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AB5303"/>
    <w:multiLevelType w:val="hybridMultilevel"/>
    <w:tmpl w:val="C6E86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71742"/>
    <w:multiLevelType w:val="hybridMultilevel"/>
    <w:tmpl w:val="34483A96"/>
    <w:lvl w:ilvl="0" w:tplc="4E72D2D8">
      <w:start w:val="1"/>
      <w:numFmt w:val="decimal"/>
      <w:lvlText w:val="%1."/>
      <w:lvlJc w:val="left"/>
      <w:pPr>
        <w:ind w:left="1943" w:hanging="109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A09"/>
    <w:rsid w:val="0001391A"/>
    <w:rsid w:val="000213E9"/>
    <w:rsid w:val="0004033E"/>
    <w:rsid w:val="00041D4A"/>
    <w:rsid w:val="00042719"/>
    <w:rsid w:val="00045981"/>
    <w:rsid w:val="00047FC9"/>
    <w:rsid w:val="00050458"/>
    <w:rsid w:val="00054796"/>
    <w:rsid w:val="000623DD"/>
    <w:rsid w:val="000876CE"/>
    <w:rsid w:val="000A4C52"/>
    <w:rsid w:val="000D29CE"/>
    <w:rsid w:val="00103EE2"/>
    <w:rsid w:val="0011109C"/>
    <w:rsid w:val="00132B07"/>
    <w:rsid w:val="00135C94"/>
    <w:rsid w:val="00143A5E"/>
    <w:rsid w:val="001641C1"/>
    <w:rsid w:val="00166B12"/>
    <w:rsid w:val="00185DB5"/>
    <w:rsid w:val="001948BE"/>
    <w:rsid w:val="00195946"/>
    <w:rsid w:val="001A2207"/>
    <w:rsid w:val="001B6E13"/>
    <w:rsid w:val="00203DD4"/>
    <w:rsid w:val="00210FBA"/>
    <w:rsid w:val="002237C7"/>
    <w:rsid w:val="0022513A"/>
    <w:rsid w:val="002433E6"/>
    <w:rsid w:val="00247837"/>
    <w:rsid w:val="00264682"/>
    <w:rsid w:val="00296D84"/>
    <w:rsid w:val="002A0E00"/>
    <w:rsid w:val="002A4B55"/>
    <w:rsid w:val="002D3621"/>
    <w:rsid w:val="002D42F0"/>
    <w:rsid w:val="002E227E"/>
    <w:rsid w:val="003079A6"/>
    <w:rsid w:val="00315373"/>
    <w:rsid w:val="0033622C"/>
    <w:rsid w:val="00342FEA"/>
    <w:rsid w:val="003430F0"/>
    <w:rsid w:val="003455C7"/>
    <w:rsid w:val="00345CA9"/>
    <w:rsid w:val="00354952"/>
    <w:rsid w:val="00370C68"/>
    <w:rsid w:val="003A0E07"/>
    <w:rsid w:val="003A4BF2"/>
    <w:rsid w:val="003A5013"/>
    <w:rsid w:val="003A76CD"/>
    <w:rsid w:val="003B6F57"/>
    <w:rsid w:val="003B7BCA"/>
    <w:rsid w:val="003D08CD"/>
    <w:rsid w:val="003D7C68"/>
    <w:rsid w:val="003E00A7"/>
    <w:rsid w:val="00407CB8"/>
    <w:rsid w:val="004379F8"/>
    <w:rsid w:val="00460901"/>
    <w:rsid w:val="004A2303"/>
    <w:rsid w:val="004A27A9"/>
    <w:rsid w:val="004C2AAB"/>
    <w:rsid w:val="004C7793"/>
    <w:rsid w:val="004F5D3B"/>
    <w:rsid w:val="005151A2"/>
    <w:rsid w:val="00526DBC"/>
    <w:rsid w:val="00550FDB"/>
    <w:rsid w:val="00552101"/>
    <w:rsid w:val="00554B9A"/>
    <w:rsid w:val="005564E3"/>
    <w:rsid w:val="00562D93"/>
    <w:rsid w:val="00567E94"/>
    <w:rsid w:val="0057423C"/>
    <w:rsid w:val="00575CDB"/>
    <w:rsid w:val="005903C4"/>
    <w:rsid w:val="005B5BE7"/>
    <w:rsid w:val="005C102B"/>
    <w:rsid w:val="005E1F2F"/>
    <w:rsid w:val="005F0559"/>
    <w:rsid w:val="0060154F"/>
    <w:rsid w:val="006030EA"/>
    <w:rsid w:val="0063610E"/>
    <w:rsid w:val="0064000E"/>
    <w:rsid w:val="00672B36"/>
    <w:rsid w:val="00681696"/>
    <w:rsid w:val="006C2DDB"/>
    <w:rsid w:val="00722E04"/>
    <w:rsid w:val="00724416"/>
    <w:rsid w:val="00727BA2"/>
    <w:rsid w:val="007443EF"/>
    <w:rsid w:val="00746AD7"/>
    <w:rsid w:val="007918A2"/>
    <w:rsid w:val="007A48D2"/>
    <w:rsid w:val="007E00A3"/>
    <w:rsid w:val="008047AE"/>
    <w:rsid w:val="00873A96"/>
    <w:rsid w:val="00875796"/>
    <w:rsid w:val="0088590A"/>
    <w:rsid w:val="008A230F"/>
    <w:rsid w:val="008B61E7"/>
    <w:rsid w:val="008D025E"/>
    <w:rsid w:val="00902B69"/>
    <w:rsid w:val="00914B19"/>
    <w:rsid w:val="0092400A"/>
    <w:rsid w:val="009252B6"/>
    <w:rsid w:val="00925D1A"/>
    <w:rsid w:val="009266FA"/>
    <w:rsid w:val="009326AF"/>
    <w:rsid w:val="00934551"/>
    <w:rsid w:val="00940051"/>
    <w:rsid w:val="00957685"/>
    <w:rsid w:val="0099167F"/>
    <w:rsid w:val="00995EED"/>
    <w:rsid w:val="00997D3B"/>
    <w:rsid w:val="009B0ABC"/>
    <w:rsid w:val="009B38A9"/>
    <w:rsid w:val="009B5888"/>
    <w:rsid w:val="009E06A0"/>
    <w:rsid w:val="00A27C80"/>
    <w:rsid w:val="00A3432A"/>
    <w:rsid w:val="00A61376"/>
    <w:rsid w:val="00A778A0"/>
    <w:rsid w:val="00AA0DB3"/>
    <w:rsid w:val="00AB7794"/>
    <w:rsid w:val="00AD287F"/>
    <w:rsid w:val="00AD4007"/>
    <w:rsid w:val="00AE44F7"/>
    <w:rsid w:val="00AE6432"/>
    <w:rsid w:val="00B0052F"/>
    <w:rsid w:val="00B3624A"/>
    <w:rsid w:val="00B4780B"/>
    <w:rsid w:val="00B7065B"/>
    <w:rsid w:val="00B7337A"/>
    <w:rsid w:val="00B80366"/>
    <w:rsid w:val="00B813B2"/>
    <w:rsid w:val="00B8259F"/>
    <w:rsid w:val="00B962BF"/>
    <w:rsid w:val="00BA0D3D"/>
    <w:rsid w:val="00BA3202"/>
    <w:rsid w:val="00BA7E45"/>
    <w:rsid w:val="00C02F6B"/>
    <w:rsid w:val="00C16F68"/>
    <w:rsid w:val="00C36747"/>
    <w:rsid w:val="00C4530E"/>
    <w:rsid w:val="00C50F80"/>
    <w:rsid w:val="00C914C4"/>
    <w:rsid w:val="00C93381"/>
    <w:rsid w:val="00CA78BC"/>
    <w:rsid w:val="00CB519B"/>
    <w:rsid w:val="00CC0470"/>
    <w:rsid w:val="00CC6FCC"/>
    <w:rsid w:val="00CD1F50"/>
    <w:rsid w:val="00CE1F96"/>
    <w:rsid w:val="00CF0AF7"/>
    <w:rsid w:val="00D30C2E"/>
    <w:rsid w:val="00D514A1"/>
    <w:rsid w:val="00D62ACA"/>
    <w:rsid w:val="00D72292"/>
    <w:rsid w:val="00D73329"/>
    <w:rsid w:val="00DA051B"/>
    <w:rsid w:val="00DA2B43"/>
    <w:rsid w:val="00DC079E"/>
    <w:rsid w:val="00DC13ED"/>
    <w:rsid w:val="00DD65E6"/>
    <w:rsid w:val="00DD6C80"/>
    <w:rsid w:val="00DE49AF"/>
    <w:rsid w:val="00E46299"/>
    <w:rsid w:val="00EA1CA6"/>
    <w:rsid w:val="00EA2BE6"/>
    <w:rsid w:val="00EC039D"/>
    <w:rsid w:val="00EC62E1"/>
    <w:rsid w:val="00EC7A09"/>
    <w:rsid w:val="00EF4C54"/>
    <w:rsid w:val="00EF7DCE"/>
    <w:rsid w:val="00F2624F"/>
    <w:rsid w:val="00F34CB4"/>
    <w:rsid w:val="00F3520E"/>
    <w:rsid w:val="00F35BC2"/>
    <w:rsid w:val="00F85730"/>
    <w:rsid w:val="00F86DCD"/>
    <w:rsid w:val="00FC4001"/>
    <w:rsid w:val="00FC693D"/>
    <w:rsid w:val="00FF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D93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526DB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26DBC"/>
    <w:rPr>
      <w:rFonts w:ascii="Cambria" w:hAnsi="Cambria" w:cs="Cambria"/>
      <w:b/>
      <w:bCs/>
      <w:color w:val="4F81B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EC7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7A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47FC9"/>
    <w:rPr>
      <w:color w:val="0000FF"/>
      <w:u w:val="single"/>
    </w:rPr>
  </w:style>
  <w:style w:type="paragraph" w:customStyle="1" w:styleId="ConsPlusNormal">
    <w:name w:val="ConsPlusNormal"/>
    <w:uiPriority w:val="99"/>
    <w:rsid w:val="0099167F"/>
    <w:pPr>
      <w:autoSpaceDE w:val="0"/>
      <w:autoSpaceDN w:val="0"/>
      <w:adjustRightInd w:val="0"/>
    </w:pPr>
    <w:rPr>
      <w:rFonts w:cs="Calibri"/>
      <w:sz w:val="24"/>
      <w:szCs w:val="24"/>
    </w:rPr>
  </w:style>
  <w:style w:type="paragraph" w:styleId="ListParagraph">
    <w:name w:val="List Paragraph"/>
    <w:basedOn w:val="Normal"/>
    <w:uiPriority w:val="99"/>
    <w:qFormat/>
    <w:rsid w:val="00D72292"/>
    <w:pPr>
      <w:ind w:left="720"/>
    </w:pPr>
  </w:style>
  <w:style w:type="character" w:customStyle="1" w:styleId="FontStyle41">
    <w:name w:val="Font Style41"/>
    <w:uiPriority w:val="99"/>
    <w:rsid w:val="0033622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4">
    <w:name w:val="Style4"/>
    <w:basedOn w:val="Normal"/>
    <w:uiPriority w:val="99"/>
    <w:rsid w:val="0033622C"/>
    <w:pPr>
      <w:widowControl w:val="0"/>
      <w:autoSpaceDE w:val="0"/>
      <w:autoSpaceDN w:val="0"/>
      <w:adjustRightInd w:val="0"/>
      <w:spacing w:after="0" w:line="360" w:lineRule="exact"/>
    </w:pPr>
    <w:rPr>
      <w:sz w:val="24"/>
      <w:szCs w:val="24"/>
    </w:rPr>
  </w:style>
  <w:style w:type="paragraph" w:customStyle="1" w:styleId="Style2">
    <w:name w:val="Style2"/>
    <w:basedOn w:val="Normal"/>
    <w:uiPriority w:val="99"/>
    <w:rsid w:val="00552101"/>
    <w:pPr>
      <w:widowControl w:val="0"/>
      <w:autoSpaceDE w:val="0"/>
      <w:autoSpaceDN w:val="0"/>
      <w:adjustRightInd w:val="0"/>
      <w:spacing w:after="0" w:line="240" w:lineRule="auto"/>
      <w:jc w:val="center"/>
    </w:pPr>
    <w:rPr>
      <w:sz w:val="24"/>
      <w:szCs w:val="24"/>
    </w:rPr>
  </w:style>
  <w:style w:type="paragraph" w:customStyle="1" w:styleId="Style8">
    <w:name w:val="Style8"/>
    <w:basedOn w:val="Normal"/>
    <w:uiPriority w:val="99"/>
    <w:rsid w:val="00552101"/>
    <w:pPr>
      <w:widowControl w:val="0"/>
      <w:autoSpaceDE w:val="0"/>
      <w:autoSpaceDN w:val="0"/>
      <w:adjustRightInd w:val="0"/>
      <w:spacing w:after="0" w:line="360" w:lineRule="exact"/>
      <w:ind w:firstLine="710"/>
      <w:jc w:val="both"/>
    </w:pPr>
    <w:rPr>
      <w:sz w:val="24"/>
      <w:szCs w:val="24"/>
    </w:rPr>
  </w:style>
  <w:style w:type="character" w:customStyle="1" w:styleId="FontStyle42">
    <w:name w:val="Font Style42"/>
    <w:uiPriority w:val="99"/>
    <w:rsid w:val="0055210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44">
    <w:name w:val="Font Style44"/>
    <w:uiPriority w:val="99"/>
    <w:rsid w:val="00552101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38">
    <w:name w:val="Style38"/>
    <w:basedOn w:val="Normal"/>
    <w:uiPriority w:val="99"/>
    <w:rsid w:val="00CC0470"/>
    <w:pPr>
      <w:widowControl w:val="0"/>
      <w:autoSpaceDE w:val="0"/>
      <w:autoSpaceDN w:val="0"/>
      <w:adjustRightInd w:val="0"/>
      <w:spacing w:after="0" w:line="365" w:lineRule="exact"/>
      <w:ind w:firstLine="720"/>
      <w:jc w:val="both"/>
    </w:pPr>
    <w:rPr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995EE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995EED"/>
    <w:pPr>
      <w:widowControl w:val="0"/>
      <w:shd w:val="clear" w:color="auto" w:fill="FFFFFF"/>
      <w:spacing w:after="1020" w:line="346" w:lineRule="exact"/>
      <w:jc w:val="center"/>
    </w:pPr>
    <w:rPr>
      <w:sz w:val="28"/>
      <w:szCs w:val="28"/>
    </w:rPr>
  </w:style>
  <w:style w:type="character" w:customStyle="1" w:styleId="21">
    <w:name w:val="Заголовок №2_"/>
    <w:link w:val="22"/>
    <w:uiPriority w:val="99"/>
    <w:locked/>
    <w:rsid w:val="00995EED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Normal"/>
    <w:link w:val="21"/>
    <w:uiPriority w:val="99"/>
    <w:rsid w:val="00995EED"/>
    <w:pPr>
      <w:widowControl w:val="0"/>
      <w:shd w:val="clear" w:color="auto" w:fill="FFFFFF"/>
      <w:spacing w:before="1020" w:after="480" w:line="240" w:lineRule="atLeast"/>
      <w:jc w:val="center"/>
      <w:outlineLvl w:val="1"/>
    </w:pPr>
    <w:rPr>
      <w:b/>
      <w:bCs/>
      <w:sz w:val="28"/>
      <w:szCs w:val="28"/>
    </w:rPr>
  </w:style>
  <w:style w:type="paragraph" w:customStyle="1" w:styleId="consplusnormal0">
    <w:name w:val="consplusnormal"/>
    <w:basedOn w:val="Normal"/>
    <w:uiPriority w:val="99"/>
    <w:rsid w:val="00EA2BE6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TableGrid">
    <w:name w:val="Table Grid"/>
    <w:basedOn w:val="TableNormal"/>
    <w:uiPriority w:val="99"/>
    <w:locked/>
    <w:rsid w:val="00EA2BE6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1574</TotalTime>
  <Pages>2</Pages>
  <Words>362</Words>
  <Characters>2068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britvina</dc:creator>
  <cp:keywords/>
  <dc:description/>
  <cp:lastModifiedBy>user</cp:lastModifiedBy>
  <cp:revision>89</cp:revision>
  <cp:lastPrinted>2022-11-17T03:55:00Z</cp:lastPrinted>
  <dcterms:created xsi:type="dcterms:W3CDTF">2013-11-20T01:52:00Z</dcterms:created>
  <dcterms:modified xsi:type="dcterms:W3CDTF">2022-11-17T03:55:00Z</dcterms:modified>
</cp:coreProperties>
</file>