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B1" w:rsidRPr="00C40B15" w:rsidRDefault="008A45B1" w:rsidP="00C40B15">
      <w:pPr>
        <w:tabs>
          <w:tab w:val="left" w:pos="1590"/>
          <w:tab w:val="center" w:pos="4677"/>
          <w:tab w:val="left" w:pos="7950"/>
        </w:tabs>
      </w:pPr>
      <w:r w:rsidRPr="00C40B15">
        <w:tab/>
      </w:r>
      <w:r w:rsidRPr="00C40B15">
        <w:tab/>
        <w:t xml:space="preserve">  </w:t>
      </w:r>
      <w:r w:rsidRPr="00C40B1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4.25pt">
            <v:imagedata r:id="rId4" o:title=""/>
          </v:shape>
        </w:pict>
      </w:r>
    </w:p>
    <w:p w:rsidR="008A45B1" w:rsidRPr="00C40B15" w:rsidRDefault="008A45B1" w:rsidP="00E27EEA">
      <w:pPr>
        <w:tabs>
          <w:tab w:val="center" w:pos="4677"/>
          <w:tab w:val="left" w:pos="7950"/>
        </w:tabs>
      </w:pPr>
      <w:r w:rsidRPr="00C40B15">
        <w:tab/>
        <w:t xml:space="preserve"> </w:t>
      </w:r>
    </w:p>
    <w:p w:rsidR="008A45B1" w:rsidRPr="00C40B15" w:rsidRDefault="008A45B1" w:rsidP="00E27EEA">
      <w:pPr>
        <w:jc w:val="center"/>
        <w:rPr>
          <w:b/>
          <w:bCs/>
        </w:rPr>
      </w:pPr>
      <w:r w:rsidRPr="00C40B15">
        <w:rPr>
          <w:b/>
          <w:bCs/>
        </w:rPr>
        <w:t xml:space="preserve">АДМИНИСТРАЦИЯ КРУТИНСКОГО МУНИЦИПАЛЬНОГО РАЙОНА </w:t>
      </w:r>
    </w:p>
    <w:p w:rsidR="008A45B1" w:rsidRPr="00C40B15" w:rsidRDefault="008A45B1" w:rsidP="00E27EEA">
      <w:pPr>
        <w:jc w:val="center"/>
        <w:rPr>
          <w:b/>
          <w:bCs/>
        </w:rPr>
      </w:pPr>
      <w:r w:rsidRPr="00C40B15">
        <w:rPr>
          <w:b/>
          <w:bCs/>
        </w:rPr>
        <w:t>ОМСКОЙ ОБЛАСТИ</w:t>
      </w:r>
    </w:p>
    <w:p w:rsidR="008A45B1" w:rsidRPr="00C40B15" w:rsidRDefault="008A45B1" w:rsidP="00E27EEA">
      <w:pPr>
        <w:jc w:val="center"/>
        <w:rPr>
          <w:b/>
          <w:bCs/>
        </w:rPr>
      </w:pPr>
    </w:p>
    <w:p w:rsidR="008A45B1" w:rsidRPr="00C40B15" w:rsidRDefault="008A45B1" w:rsidP="00E27EEA">
      <w:pPr>
        <w:jc w:val="center"/>
        <w:rPr>
          <w:b/>
          <w:bCs/>
        </w:rPr>
      </w:pPr>
      <w:r w:rsidRPr="00C40B15">
        <w:rPr>
          <w:b/>
          <w:bCs/>
        </w:rPr>
        <w:t>П О С Т А Н О В Л Е Н И Е</w:t>
      </w:r>
    </w:p>
    <w:p w:rsidR="008A45B1" w:rsidRPr="00C40B15" w:rsidRDefault="008A45B1" w:rsidP="00E27EEA">
      <w:pPr>
        <w:pStyle w:val="BodyText2"/>
        <w:jc w:val="both"/>
        <w:rPr>
          <w:sz w:val="24"/>
          <w:szCs w:val="24"/>
        </w:rPr>
      </w:pPr>
    </w:p>
    <w:p w:rsidR="008A45B1" w:rsidRPr="00C40B15" w:rsidRDefault="008A45B1" w:rsidP="00E27EEA">
      <w:pPr>
        <w:pStyle w:val="BodyText2"/>
        <w:jc w:val="both"/>
        <w:rPr>
          <w:sz w:val="24"/>
          <w:szCs w:val="24"/>
        </w:rPr>
      </w:pPr>
    </w:p>
    <w:p w:rsidR="008A45B1" w:rsidRPr="00C40B15" w:rsidRDefault="008A45B1" w:rsidP="00E27EEA">
      <w:pPr>
        <w:pStyle w:val="ConsPlusTitle"/>
        <w:widowControl/>
        <w:rPr>
          <w:b w:val="0"/>
          <w:bCs w:val="0"/>
        </w:rPr>
      </w:pPr>
      <w:r w:rsidRPr="00C40B15">
        <w:rPr>
          <w:b w:val="0"/>
          <w:bCs w:val="0"/>
        </w:rPr>
        <w:t xml:space="preserve">от  «    »                 2022 года  </w:t>
      </w:r>
      <w:r w:rsidRPr="00C40B15">
        <w:rPr>
          <w:b w:val="0"/>
          <w:bCs w:val="0"/>
        </w:rPr>
        <w:tab/>
      </w:r>
      <w:r w:rsidRPr="00C40B15">
        <w:rPr>
          <w:b w:val="0"/>
          <w:bCs w:val="0"/>
        </w:rPr>
        <w:tab/>
      </w:r>
      <w:r w:rsidRPr="00C40B15">
        <w:rPr>
          <w:b w:val="0"/>
          <w:bCs w:val="0"/>
        </w:rPr>
        <w:tab/>
      </w:r>
      <w:r w:rsidRPr="00C40B15">
        <w:rPr>
          <w:b w:val="0"/>
          <w:bCs w:val="0"/>
        </w:rPr>
        <w:tab/>
      </w:r>
      <w:r w:rsidRPr="00C40B15">
        <w:rPr>
          <w:b w:val="0"/>
          <w:bCs w:val="0"/>
        </w:rPr>
        <w:tab/>
      </w:r>
      <w:r w:rsidRPr="00C40B15">
        <w:rPr>
          <w:b w:val="0"/>
          <w:bCs w:val="0"/>
        </w:rPr>
        <w:tab/>
      </w:r>
      <w:r w:rsidRPr="00C40B15">
        <w:rPr>
          <w:b w:val="0"/>
          <w:bCs w:val="0"/>
        </w:rPr>
        <w:tab/>
        <w:t xml:space="preserve">№ </w:t>
      </w:r>
    </w:p>
    <w:p w:rsidR="008A45B1" w:rsidRPr="00C40B15" w:rsidRDefault="008A45B1" w:rsidP="007E16EA">
      <w:pPr>
        <w:tabs>
          <w:tab w:val="left" w:pos="8505"/>
        </w:tabs>
      </w:pPr>
      <w:r w:rsidRPr="00C40B15">
        <w:tab/>
      </w:r>
    </w:p>
    <w:p w:rsidR="008A45B1" w:rsidRPr="00C40B15" w:rsidRDefault="008A45B1" w:rsidP="00E27EEA">
      <w:pPr>
        <w:jc w:val="center"/>
      </w:pPr>
      <w:r w:rsidRPr="00C40B15">
        <w:t xml:space="preserve">О внесении изменений в постановление Администрации Крутинского </w:t>
      </w:r>
    </w:p>
    <w:p w:rsidR="008A45B1" w:rsidRPr="00C40B15" w:rsidRDefault="008A45B1" w:rsidP="00E27EEA">
      <w:pPr>
        <w:jc w:val="center"/>
      </w:pPr>
      <w:r w:rsidRPr="00C40B15">
        <w:t>муниципального района № 8 - п от 17.01.2019 года</w:t>
      </w:r>
    </w:p>
    <w:p w:rsidR="008A45B1" w:rsidRPr="00C40B15" w:rsidRDefault="008A45B1" w:rsidP="00E27EEA"/>
    <w:p w:rsidR="008A45B1" w:rsidRPr="00C40B15" w:rsidRDefault="008A45B1" w:rsidP="00E27EEA">
      <w:pPr>
        <w:autoSpaceDE w:val="0"/>
        <w:autoSpaceDN w:val="0"/>
        <w:adjustRightInd w:val="0"/>
        <w:ind w:firstLine="708"/>
        <w:jc w:val="both"/>
      </w:pPr>
      <w:r w:rsidRPr="00C40B15">
        <w:t xml:space="preserve">Руководствуясь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Федеральным законом Российской Федерации от 24 июня 1998 года № 89-ФЗ «Об отходах производства и потребления», постановлением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ведения их реестра»,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постановлением Главного государственного санитарного врача РФ от 28.01.2021 N 3, Уставом Крутинского муниципального района, в целях совершенствования мероприятий по обращению с твердыми коммунальными отходами на территории сельских поселений Крутинского муниципального района Омской области, </w:t>
      </w:r>
    </w:p>
    <w:p w:rsidR="008A45B1" w:rsidRPr="00C40B15" w:rsidRDefault="008A45B1" w:rsidP="00E27EEA"/>
    <w:p w:rsidR="008A45B1" w:rsidRPr="00C40B15" w:rsidRDefault="008A45B1" w:rsidP="00E27EEA">
      <w:pPr>
        <w:jc w:val="center"/>
      </w:pPr>
      <w:r w:rsidRPr="00C40B15">
        <w:t>П О С Т А Н О В Л Я Ю:</w:t>
      </w:r>
    </w:p>
    <w:p w:rsidR="008A45B1" w:rsidRPr="00C40B15" w:rsidRDefault="008A45B1" w:rsidP="00E27EEA">
      <w:pPr>
        <w:jc w:val="center"/>
      </w:pPr>
    </w:p>
    <w:p w:rsidR="008A45B1" w:rsidRPr="00C40B15" w:rsidRDefault="008A45B1" w:rsidP="00E27EEA">
      <w:pPr>
        <w:autoSpaceDE w:val="0"/>
        <w:autoSpaceDN w:val="0"/>
        <w:adjustRightInd w:val="0"/>
        <w:ind w:firstLine="708"/>
        <w:jc w:val="both"/>
      </w:pPr>
      <w:r w:rsidRPr="00C40B15">
        <w:t>1.  Внести в постановление Администрации Крутинского муниципального района № 8-п от 17.01.2019 года «Об утверждении Порядка определения мест (площадок) накопления твердых коммунальных отходов на территории сельских поселений Крутинского муниципального района, Регламента создания и ведения реестра таких мест (площадок)» следующие изменения:</w:t>
      </w:r>
    </w:p>
    <w:p w:rsidR="008A45B1" w:rsidRPr="00C40B15" w:rsidRDefault="008A45B1" w:rsidP="00E27EEA">
      <w:pPr>
        <w:autoSpaceDE w:val="0"/>
        <w:autoSpaceDN w:val="0"/>
        <w:adjustRightInd w:val="0"/>
        <w:ind w:firstLine="708"/>
        <w:jc w:val="both"/>
      </w:pPr>
      <w:r w:rsidRPr="00C40B15">
        <w:t>- Приложение № 5 «Реестр мест (площадок) накопления твердых коммунальных отходов, расположенных на территориях сельских поселений Крутинского муниципального района» изложить в новой редакции согласно приложению к настоящему постановлению.</w:t>
      </w:r>
    </w:p>
    <w:p w:rsidR="008A45B1" w:rsidRPr="00C40B15" w:rsidRDefault="008A45B1" w:rsidP="00E27EEA">
      <w:pPr>
        <w:autoSpaceDE w:val="0"/>
        <w:autoSpaceDN w:val="0"/>
        <w:adjustRightInd w:val="0"/>
        <w:ind w:firstLine="709"/>
        <w:jc w:val="both"/>
      </w:pPr>
      <w:r w:rsidRPr="00C40B15">
        <w:t>2. Разместить настоящее постановление на официальном сайте Администрации Крутинского муниципального района Омской области.</w:t>
      </w:r>
    </w:p>
    <w:p w:rsidR="008A45B1" w:rsidRPr="00C40B15" w:rsidRDefault="008A45B1" w:rsidP="00E27EEA">
      <w:pPr>
        <w:autoSpaceDE w:val="0"/>
        <w:autoSpaceDN w:val="0"/>
        <w:adjustRightInd w:val="0"/>
        <w:ind w:firstLine="709"/>
        <w:jc w:val="both"/>
      </w:pPr>
      <w:r w:rsidRPr="00C40B15">
        <w:t>3. Контроль исполнения настоящего постановления возложить на заместителя Главы Крутинского муниципального района Омской области (Головин В.Г.).</w:t>
      </w:r>
    </w:p>
    <w:p w:rsidR="008A45B1" w:rsidRPr="00C40B15" w:rsidRDefault="008A45B1" w:rsidP="00E27EEA">
      <w:pPr>
        <w:widowControl w:val="0"/>
        <w:autoSpaceDE w:val="0"/>
        <w:autoSpaceDN w:val="0"/>
        <w:adjustRightInd w:val="0"/>
        <w:jc w:val="both"/>
      </w:pPr>
    </w:p>
    <w:p w:rsidR="008A45B1" w:rsidRPr="00C40B15" w:rsidRDefault="008A45B1" w:rsidP="00E27EEA">
      <w:r w:rsidRPr="00C40B15">
        <w:t xml:space="preserve">Глава Крутинского </w:t>
      </w:r>
    </w:p>
    <w:p w:rsidR="008A45B1" w:rsidRPr="00C40B15" w:rsidRDefault="008A45B1" w:rsidP="00E27EEA">
      <w:r w:rsidRPr="00C40B15">
        <w:t>муниципального района</w:t>
      </w:r>
      <w:r w:rsidRPr="00C40B15">
        <w:tab/>
      </w:r>
      <w:r w:rsidRPr="00C40B15">
        <w:tab/>
      </w:r>
      <w:r w:rsidRPr="00C40B15">
        <w:tab/>
      </w:r>
      <w:r w:rsidRPr="00C40B15">
        <w:tab/>
      </w:r>
      <w:r w:rsidRPr="00C40B15">
        <w:tab/>
      </w:r>
      <w:r w:rsidRPr="00C40B15">
        <w:tab/>
      </w:r>
      <w:r w:rsidRPr="00C40B15">
        <w:tab/>
      </w:r>
      <w:r w:rsidRPr="00C40B15">
        <w:tab/>
        <w:t>В.Н. Киселёв</w:t>
      </w:r>
    </w:p>
    <w:sectPr w:rsidR="008A45B1" w:rsidRPr="00C40B15" w:rsidSect="00734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2A7"/>
    <w:rsid w:val="0001443C"/>
    <w:rsid w:val="00047850"/>
    <w:rsid w:val="00063E98"/>
    <w:rsid w:val="000D5682"/>
    <w:rsid w:val="000E5775"/>
    <w:rsid w:val="001166AE"/>
    <w:rsid w:val="00154F37"/>
    <w:rsid w:val="001900EB"/>
    <w:rsid w:val="00194410"/>
    <w:rsid w:val="001A7CF5"/>
    <w:rsid w:val="001B7DD0"/>
    <w:rsid w:val="00213A5D"/>
    <w:rsid w:val="00256A4D"/>
    <w:rsid w:val="00261CB1"/>
    <w:rsid w:val="00284C47"/>
    <w:rsid w:val="002A1F46"/>
    <w:rsid w:val="002B131A"/>
    <w:rsid w:val="00314D94"/>
    <w:rsid w:val="00324E84"/>
    <w:rsid w:val="00326D98"/>
    <w:rsid w:val="003442A7"/>
    <w:rsid w:val="00367A96"/>
    <w:rsid w:val="00391AB4"/>
    <w:rsid w:val="003B56AC"/>
    <w:rsid w:val="00401C2F"/>
    <w:rsid w:val="00413C87"/>
    <w:rsid w:val="00415C8F"/>
    <w:rsid w:val="00442A28"/>
    <w:rsid w:val="00493345"/>
    <w:rsid w:val="004B468C"/>
    <w:rsid w:val="00511D75"/>
    <w:rsid w:val="005B30A7"/>
    <w:rsid w:val="005C6841"/>
    <w:rsid w:val="006454AF"/>
    <w:rsid w:val="0065030D"/>
    <w:rsid w:val="006D7672"/>
    <w:rsid w:val="007348AC"/>
    <w:rsid w:val="00734F50"/>
    <w:rsid w:val="00772F4E"/>
    <w:rsid w:val="00775973"/>
    <w:rsid w:val="0077694D"/>
    <w:rsid w:val="007A6218"/>
    <w:rsid w:val="007E16EA"/>
    <w:rsid w:val="007E689B"/>
    <w:rsid w:val="00815017"/>
    <w:rsid w:val="008359B0"/>
    <w:rsid w:val="00841479"/>
    <w:rsid w:val="00862673"/>
    <w:rsid w:val="008802EA"/>
    <w:rsid w:val="008A45B1"/>
    <w:rsid w:val="00920230"/>
    <w:rsid w:val="00966A7C"/>
    <w:rsid w:val="009A7531"/>
    <w:rsid w:val="009D387A"/>
    <w:rsid w:val="009F7B69"/>
    <w:rsid w:val="00A02B3F"/>
    <w:rsid w:val="00A0303E"/>
    <w:rsid w:val="00A13264"/>
    <w:rsid w:val="00A557F5"/>
    <w:rsid w:val="00A64EB3"/>
    <w:rsid w:val="00A93ACA"/>
    <w:rsid w:val="00AD1BD7"/>
    <w:rsid w:val="00AE06C9"/>
    <w:rsid w:val="00AE5A09"/>
    <w:rsid w:val="00B04D31"/>
    <w:rsid w:val="00B524E8"/>
    <w:rsid w:val="00BA201E"/>
    <w:rsid w:val="00BA5DD9"/>
    <w:rsid w:val="00BB3161"/>
    <w:rsid w:val="00BC61AA"/>
    <w:rsid w:val="00C40B15"/>
    <w:rsid w:val="00C477A8"/>
    <w:rsid w:val="00C95C81"/>
    <w:rsid w:val="00CB02A0"/>
    <w:rsid w:val="00CC552F"/>
    <w:rsid w:val="00CD1F37"/>
    <w:rsid w:val="00D10CB0"/>
    <w:rsid w:val="00D26F19"/>
    <w:rsid w:val="00D8339F"/>
    <w:rsid w:val="00DE15EF"/>
    <w:rsid w:val="00DE16F6"/>
    <w:rsid w:val="00DF5618"/>
    <w:rsid w:val="00DF6A77"/>
    <w:rsid w:val="00E27EEA"/>
    <w:rsid w:val="00E53B08"/>
    <w:rsid w:val="00E5602C"/>
    <w:rsid w:val="00EA5F8C"/>
    <w:rsid w:val="00EE4A63"/>
    <w:rsid w:val="00F0448D"/>
    <w:rsid w:val="00F14889"/>
    <w:rsid w:val="00F61F1A"/>
    <w:rsid w:val="00F629C9"/>
    <w:rsid w:val="00F655C4"/>
    <w:rsid w:val="00F845C5"/>
    <w:rsid w:val="00FD7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2A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bullet2gif">
    <w:name w:val="msonormalbullet2.gif"/>
    <w:basedOn w:val="Normal"/>
    <w:uiPriority w:val="99"/>
    <w:rsid w:val="003442A7"/>
    <w:pPr>
      <w:spacing w:before="100" w:beforeAutospacing="1" w:after="100" w:afterAutospacing="1"/>
    </w:pPr>
  </w:style>
  <w:style w:type="paragraph" w:customStyle="1" w:styleId="2bullet1gif">
    <w:name w:val="2bullet1.gif"/>
    <w:basedOn w:val="Normal"/>
    <w:uiPriority w:val="99"/>
    <w:rsid w:val="003442A7"/>
    <w:pPr>
      <w:spacing w:before="100" w:beforeAutospacing="1" w:after="100" w:afterAutospacing="1"/>
    </w:pPr>
  </w:style>
  <w:style w:type="paragraph" w:customStyle="1" w:styleId="2bullet2gif">
    <w:name w:val="2bullet2.gif"/>
    <w:basedOn w:val="Normal"/>
    <w:uiPriority w:val="99"/>
    <w:rsid w:val="003442A7"/>
    <w:pPr>
      <w:spacing w:before="100" w:beforeAutospacing="1" w:after="100" w:afterAutospacing="1"/>
    </w:pPr>
  </w:style>
  <w:style w:type="paragraph" w:customStyle="1" w:styleId="2bullet3gif">
    <w:name w:val="2bullet3.gif"/>
    <w:basedOn w:val="Normal"/>
    <w:uiPriority w:val="99"/>
    <w:rsid w:val="003442A7"/>
    <w:pPr>
      <w:spacing w:before="100" w:beforeAutospacing="1" w:after="100" w:afterAutospacing="1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E27EEA"/>
    <w:rPr>
      <w:sz w:val="144"/>
      <w:szCs w:val="144"/>
      <w:lang w:val="ru-RU" w:eastAsia="ru-RU"/>
    </w:rPr>
  </w:style>
  <w:style w:type="paragraph" w:styleId="BodyText2">
    <w:name w:val="Body Text 2"/>
    <w:basedOn w:val="Normal"/>
    <w:link w:val="BodyText2Char1"/>
    <w:uiPriority w:val="99"/>
    <w:semiHidden/>
    <w:rsid w:val="00E27EEA"/>
    <w:pPr>
      <w:autoSpaceDE w:val="0"/>
      <w:autoSpaceDN w:val="0"/>
      <w:jc w:val="center"/>
    </w:pPr>
    <w:rPr>
      <w:rFonts w:eastAsia="Calibri"/>
      <w:sz w:val="144"/>
      <w:szCs w:val="14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61CB1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E27EE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74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351</Words>
  <Characters>2001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TUHVATULINPC</cp:lastModifiedBy>
  <cp:revision>7</cp:revision>
  <cp:lastPrinted>2022-11-25T08:57:00Z</cp:lastPrinted>
  <dcterms:created xsi:type="dcterms:W3CDTF">2022-07-06T04:51:00Z</dcterms:created>
  <dcterms:modified xsi:type="dcterms:W3CDTF">2022-11-25T08:57:00Z</dcterms:modified>
</cp:coreProperties>
</file>