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7A" w:rsidRPr="001C45DB" w:rsidRDefault="00D4707A" w:rsidP="001C45DB">
      <w:pPr>
        <w:jc w:val="center"/>
        <w:rPr>
          <w:b/>
          <w:bCs/>
          <w:sz w:val="28"/>
          <w:szCs w:val="28"/>
        </w:rPr>
      </w:pPr>
      <w:r w:rsidRPr="002C132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рутинский район_герб_рис 1" style="width:45.75pt;height:54pt;visibility:visible">
            <v:imagedata r:id="rId5" o:title=""/>
          </v:shape>
        </w:pict>
      </w:r>
    </w:p>
    <w:p w:rsidR="00D4707A" w:rsidRPr="001C45DB" w:rsidRDefault="00D4707A" w:rsidP="001C45DB">
      <w:pPr>
        <w:ind w:left="-142" w:right="-144"/>
        <w:jc w:val="center"/>
        <w:rPr>
          <w:b/>
          <w:bCs/>
          <w:noProof/>
          <w:sz w:val="28"/>
          <w:szCs w:val="28"/>
          <w:lang w:eastAsia="en-US"/>
        </w:rPr>
      </w:pPr>
    </w:p>
    <w:p w:rsidR="00D4707A" w:rsidRPr="00A07FAE" w:rsidRDefault="00D4707A" w:rsidP="001C45DB">
      <w:pPr>
        <w:ind w:right="-144"/>
        <w:jc w:val="center"/>
        <w:rPr>
          <w:b/>
          <w:bCs/>
          <w:noProof/>
          <w:sz w:val="28"/>
          <w:szCs w:val="28"/>
          <w:lang w:eastAsia="en-US"/>
        </w:rPr>
      </w:pPr>
      <w:r w:rsidRPr="00A07FAE">
        <w:rPr>
          <w:b/>
          <w:bCs/>
          <w:noProof/>
          <w:sz w:val="28"/>
          <w:szCs w:val="28"/>
          <w:lang w:eastAsia="en-US"/>
        </w:rPr>
        <w:t>АДМИНИСТРАЦИЯ  КРУТИНСКОГО МУНИЦИПАЛЬНОГО РАЙОНА ОМСКОЙ ОБЛАСТИ</w:t>
      </w:r>
    </w:p>
    <w:p w:rsidR="00D4707A" w:rsidRPr="00A07FAE" w:rsidRDefault="00D4707A" w:rsidP="001C45DB">
      <w:pPr>
        <w:jc w:val="center"/>
        <w:rPr>
          <w:b/>
          <w:bCs/>
          <w:noProof/>
          <w:sz w:val="28"/>
          <w:szCs w:val="28"/>
          <w:lang w:eastAsia="en-US"/>
        </w:rPr>
      </w:pPr>
    </w:p>
    <w:p w:rsidR="00D4707A" w:rsidRPr="00A07FAE" w:rsidRDefault="00D4707A" w:rsidP="001C45DB">
      <w:pPr>
        <w:jc w:val="center"/>
        <w:rPr>
          <w:b/>
          <w:bCs/>
          <w:noProof/>
          <w:sz w:val="28"/>
          <w:szCs w:val="28"/>
          <w:lang w:eastAsia="en-US"/>
        </w:rPr>
      </w:pPr>
      <w:r w:rsidRPr="00A07FAE">
        <w:rPr>
          <w:b/>
          <w:bCs/>
          <w:noProof/>
          <w:sz w:val="28"/>
          <w:szCs w:val="28"/>
          <w:lang w:eastAsia="en-US"/>
        </w:rPr>
        <w:t>П О С Т А Н О В Л Е Н И Е</w:t>
      </w:r>
    </w:p>
    <w:p w:rsidR="00D4707A" w:rsidRPr="00A07FAE" w:rsidRDefault="00D4707A" w:rsidP="001C45DB">
      <w:pPr>
        <w:jc w:val="center"/>
        <w:rPr>
          <w:sz w:val="28"/>
          <w:szCs w:val="28"/>
        </w:rPr>
      </w:pPr>
    </w:p>
    <w:p w:rsidR="00D4707A" w:rsidRPr="00A07FAE" w:rsidRDefault="00D4707A" w:rsidP="001C45DB">
      <w:pPr>
        <w:rPr>
          <w:b/>
          <w:bCs/>
          <w:sz w:val="28"/>
          <w:szCs w:val="28"/>
        </w:rPr>
      </w:pPr>
    </w:p>
    <w:p w:rsidR="00D4707A" w:rsidRPr="00A07FAE" w:rsidRDefault="00D4707A" w:rsidP="001C45DB">
      <w:pPr>
        <w:rPr>
          <w:sz w:val="28"/>
          <w:szCs w:val="28"/>
        </w:rPr>
      </w:pPr>
      <w:r w:rsidRPr="00A07FAE">
        <w:rPr>
          <w:sz w:val="28"/>
          <w:szCs w:val="28"/>
        </w:rPr>
        <w:t>от  «</w:t>
      </w:r>
      <w:r>
        <w:rPr>
          <w:sz w:val="28"/>
          <w:szCs w:val="28"/>
        </w:rPr>
        <w:t>____</w:t>
      </w:r>
      <w:r w:rsidRPr="00A07FAE">
        <w:rPr>
          <w:sz w:val="28"/>
          <w:szCs w:val="28"/>
        </w:rPr>
        <w:t>»</w:t>
      </w:r>
      <w:r>
        <w:rPr>
          <w:sz w:val="28"/>
          <w:szCs w:val="28"/>
        </w:rPr>
        <w:t xml:space="preserve"> _________ </w:t>
      </w:r>
      <w:r w:rsidRPr="00A07FAE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A07FAE">
        <w:rPr>
          <w:sz w:val="28"/>
          <w:szCs w:val="28"/>
        </w:rPr>
        <w:t xml:space="preserve"> года                                                               № </w:t>
      </w:r>
      <w:r>
        <w:rPr>
          <w:sz w:val="28"/>
          <w:szCs w:val="28"/>
        </w:rPr>
        <w:t>______</w:t>
      </w:r>
      <w:r w:rsidRPr="00A07FAE">
        <w:rPr>
          <w:sz w:val="28"/>
          <w:szCs w:val="28"/>
        </w:rPr>
        <w:t xml:space="preserve">-п                                         </w:t>
      </w:r>
    </w:p>
    <w:p w:rsidR="00D4707A" w:rsidRPr="00A07FAE" w:rsidRDefault="00D4707A" w:rsidP="001C45DB">
      <w:pPr>
        <w:rPr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9656"/>
      </w:tblGrid>
      <w:tr w:rsidR="00D4707A" w:rsidRPr="00A07FAE">
        <w:trPr>
          <w:trHeight w:val="533"/>
          <w:jc w:val="center"/>
        </w:trPr>
        <w:tc>
          <w:tcPr>
            <w:tcW w:w="9656" w:type="dxa"/>
          </w:tcPr>
          <w:p w:rsidR="00D4707A" w:rsidRPr="00E608DB" w:rsidRDefault="00D4707A" w:rsidP="00E608DB">
            <w:pPr>
              <w:jc w:val="center"/>
              <w:rPr>
                <w:sz w:val="28"/>
                <w:szCs w:val="28"/>
              </w:rPr>
            </w:pPr>
            <w:r w:rsidRPr="00E608DB">
              <w:rPr>
                <w:sz w:val="28"/>
                <w:szCs w:val="28"/>
              </w:rPr>
              <w:t>О  создании единой дежурно-диспетчерской службы Крутинского муниципального района Омской области</w:t>
            </w:r>
          </w:p>
        </w:tc>
      </w:tr>
    </w:tbl>
    <w:p w:rsidR="00D4707A" w:rsidRPr="00A07FAE" w:rsidRDefault="00D4707A" w:rsidP="001C45D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4707A" w:rsidRPr="00A07FAE" w:rsidRDefault="00D4707A" w:rsidP="004E5D4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07FAE">
        <w:rPr>
          <w:sz w:val="28"/>
          <w:szCs w:val="28"/>
        </w:rPr>
        <w:t>В соответствии с Федеральным законом</w:t>
      </w:r>
      <w:r w:rsidRPr="005E6881"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от 21.12.1994 года № 68 - ФЗ «О защите населения и территорий от чрезвычайных ситуаций природного и техногенного характера», постановлениями Правительства Российской Федерации: «О единой государственной системе предупреждения и ликвидации чрезвычайных ситуаций» от 30.12.2003 года № 794, «О порядке сбора и обмена информацией в области защиты населения и территорий от чрезвычайных ситуаций природного и техногенного характера» от 24.03.1997 года № 334, «О внесении изменений в Положение о единой государственной системе предупреждения и ликвидации чрезвычайных ситуаций» от 18.07.2018 года № 840,</w:t>
      </w:r>
      <w:r>
        <w:rPr>
          <w:sz w:val="28"/>
          <w:szCs w:val="28"/>
        </w:rPr>
        <w:t xml:space="preserve"> «Примерным положением о единой дежурно – диспетчерской службе муниципального образования», утвержденным протоколом заседания Правительственной комиссии по предупреждению и ликвидации чрезвычайных ситуаций и обеспечению пожарной безопасности от 29.11.2022 года № 9, </w:t>
      </w:r>
      <w:r w:rsidRPr="00A07FAE">
        <w:rPr>
          <w:sz w:val="28"/>
          <w:szCs w:val="28"/>
        </w:rPr>
        <w:t xml:space="preserve"> Законом Омской области «О защите населения и территорий Омской области от чрезвычайных ситуаций природного и техногенного характера» от 20.12.2004 года № 586-ОЗ</w:t>
      </w:r>
      <w:r>
        <w:rPr>
          <w:sz w:val="28"/>
          <w:szCs w:val="28"/>
        </w:rPr>
        <w:t>, руководствуясь</w:t>
      </w:r>
      <w:r w:rsidRPr="00A07FAE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Уставом</w:t>
      </w:r>
      <w:r w:rsidRPr="00A07FAE">
        <w:rPr>
          <w:sz w:val="28"/>
          <w:szCs w:val="28"/>
        </w:rPr>
        <w:t xml:space="preserve"> Крутинского муниципального района,</w:t>
      </w:r>
    </w:p>
    <w:p w:rsidR="00D4707A" w:rsidRPr="00A07FAE" w:rsidRDefault="00D4707A" w:rsidP="001C45DB">
      <w:pPr>
        <w:autoSpaceDE w:val="0"/>
        <w:autoSpaceDN w:val="0"/>
        <w:adjustRightInd w:val="0"/>
        <w:ind w:firstLine="900"/>
        <w:jc w:val="center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07FAE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Ю:</w:t>
      </w:r>
    </w:p>
    <w:p w:rsidR="00D4707A" w:rsidRPr="00A07FAE" w:rsidRDefault="00D4707A" w:rsidP="001C45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707A" w:rsidRPr="00A07FAE" w:rsidRDefault="00D4707A" w:rsidP="004E5D4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07FAE">
        <w:rPr>
          <w:sz w:val="28"/>
          <w:szCs w:val="28"/>
        </w:rPr>
        <w:t>1. Создать единую дежурно-диспетчерскую службу (далее ЕДДС) Крутинского муниципального района.</w:t>
      </w:r>
    </w:p>
    <w:p w:rsidR="00D4707A" w:rsidRPr="00A07FAE" w:rsidRDefault="00D4707A" w:rsidP="004E5D4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07FAE">
        <w:rPr>
          <w:sz w:val="28"/>
          <w:szCs w:val="28"/>
        </w:rPr>
        <w:t>2. Утвердить Положение «О единой дежурно-диспетчерской службе Крутинского муниципального района» (приложение № 1).</w:t>
      </w:r>
    </w:p>
    <w:p w:rsidR="00D4707A" w:rsidRPr="00A07FAE" w:rsidRDefault="00D4707A" w:rsidP="004E5D4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07FAE">
        <w:rPr>
          <w:sz w:val="28"/>
          <w:szCs w:val="28"/>
        </w:rPr>
        <w:t>3. Общее руководство работой ЕДДС возложить на заместителя Главы Крутинского муниципального района (Головин В.Г.), непосредственное руководство - на начальника ЕДДС Крутинского муниципального района (Арицев М.А.).</w:t>
      </w:r>
    </w:p>
    <w:p w:rsidR="00D4707A" w:rsidRPr="00A07FAE" w:rsidRDefault="00D4707A" w:rsidP="004E5D4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07FAE">
        <w:rPr>
          <w:sz w:val="28"/>
          <w:szCs w:val="28"/>
        </w:rPr>
        <w:t xml:space="preserve">4. Постановления </w:t>
      </w:r>
      <w:r>
        <w:rPr>
          <w:sz w:val="28"/>
          <w:szCs w:val="28"/>
        </w:rPr>
        <w:t>Администрации</w:t>
      </w:r>
      <w:r w:rsidRPr="00A07FAE">
        <w:rPr>
          <w:sz w:val="28"/>
          <w:szCs w:val="28"/>
        </w:rPr>
        <w:t xml:space="preserve"> Крутинского муниципального района от </w:t>
      </w:r>
      <w:r>
        <w:rPr>
          <w:sz w:val="28"/>
          <w:szCs w:val="28"/>
        </w:rPr>
        <w:t xml:space="preserve">30.06.2022 г. № 342-п </w:t>
      </w:r>
      <w:r w:rsidRPr="00A07FAE">
        <w:rPr>
          <w:sz w:val="28"/>
          <w:szCs w:val="28"/>
        </w:rPr>
        <w:t>«</w:t>
      </w:r>
      <w:r w:rsidRPr="00E608DB">
        <w:rPr>
          <w:sz w:val="28"/>
          <w:szCs w:val="28"/>
        </w:rPr>
        <w:t>О  создании единой дежурно-диспетчерской службы Крутинского муниципального района Омской области</w:t>
      </w:r>
      <w:r>
        <w:rPr>
          <w:sz w:val="28"/>
          <w:szCs w:val="28"/>
        </w:rPr>
        <w:t>»</w:t>
      </w:r>
      <w:r w:rsidRPr="00A07FAE">
        <w:rPr>
          <w:sz w:val="28"/>
          <w:szCs w:val="28"/>
        </w:rPr>
        <w:t xml:space="preserve"> считать утратившим силу.</w:t>
      </w:r>
    </w:p>
    <w:p w:rsidR="00D4707A" w:rsidRPr="00A07FAE" w:rsidRDefault="00D4707A" w:rsidP="004E5D4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A07FAE">
        <w:rPr>
          <w:sz w:val="28"/>
          <w:szCs w:val="28"/>
        </w:rPr>
        <w:t xml:space="preserve">5. Контроль 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>исполнения</w:t>
      </w:r>
      <w:r>
        <w:rPr>
          <w:sz w:val="28"/>
          <w:szCs w:val="28"/>
        </w:rPr>
        <w:t xml:space="preserve"> </w:t>
      </w:r>
      <w:r w:rsidRPr="00A07FAE">
        <w:rPr>
          <w:sz w:val="28"/>
          <w:szCs w:val="28"/>
        </w:rPr>
        <w:t xml:space="preserve"> постан</w:t>
      </w:r>
      <w:r>
        <w:rPr>
          <w:sz w:val="28"/>
          <w:szCs w:val="28"/>
        </w:rPr>
        <w:t>овления  возложить на  заместителя</w:t>
      </w:r>
      <w:r w:rsidRPr="00A07FAE">
        <w:rPr>
          <w:sz w:val="28"/>
          <w:szCs w:val="28"/>
        </w:rPr>
        <w:t xml:space="preserve"> Гл</w:t>
      </w:r>
      <w:r>
        <w:rPr>
          <w:sz w:val="28"/>
          <w:szCs w:val="28"/>
        </w:rPr>
        <w:t>а</w:t>
      </w:r>
      <w:r w:rsidRPr="00A07FAE">
        <w:rPr>
          <w:sz w:val="28"/>
          <w:szCs w:val="28"/>
        </w:rPr>
        <w:t>вы Крутинского муниципального района, заместителя председателя комиссии по предупреждению и ликвидации чрезвычайных ситуаций и пожарной безопас</w:t>
      </w:r>
      <w:r>
        <w:rPr>
          <w:sz w:val="28"/>
          <w:szCs w:val="28"/>
        </w:rPr>
        <w:t>нос</w:t>
      </w:r>
      <w:r w:rsidRPr="00A07FAE">
        <w:rPr>
          <w:sz w:val="28"/>
          <w:szCs w:val="28"/>
        </w:rPr>
        <w:t>ти  Крутинского муниципального района (Головин В.Г.).</w:t>
      </w:r>
    </w:p>
    <w:p w:rsidR="00D4707A" w:rsidRPr="00A07FAE" w:rsidRDefault="00D4707A" w:rsidP="001C45DB">
      <w:pPr>
        <w:autoSpaceDE w:val="0"/>
        <w:autoSpaceDN w:val="0"/>
        <w:adjustRightInd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Pr="00A07FAE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A07FAE">
        <w:rPr>
          <w:sz w:val="28"/>
          <w:szCs w:val="28"/>
        </w:rPr>
        <w:t xml:space="preserve"> Крутинского</w:t>
      </w:r>
    </w:p>
    <w:p w:rsidR="00D4707A" w:rsidRPr="00A07FAE" w:rsidRDefault="00D4707A" w:rsidP="001C45DB">
      <w:pPr>
        <w:autoSpaceDE w:val="0"/>
        <w:autoSpaceDN w:val="0"/>
        <w:adjustRightInd w:val="0"/>
        <w:rPr>
          <w:sz w:val="28"/>
          <w:szCs w:val="28"/>
        </w:rPr>
      </w:pPr>
      <w:r w:rsidRPr="00A07FAE">
        <w:rPr>
          <w:sz w:val="28"/>
          <w:szCs w:val="28"/>
        </w:rPr>
        <w:t xml:space="preserve">муниципального района                                                                       </w:t>
      </w:r>
      <w:r>
        <w:rPr>
          <w:sz w:val="28"/>
          <w:szCs w:val="28"/>
        </w:rPr>
        <w:t>Е.В. Сарыгин</w:t>
      </w:r>
    </w:p>
    <w:p w:rsidR="00D4707A" w:rsidRPr="00A07FAE" w:rsidRDefault="00D4707A" w:rsidP="001C45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A07FAE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Default="00D4707A" w:rsidP="001C45D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D4707A" w:rsidRPr="001C45DB" w:rsidRDefault="00D4707A" w:rsidP="00AF4D78">
      <w:pPr>
        <w:keepNext/>
        <w:jc w:val="both"/>
        <w:rPr>
          <w:sz w:val="28"/>
          <w:szCs w:val="28"/>
        </w:rPr>
      </w:pPr>
    </w:p>
    <w:sectPr w:rsidR="00D4707A" w:rsidRPr="001C45DB" w:rsidSect="00B76FB5">
      <w:pgSz w:w="11905" w:h="16840" w:code="9"/>
      <w:pgMar w:top="1134" w:right="851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7372"/>
    <w:multiLevelType w:val="hybridMultilevel"/>
    <w:tmpl w:val="78BE6EFA"/>
    <w:lvl w:ilvl="0" w:tplc="6D3AA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1143F"/>
    <w:multiLevelType w:val="multilevel"/>
    <w:tmpl w:val="19FE95FA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2">
    <w:nsid w:val="62617A70"/>
    <w:multiLevelType w:val="hybridMultilevel"/>
    <w:tmpl w:val="CF929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3E50"/>
    <w:rsid w:val="00023A88"/>
    <w:rsid w:val="0005364F"/>
    <w:rsid w:val="000739A3"/>
    <w:rsid w:val="00082AEE"/>
    <w:rsid w:val="00091E67"/>
    <w:rsid w:val="001243E2"/>
    <w:rsid w:val="001265B7"/>
    <w:rsid w:val="00142E1A"/>
    <w:rsid w:val="00163B73"/>
    <w:rsid w:val="00176553"/>
    <w:rsid w:val="0019107E"/>
    <w:rsid w:val="00196839"/>
    <w:rsid w:val="00196AE2"/>
    <w:rsid w:val="001C45DB"/>
    <w:rsid w:val="001D074A"/>
    <w:rsid w:val="001F6543"/>
    <w:rsid w:val="00221F72"/>
    <w:rsid w:val="002317B7"/>
    <w:rsid w:val="0027088C"/>
    <w:rsid w:val="00272040"/>
    <w:rsid w:val="00294725"/>
    <w:rsid w:val="002A1DE0"/>
    <w:rsid w:val="002B13A5"/>
    <w:rsid w:val="002C132B"/>
    <w:rsid w:val="002D54C1"/>
    <w:rsid w:val="002E567E"/>
    <w:rsid w:val="002F0052"/>
    <w:rsid w:val="002F3E50"/>
    <w:rsid w:val="002F7076"/>
    <w:rsid w:val="00304C39"/>
    <w:rsid w:val="00321677"/>
    <w:rsid w:val="00323D93"/>
    <w:rsid w:val="00334D37"/>
    <w:rsid w:val="00374190"/>
    <w:rsid w:val="00376B54"/>
    <w:rsid w:val="003C4E9C"/>
    <w:rsid w:val="003D510A"/>
    <w:rsid w:val="003F6AC3"/>
    <w:rsid w:val="004003DF"/>
    <w:rsid w:val="00412C54"/>
    <w:rsid w:val="0043091F"/>
    <w:rsid w:val="00433937"/>
    <w:rsid w:val="00446F20"/>
    <w:rsid w:val="00453F94"/>
    <w:rsid w:val="0046280C"/>
    <w:rsid w:val="00465382"/>
    <w:rsid w:val="00467ACD"/>
    <w:rsid w:val="004964FA"/>
    <w:rsid w:val="004B425B"/>
    <w:rsid w:val="004C4B29"/>
    <w:rsid w:val="004E5D4E"/>
    <w:rsid w:val="00505CCA"/>
    <w:rsid w:val="00524A63"/>
    <w:rsid w:val="005346B4"/>
    <w:rsid w:val="005374D2"/>
    <w:rsid w:val="00560FC9"/>
    <w:rsid w:val="00576341"/>
    <w:rsid w:val="00596851"/>
    <w:rsid w:val="005A218D"/>
    <w:rsid w:val="005A428F"/>
    <w:rsid w:val="005A7572"/>
    <w:rsid w:val="005B5540"/>
    <w:rsid w:val="005E6881"/>
    <w:rsid w:val="00624166"/>
    <w:rsid w:val="006528E0"/>
    <w:rsid w:val="00655FEB"/>
    <w:rsid w:val="006628C7"/>
    <w:rsid w:val="006652D2"/>
    <w:rsid w:val="00682D54"/>
    <w:rsid w:val="0069004B"/>
    <w:rsid w:val="006A6385"/>
    <w:rsid w:val="006D3DB4"/>
    <w:rsid w:val="006D5CAB"/>
    <w:rsid w:val="006E46F9"/>
    <w:rsid w:val="006F41B1"/>
    <w:rsid w:val="006F5824"/>
    <w:rsid w:val="00703533"/>
    <w:rsid w:val="00783E7F"/>
    <w:rsid w:val="00787E28"/>
    <w:rsid w:val="007F5EA3"/>
    <w:rsid w:val="007F5F0C"/>
    <w:rsid w:val="0080687F"/>
    <w:rsid w:val="00882E24"/>
    <w:rsid w:val="0089270F"/>
    <w:rsid w:val="008F683C"/>
    <w:rsid w:val="00922397"/>
    <w:rsid w:val="00940DB8"/>
    <w:rsid w:val="0096168F"/>
    <w:rsid w:val="00965641"/>
    <w:rsid w:val="00971ABA"/>
    <w:rsid w:val="0098263A"/>
    <w:rsid w:val="00994A94"/>
    <w:rsid w:val="009A3406"/>
    <w:rsid w:val="009B0B9D"/>
    <w:rsid w:val="009B5660"/>
    <w:rsid w:val="009C2F2E"/>
    <w:rsid w:val="009C62F2"/>
    <w:rsid w:val="009F7BA7"/>
    <w:rsid w:val="00A07FAE"/>
    <w:rsid w:val="00A353A9"/>
    <w:rsid w:val="00A35555"/>
    <w:rsid w:val="00A42C05"/>
    <w:rsid w:val="00A608F7"/>
    <w:rsid w:val="00A83C32"/>
    <w:rsid w:val="00AD5001"/>
    <w:rsid w:val="00AE263B"/>
    <w:rsid w:val="00AE7E54"/>
    <w:rsid w:val="00AF4D78"/>
    <w:rsid w:val="00B13BB5"/>
    <w:rsid w:val="00B17C2F"/>
    <w:rsid w:val="00B26F9D"/>
    <w:rsid w:val="00B4213F"/>
    <w:rsid w:val="00B538F8"/>
    <w:rsid w:val="00B761C7"/>
    <w:rsid w:val="00B76FB5"/>
    <w:rsid w:val="00BA160D"/>
    <w:rsid w:val="00BB13AE"/>
    <w:rsid w:val="00BB3815"/>
    <w:rsid w:val="00BC634D"/>
    <w:rsid w:val="00BE4C4E"/>
    <w:rsid w:val="00BF7C1A"/>
    <w:rsid w:val="00C06B68"/>
    <w:rsid w:val="00C30F47"/>
    <w:rsid w:val="00CC1A3A"/>
    <w:rsid w:val="00CC2350"/>
    <w:rsid w:val="00CC23AA"/>
    <w:rsid w:val="00CC624D"/>
    <w:rsid w:val="00D0347C"/>
    <w:rsid w:val="00D312D5"/>
    <w:rsid w:val="00D37763"/>
    <w:rsid w:val="00D4707A"/>
    <w:rsid w:val="00D539D9"/>
    <w:rsid w:val="00D7627D"/>
    <w:rsid w:val="00DA62A6"/>
    <w:rsid w:val="00DB102E"/>
    <w:rsid w:val="00DB7888"/>
    <w:rsid w:val="00DD7619"/>
    <w:rsid w:val="00DE603F"/>
    <w:rsid w:val="00E10E84"/>
    <w:rsid w:val="00E23BF6"/>
    <w:rsid w:val="00E43A67"/>
    <w:rsid w:val="00E527B6"/>
    <w:rsid w:val="00E55CC4"/>
    <w:rsid w:val="00E608DB"/>
    <w:rsid w:val="00EA0A69"/>
    <w:rsid w:val="00EA4474"/>
    <w:rsid w:val="00EC2DC8"/>
    <w:rsid w:val="00ED4AEC"/>
    <w:rsid w:val="00ED7785"/>
    <w:rsid w:val="00EF23FA"/>
    <w:rsid w:val="00F03E0A"/>
    <w:rsid w:val="00F20952"/>
    <w:rsid w:val="00F3254F"/>
    <w:rsid w:val="00F36B96"/>
    <w:rsid w:val="00F52089"/>
    <w:rsid w:val="00F946B6"/>
    <w:rsid w:val="00FB16EA"/>
    <w:rsid w:val="00FB358B"/>
    <w:rsid w:val="00FC42BA"/>
    <w:rsid w:val="00FD680F"/>
    <w:rsid w:val="00FD6A56"/>
    <w:rsid w:val="00FE1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47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0347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0347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F3E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4D37"/>
    <w:rPr>
      <w:sz w:val="2"/>
      <w:szCs w:val="2"/>
    </w:rPr>
  </w:style>
  <w:style w:type="paragraph" w:customStyle="1" w:styleId="a">
    <w:name w:val="Знак Знак Знак"/>
    <w:basedOn w:val="Normal"/>
    <w:uiPriority w:val="99"/>
    <w:rsid w:val="00E43A6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TableGrid">
    <w:name w:val="Table Grid"/>
    <w:basedOn w:val="TableNormal"/>
    <w:uiPriority w:val="99"/>
    <w:rsid w:val="00E43A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C30F4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4D37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2B13A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94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175</TotalTime>
  <Pages>2</Pages>
  <Words>381</Words>
  <Characters>2176</Characters>
  <Application>Microsoft Office Outlook</Application>
  <DocSecurity>0</DocSecurity>
  <Lines>0</Lines>
  <Paragraphs>0</Paragraphs>
  <ScaleCrop>false</ScaleCrop>
  <Company>UGPS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ТАРСКОГО МУНИЦИПАЛЬНОГО РАЙОНА</dc:title>
  <dc:subject/>
  <dc:creator>E.V.Voevodin</dc:creator>
  <cp:keywords/>
  <dc:description/>
  <cp:lastModifiedBy>TUHVATULINPC</cp:lastModifiedBy>
  <cp:revision>20</cp:revision>
  <cp:lastPrinted>2023-01-19T08:58:00Z</cp:lastPrinted>
  <dcterms:created xsi:type="dcterms:W3CDTF">2018-09-19T05:03:00Z</dcterms:created>
  <dcterms:modified xsi:type="dcterms:W3CDTF">2023-01-19T09:00:00Z</dcterms:modified>
</cp:coreProperties>
</file>