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058" w:rsidRPr="00306854" w:rsidRDefault="00B23058" w:rsidP="00D72292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AC5975">
        <w:rPr>
          <w:rFonts w:ascii="Times New Roman" w:hAnsi="Times New Roman" w:cs="Times New Roman"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рутинский район_герб_рис 1" style="width:42.75pt;height:56.25pt;visibility:visible">
            <v:imagedata r:id="rId5" o:title=""/>
          </v:shape>
        </w:pict>
      </w:r>
    </w:p>
    <w:p w:rsidR="00B23058" w:rsidRPr="00306854" w:rsidRDefault="00B23058" w:rsidP="00D72292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306854">
        <w:rPr>
          <w:rFonts w:ascii="Times New Roman" w:hAnsi="Times New Roman" w:cs="Times New Roman"/>
          <w:b/>
          <w:bCs/>
          <w:color w:val="000000"/>
          <w:sz w:val="32"/>
          <w:szCs w:val="32"/>
        </w:rPr>
        <w:t>АДМИНИСТРАЦИЯ КРУТИНСКОГО МУНИЦИПАЛЬНОГО РАЙОНА ОМСКОЙ ОБЛАСТИ</w:t>
      </w:r>
    </w:p>
    <w:p w:rsidR="00B23058" w:rsidRPr="00306854" w:rsidRDefault="00B23058" w:rsidP="00D72292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306854">
        <w:rPr>
          <w:rFonts w:ascii="Times New Roman" w:hAnsi="Times New Roman" w:cs="Times New Roman"/>
          <w:b/>
          <w:bCs/>
          <w:color w:val="000000"/>
          <w:sz w:val="32"/>
          <w:szCs w:val="32"/>
        </w:rPr>
        <w:t>П О С Т А Н О В Л Е Н И Е</w:t>
      </w:r>
    </w:p>
    <w:p w:rsidR="00B23058" w:rsidRPr="00306854" w:rsidRDefault="00B23058" w:rsidP="00D7229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23058" w:rsidRPr="00306854" w:rsidRDefault="00B23058" w:rsidP="00D7229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  ___  марта 2023</w:t>
      </w:r>
      <w:r w:rsidRPr="00306854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Pr="0030685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№  _____-п</w:t>
      </w:r>
    </w:p>
    <w:p w:rsidR="00B23058" w:rsidRPr="00306854" w:rsidRDefault="00B23058" w:rsidP="00EC7A0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23058" w:rsidRPr="0008508F" w:rsidRDefault="00B23058" w:rsidP="00E53014">
      <w:pPr>
        <w:pStyle w:val="NormalWeb"/>
        <w:spacing w:before="0" w:after="0"/>
        <w:jc w:val="center"/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08508F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Pr="0008508F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Положения</w:t>
      </w:r>
    </w:p>
    <w:p w:rsidR="00B23058" w:rsidRPr="0008508F" w:rsidRDefault="00B23058" w:rsidP="00E53014">
      <w:pPr>
        <w:pStyle w:val="NormalWeb"/>
        <w:spacing w:before="0" w:after="0"/>
        <w:jc w:val="center"/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08508F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 проведении эвакуационных мероприятий</w:t>
      </w:r>
      <w:r w:rsidRPr="00085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8508F">
        <w:rPr>
          <w:rFonts w:ascii="Times New Roman" w:hAnsi="Times New Roman" w:cs="Times New Roman"/>
          <w:color w:val="000000"/>
          <w:sz w:val="28"/>
          <w:szCs w:val="28"/>
        </w:rPr>
        <w:t>при угрозе</w:t>
      </w:r>
      <w:r w:rsidRPr="0008508F">
        <w:rPr>
          <w:rStyle w:val="Strong"/>
          <w:rFonts w:ascii="Times New Roman" w:hAnsi="Times New Roman" w:cs="Times New Roman"/>
          <w:color w:val="000000"/>
        </w:rPr>
        <w:t xml:space="preserve"> </w:t>
      </w:r>
      <w:r w:rsidRPr="0008508F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возникновения или возникновении</w:t>
      </w:r>
      <w:r w:rsidRPr="0008508F">
        <w:rPr>
          <w:rStyle w:val="Strong"/>
          <w:rFonts w:ascii="Times New Roman" w:hAnsi="Times New Roman" w:cs="Times New Roman"/>
          <w:color w:val="000000"/>
        </w:rPr>
        <w:t xml:space="preserve"> </w:t>
      </w:r>
      <w:r w:rsidRPr="0008508F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чрезвычайных ситуаций природного и техногенного характера</w:t>
      </w:r>
    </w:p>
    <w:p w:rsidR="00B23058" w:rsidRPr="0008508F" w:rsidRDefault="00B23058" w:rsidP="00E53014">
      <w:pPr>
        <w:pStyle w:val="NormalWeb"/>
        <w:spacing w:before="0" w:after="0"/>
        <w:jc w:val="center"/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08508F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на территории Крутинского муниципального района</w:t>
      </w:r>
    </w:p>
    <w:p w:rsidR="00B23058" w:rsidRPr="00306854" w:rsidRDefault="00B23058" w:rsidP="00EC7A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</w:pPr>
    </w:p>
    <w:p w:rsidR="00B23058" w:rsidRPr="00306854" w:rsidRDefault="00B23058" w:rsidP="009266F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</w:pPr>
      <w:r w:rsidRPr="00306854">
        <w:rPr>
          <w:rFonts w:ascii="Times New Roman" w:hAnsi="Times New Roman" w:cs="Times New Roman"/>
          <w:color w:val="000000"/>
          <w:spacing w:val="-4"/>
          <w:sz w:val="28"/>
          <w:szCs w:val="28"/>
        </w:rPr>
        <w:t>В соответствии с Федеральными законами от 21 декабря 1994 года № 68-ФЗ</w:t>
      </w:r>
      <w:r w:rsidRPr="00306854">
        <w:rPr>
          <w:rFonts w:ascii="Times New Roman" w:hAnsi="Times New Roman" w:cs="Times New Roman"/>
          <w:color w:val="000000"/>
          <w:sz w:val="28"/>
          <w:szCs w:val="28"/>
        </w:rPr>
        <w:t xml:space="preserve"> «О защите населения и территории от чрезвычайных ситуаций природного и техногенного характера», от 06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19.09.2022 № 1654 «Об утверждении Правил проведения эвакуационных мероприятий при угрозе возникновения или возникновении чрезвычайных ситуаций природного и техногенного характера», </w:t>
      </w:r>
      <w:r w:rsidRPr="00306854">
        <w:rPr>
          <w:color w:val="000000"/>
          <w:sz w:val="28"/>
          <w:szCs w:val="28"/>
        </w:rPr>
        <w:t xml:space="preserve"> </w:t>
      </w:r>
      <w:r w:rsidRPr="00306854">
        <w:rPr>
          <w:rFonts w:ascii="Times New Roman" w:hAnsi="Times New Roman" w:cs="Times New Roman"/>
          <w:color w:val="000000"/>
          <w:sz w:val="28"/>
          <w:szCs w:val="28"/>
        </w:rPr>
        <w:t>руководствуясь Уставом  Крутинского муниципального района,</w:t>
      </w:r>
    </w:p>
    <w:p w:rsidR="00B23058" w:rsidRPr="0008508F" w:rsidRDefault="00B23058" w:rsidP="00EC7A09">
      <w:pPr>
        <w:widowControl w:val="0"/>
        <w:suppressAutoHyphens/>
        <w:spacing w:after="0" w:line="360" w:lineRule="auto"/>
        <w:jc w:val="center"/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</w:pPr>
    </w:p>
    <w:p w:rsidR="00B23058" w:rsidRPr="0008508F" w:rsidRDefault="00B23058" w:rsidP="00EC7A09">
      <w:pPr>
        <w:widowControl w:val="0"/>
        <w:suppressAutoHyphens/>
        <w:spacing w:after="0" w:line="360" w:lineRule="auto"/>
        <w:jc w:val="center"/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</w:pPr>
      <w:r w:rsidRPr="0008508F"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  <w:t>ПОСТАНОВЛЯЮ:</w:t>
      </w:r>
    </w:p>
    <w:p w:rsidR="00B23058" w:rsidRPr="0008508F" w:rsidRDefault="00B23058" w:rsidP="00306854">
      <w:pPr>
        <w:pStyle w:val="NormalWeb"/>
        <w:spacing w:before="0"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08F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прилагаемое Положение </w:t>
      </w:r>
      <w:r w:rsidRPr="0008508F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 проведении эвакуационных мероприятий</w:t>
      </w:r>
      <w:r w:rsidRPr="00085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8508F">
        <w:rPr>
          <w:rFonts w:ascii="Times New Roman" w:hAnsi="Times New Roman" w:cs="Times New Roman"/>
          <w:color w:val="000000"/>
          <w:sz w:val="28"/>
          <w:szCs w:val="28"/>
        </w:rPr>
        <w:t>при угрозе</w:t>
      </w:r>
      <w:r w:rsidRPr="0008508F">
        <w:rPr>
          <w:rStyle w:val="Strong"/>
          <w:rFonts w:ascii="Times New Roman" w:hAnsi="Times New Roman" w:cs="Times New Roman"/>
          <w:color w:val="000000"/>
        </w:rPr>
        <w:t xml:space="preserve"> </w:t>
      </w:r>
      <w:r w:rsidRPr="0008508F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возникновения или возникновении</w:t>
      </w:r>
      <w:r w:rsidRPr="0008508F">
        <w:rPr>
          <w:rStyle w:val="Strong"/>
          <w:rFonts w:ascii="Times New Roman" w:hAnsi="Times New Roman" w:cs="Times New Roman"/>
          <w:color w:val="000000"/>
        </w:rPr>
        <w:t xml:space="preserve"> </w:t>
      </w:r>
      <w:r w:rsidRPr="0008508F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чрезвычайных ситуаций природного и техногенного характера на территории Крутинского муниципального района </w:t>
      </w:r>
      <w:r w:rsidRPr="0008508F">
        <w:rPr>
          <w:rFonts w:ascii="Times New Roman" w:hAnsi="Times New Roman" w:cs="Times New Roman"/>
          <w:color w:val="000000"/>
          <w:sz w:val="28"/>
          <w:szCs w:val="28"/>
        </w:rPr>
        <w:t>(прилагается).</w:t>
      </w:r>
    </w:p>
    <w:p w:rsidR="00B23058" w:rsidRPr="0008508F" w:rsidRDefault="00B23058" w:rsidP="00306854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</w:pPr>
      <w:r w:rsidRPr="0008508F"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  <w:t>2.</w:t>
      </w:r>
      <w:r w:rsidRPr="0008508F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подлежит опубликованию (обнародованию) на официальном сайте Администрации Крутинского муниципального района и вступает в силу со дня его официального опубликования (обнародования).</w:t>
      </w:r>
    </w:p>
    <w:p w:rsidR="00B23058" w:rsidRPr="0008508F" w:rsidRDefault="00B23058" w:rsidP="0019594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</w:pPr>
      <w:r w:rsidRPr="0008508F"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  <w:t>3.  Контроль исполнения постановления возложить на первого заместителя Главы Крутинского муниципального района (Сарыгин Е. В.).</w:t>
      </w:r>
    </w:p>
    <w:p w:rsidR="00B23058" w:rsidRPr="00306854" w:rsidRDefault="00B23058" w:rsidP="00195946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</w:pPr>
    </w:p>
    <w:p w:rsidR="00B23058" w:rsidRPr="00306854" w:rsidRDefault="00B23058" w:rsidP="00EC7A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</w:pPr>
      <w:r w:rsidRPr="00306854"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  <w:t> </w:t>
      </w:r>
    </w:p>
    <w:p w:rsidR="00B23058" w:rsidRPr="00306854" w:rsidRDefault="00B23058" w:rsidP="00EC7A0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</w:pPr>
      <w:r w:rsidRPr="00306854"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  <w:t xml:space="preserve">Глава Крутинского </w:t>
      </w:r>
    </w:p>
    <w:p w:rsidR="00B23058" w:rsidRPr="00306854" w:rsidRDefault="00B23058" w:rsidP="00306854">
      <w:pPr>
        <w:widowControl w:val="0"/>
        <w:suppressAutoHyphens/>
        <w:spacing w:after="0" w:line="240" w:lineRule="auto"/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</w:pPr>
      <w:r w:rsidRPr="00306854"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  <w:t>муниципального района                                                                            В.Н. Киселёв</w:t>
      </w:r>
    </w:p>
    <w:p w:rsidR="00B23058" w:rsidRPr="00306854" w:rsidRDefault="00B23058" w:rsidP="00DA2B43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  <w:r w:rsidRPr="00306854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 xml:space="preserve">                                                                                           </w:t>
      </w:r>
    </w:p>
    <w:p w:rsidR="00B23058" w:rsidRDefault="00B23058" w:rsidP="00DA2B43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</w:p>
    <w:p w:rsidR="00B23058" w:rsidRPr="003D08CD" w:rsidRDefault="00B23058" w:rsidP="00EC7A0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  <w:sz w:val="32"/>
          <w:szCs w:val="32"/>
          <w:lang w:eastAsia="en-US"/>
        </w:rPr>
      </w:pPr>
    </w:p>
    <w:sectPr w:rsidR="00B23058" w:rsidRPr="003D08CD" w:rsidSect="00306854">
      <w:pgSz w:w="11906" w:h="16838"/>
      <w:pgMar w:top="1134" w:right="45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0483C"/>
    <w:multiLevelType w:val="hybridMultilevel"/>
    <w:tmpl w:val="DBFA9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E721471"/>
    <w:multiLevelType w:val="hybridMultilevel"/>
    <w:tmpl w:val="73F032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91BB9"/>
    <w:multiLevelType w:val="hybridMultilevel"/>
    <w:tmpl w:val="4718D348"/>
    <w:lvl w:ilvl="0" w:tplc="3782C8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AB5303"/>
    <w:multiLevelType w:val="hybridMultilevel"/>
    <w:tmpl w:val="C6E86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71742"/>
    <w:multiLevelType w:val="hybridMultilevel"/>
    <w:tmpl w:val="34483A96"/>
    <w:lvl w:ilvl="0" w:tplc="4E72D2D8">
      <w:start w:val="1"/>
      <w:numFmt w:val="decimal"/>
      <w:lvlText w:val="%1."/>
      <w:lvlJc w:val="left"/>
      <w:pPr>
        <w:ind w:left="1943" w:hanging="109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A09"/>
    <w:rsid w:val="0001391A"/>
    <w:rsid w:val="0004033E"/>
    <w:rsid w:val="00041D4A"/>
    <w:rsid w:val="00042719"/>
    <w:rsid w:val="00044BB8"/>
    <w:rsid w:val="00045981"/>
    <w:rsid w:val="00047FC9"/>
    <w:rsid w:val="00050458"/>
    <w:rsid w:val="00054796"/>
    <w:rsid w:val="000623DD"/>
    <w:rsid w:val="0008508F"/>
    <w:rsid w:val="000876CE"/>
    <w:rsid w:val="000A4C52"/>
    <w:rsid w:val="000D29CE"/>
    <w:rsid w:val="000F3174"/>
    <w:rsid w:val="00103EE2"/>
    <w:rsid w:val="0011109C"/>
    <w:rsid w:val="00132B07"/>
    <w:rsid w:val="00135C94"/>
    <w:rsid w:val="00143A5E"/>
    <w:rsid w:val="00154576"/>
    <w:rsid w:val="001641C1"/>
    <w:rsid w:val="00166B12"/>
    <w:rsid w:val="00185DB5"/>
    <w:rsid w:val="001948BE"/>
    <w:rsid w:val="00195946"/>
    <w:rsid w:val="001A2207"/>
    <w:rsid w:val="001B6E13"/>
    <w:rsid w:val="001F5AE6"/>
    <w:rsid w:val="00203DD4"/>
    <w:rsid w:val="00210FBA"/>
    <w:rsid w:val="002237C7"/>
    <w:rsid w:val="0022513A"/>
    <w:rsid w:val="002433E6"/>
    <w:rsid w:val="00247837"/>
    <w:rsid w:val="00264682"/>
    <w:rsid w:val="00296D84"/>
    <w:rsid w:val="002A0E00"/>
    <w:rsid w:val="002A4B55"/>
    <w:rsid w:val="002D3621"/>
    <w:rsid w:val="002D42F0"/>
    <w:rsid w:val="002E227E"/>
    <w:rsid w:val="00306854"/>
    <w:rsid w:val="003079A6"/>
    <w:rsid w:val="00315373"/>
    <w:rsid w:val="0033622C"/>
    <w:rsid w:val="00342FEA"/>
    <w:rsid w:val="003430F0"/>
    <w:rsid w:val="003455C7"/>
    <w:rsid w:val="00345CA9"/>
    <w:rsid w:val="00354952"/>
    <w:rsid w:val="003A0E07"/>
    <w:rsid w:val="003A4BF2"/>
    <w:rsid w:val="003A5013"/>
    <w:rsid w:val="003A76CD"/>
    <w:rsid w:val="003B7BCA"/>
    <w:rsid w:val="003D08CD"/>
    <w:rsid w:val="003D7C68"/>
    <w:rsid w:val="003E00A7"/>
    <w:rsid w:val="003E7216"/>
    <w:rsid w:val="00407CB8"/>
    <w:rsid w:val="004379F8"/>
    <w:rsid w:val="00460901"/>
    <w:rsid w:val="004A2303"/>
    <w:rsid w:val="004A27A9"/>
    <w:rsid w:val="004B56CA"/>
    <w:rsid w:val="004C2AAB"/>
    <w:rsid w:val="004C7793"/>
    <w:rsid w:val="004F0C51"/>
    <w:rsid w:val="004F5D3B"/>
    <w:rsid w:val="005151A2"/>
    <w:rsid w:val="00526DBC"/>
    <w:rsid w:val="00550FDB"/>
    <w:rsid w:val="00552101"/>
    <w:rsid w:val="00554B9A"/>
    <w:rsid w:val="005564E3"/>
    <w:rsid w:val="00562D93"/>
    <w:rsid w:val="00567E94"/>
    <w:rsid w:val="0057423C"/>
    <w:rsid w:val="00575CDB"/>
    <w:rsid w:val="005903C4"/>
    <w:rsid w:val="005B5BE7"/>
    <w:rsid w:val="005C102B"/>
    <w:rsid w:val="005E1F2F"/>
    <w:rsid w:val="005F0559"/>
    <w:rsid w:val="0060154F"/>
    <w:rsid w:val="006030EA"/>
    <w:rsid w:val="0063610E"/>
    <w:rsid w:val="0064000E"/>
    <w:rsid w:val="0065498A"/>
    <w:rsid w:val="00672B36"/>
    <w:rsid w:val="006762EC"/>
    <w:rsid w:val="00681696"/>
    <w:rsid w:val="006C2DDB"/>
    <w:rsid w:val="00722E04"/>
    <w:rsid w:val="00727BA2"/>
    <w:rsid w:val="007443EF"/>
    <w:rsid w:val="00746AD7"/>
    <w:rsid w:val="007918A2"/>
    <w:rsid w:val="007A48D2"/>
    <w:rsid w:val="007E00A3"/>
    <w:rsid w:val="008047AE"/>
    <w:rsid w:val="008404FC"/>
    <w:rsid w:val="00873A96"/>
    <w:rsid w:val="00875796"/>
    <w:rsid w:val="0088590A"/>
    <w:rsid w:val="008A230F"/>
    <w:rsid w:val="008B61E7"/>
    <w:rsid w:val="008D025E"/>
    <w:rsid w:val="008E7A30"/>
    <w:rsid w:val="00902B69"/>
    <w:rsid w:val="00914B19"/>
    <w:rsid w:val="0092400A"/>
    <w:rsid w:val="009252B6"/>
    <w:rsid w:val="00925D1A"/>
    <w:rsid w:val="009266FA"/>
    <w:rsid w:val="00934551"/>
    <w:rsid w:val="00940051"/>
    <w:rsid w:val="00957685"/>
    <w:rsid w:val="00987AB0"/>
    <w:rsid w:val="0099167F"/>
    <w:rsid w:val="00995EED"/>
    <w:rsid w:val="00997D3B"/>
    <w:rsid w:val="009A78C0"/>
    <w:rsid w:val="009B0ABC"/>
    <w:rsid w:val="009B38A9"/>
    <w:rsid w:val="009B5888"/>
    <w:rsid w:val="009E06A0"/>
    <w:rsid w:val="00A27C80"/>
    <w:rsid w:val="00A3432A"/>
    <w:rsid w:val="00A61376"/>
    <w:rsid w:val="00A63193"/>
    <w:rsid w:val="00A778A0"/>
    <w:rsid w:val="00AA0DB3"/>
    <w:rsid w:val="00AB7794"/>
    <w:rsid w:val="00AC5975"/>
    <w:rsid w:val="00AD287F"/>
    <w:rsid w:val="00AD4007"/>
    <w:rsid w:val="00AD658F"/>
    <w:rsid w:val="00AE44F7"/>
    <w:rsid w:val="00AE6432"/>
    <w:rsid w:val="00B0052F"/>
    <w:rsid w:val="00B23058"/>
    <w:rsid w:val="00B3624A"/>
    <w:rsid w:val="00B4780B"/>
    <w:rsid w:val="00B7065B"/>
    <w:rsid w:val="00B7337A"/>
    <w:rsid w:val="00B80366"/>
    <w:rsid w:val="00B813B2"/>
    <w:rsid w:val="00B8259F"/>
    <w:rsid w:val="00B962BF"/>
    <w:rsid w:val="00BA0D3D"/>
    <w:rsid w:val="00BA7E45"/>
    <w:rsid w:val="00BB7F53"/>
    <w:rsid w:val="00C02F6B"/>
    <w:rsid w:val="00C16F68"/>
    <w:rsid w:val="00C36747"/>
    <w:rsid w:val="00C4530E"/>
    <w:rsid w:val="00C914C4"/>
    <w:rsid w:val="00C93381"/>
    <w:rsid w:val="00CA78BC"/>
    <w:rsid w:val="00CB519B"/>
    <w:rsid w:val="00CC0470"/>
    <w:rsid w:val="00CC6FCC"/>
    <w:rsid w:val="00CD1F50"/>
    <w:rsid w:val="00CE1F96"/>
    <w:rsid w:val="00CF0AF7"/>
    <w:rsid w:val="00D2004D"/>
    <w:rsid w:val="00D30C2E"/>
    <w:rsid w:val="00D514A1"/>
    <w:rsid w:val="00D62ACA"/>
    <w:rsid w:val="00D72292"/>
    <w:rsid w:val="00D73329"/>
    <w:rsid w:val="00DA051B"/>
    <w:rsid w:val="00DA2B43"/>
    <w:rsid w:val="00DC13ED"/>
    <w:rsid w:val="00DD65E6"/>
    <w:rsid w:val="00DD6C80"/>
    <w:rsid w:val="00DE49AF"/>
    <w:rsid w:val="00E46299"/>
    <w:rsid w:val="00E53014"/>
    <w:rsid w:val="00EA1CA6"/>
    <w:rsid w:val="00EA2BE6"/>
    <w:rsid w:val="00EB1D3F"/>
    <w:rsid w:val="00EC039D"/>
    <w:rsid w:val="00EC62E1"/>
    <w:rsid w:val="00EC7A09"/>
    <w:rsid w:val="00EF4C54"/>
    <w:rsid w:val="00EF7DCE"/>
    <w:rsid w:val="00F2624F"/>
    <w:rsid w:val="00F34CB4"/>
    <w:rsid w:val="00F3520E"/>
    <w:rsid w:val="00F35BC2"/>
    <w:rsid w:val="00F85730"/>
    <w:rsid w:val="00FC4001"/>
    <w:rsid w:val="00FC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D93"/>
    <w:pPr>
      <w:spacing w:after="200" w:line="276" w:lineRule="auto"/>
    </w:pPr>
    <w:rPr>
      <w:rFonts w:cs="Calibri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526DBC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26DBC"/>
    <w:rPr>
      <w:rFonts w:ascii="Cambria" w:hAnsi="Cambria" w:cs="Cambria"/>
      <w:b/>
      <w:bCs/>
      <w:color w:val="4F81BD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EC7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7A0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47FC9"/>
    <w:rPr>
      <w:color w:val="0000FF"/>
      <w:u w:val="single"/>
    </w:rPr>
  </w:style>
  <w:style w:type="paragraph" w:customStyle="1" w:styleId="ConsPlusNormal">
    <w:name w:val="ConsPlusNormal"/>
    <w:uiPriority w:val="99"/>
    <w:rsid w:val="0099167F"/>
    <w:pPr>
      <w:autoSpaceDE w:val="0"/>
      <w:autoSpaceDN w:val="0"/>
      <w:adjustRightInd w:val="0"/>
    </w:pPr>
    <w:rPr>
      <w:rFonts w:cs="Calibri"/>
      <w:sz w:val="24"/>
      <w:szCs w:val="24"/>
    </w:rPr>
  </w:style>
  <w:style w:type="paragraph" w:styleId="ListParagraph">
    <w:name w:val="List Paragraph"/>
    <w:basedOn w:val="Normal"/>
    <w:uiPriority w:val="99"/>
    <w:qFormat/>
    <w:rsid w:val="00D72292"/>
    <w:pPr>
      <w:ind w:left="720"/>
    </w:pPr>
  </w:style>
  <w:style w:type="character" w:customStyle="1" w:styleId="FontStyle41">
    <w:name w:val="Font Style41"/>
    <w:uiPriority w:val="99"/>
    <w:rsid w:val="0033622C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4">
    <w:name w:val="Style4"/>
    <w:basedOn w:val="Normal"/>
    <w:uiPriority w:val="99"/>
    <w:rsid w:val="0033622C"/>
    <w:pPr>
      <w:widowControl w:val="0"/>
      <w:autoSpaceDE w:val="0"/>
      <w:autoSpaceDN w:val="0"/>
      <w:adjustRightInd w:val="0"/>
      <w:spacing w:after="0" w:line="360" w:lineRule="exact"/>
    </w:pPr>
    <w:rPr>
      <w:sz w:val="24"/>
      <w:szCs w:val="24"/>
    </w:rPr>
  </w:style>
  <w:style w:type="paragraph" w:customStyle="1" w:styleId="Style2">
    <w:name w:val="Style2"/>
    <w:basedOn w:val="Normal"/>
    <w:uiPriority w:val="99"/>
    <w:rsid w:val="00552101"/>
    <w:pPr>
      <w:widowControl w:val="0"/>
      <w:autoSpaceDE w:val="0"/>
      <w:autoSpaceDN w:val="0"/>
      <w:adjustRightInd w:val="0"/>
      <w:spacing w:after="0" w:line="240" w:lineRule="auto"/>
      <w:jc w:val="center"/>
    </w:pPr>
    <w:rPr>
      <w:sz w:val="24"/>
      <w:szCs w:val="24"/>
    </w:rPr>
  </w:style>
  <w:style w:type="paragraph" w:customStyle="1" w:styleId="Style8">
    <w:name w:val="Style8"/>
    <w:basedOn w:val="Normal"/>
    <w:uiPriority w:val="99"/>
    <w:rsid w:val="00552101"/>
    <w:pPr>
      <w:widowControl w:val="0"/>
      <w:autoSpaceDE w:val="0"/>
      <w:autoSpaceDN w:val="0"/>
      <w:adjustRightInd w:val="0"/>
      <w:spacing w:after="0" w:line="360" w:lineRule="exact"/>
      <w:ind w:firstLine="710"/>
      <w:jc w:val="both"/>
    </w:pPr>
    <w:rPr>
      <w:sz w:val="24"/>
      <w:szCs w:val="24"/>
    </w:rPr>
  </w:style>
  <w:style w:type="character" w:customStyle="1" w:styleId="FontStyle42">
    <w:name w:val="Font Style42"/>
    <w:uiPriority w:val="99"/>
    <w:rsid w:val="0055210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44">
    <w:name w:val="Font Style44"/>
    <w:uiPriority w:val="99"/>
    <w:rsid w:val="00552101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38">
    <w:name w:val="Style38"/>
    <w:basedOn w:val="Normal"/>
    <w:uiPriority w:val="99"/>
    <w:rsid w:val="00CC0470"/>
    <w:pPr>
      <w:widowControl w:val="0"/>
      <w:autoSpaceDE w:val="0"/>
      <w:autoSpaceDN w:val="0"/>
      <w:adjustRightInd w:val="0"/>
      <w:spacing w:after="0" w:line="365" w:lineRule="exact"/>
      <w:ind w:firstLine="720"/>
      <w:jc w:val="both"/>
    </w:pPr>
    <w:rPr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995EED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995EED"/>
    <w:pPr>
      <w:widowControl w:val="0"/>
      <w:shd w:val="clear" w:color="auto" w:fill="FFFFFF"/>
      <w:spacing w:after="1020" w:line="346" w:lineRule="exact"/>
      <w:jc w:val="center"/>
    </w:pPr>
    <w:rPr>
      <w:sz w:val="28"/>
      <w:szCs w:val="28"/>
    </w:rPr>
  </w:style>
  <w:style w:type="character" w:customStyle="1" w:styleId="21">
    <w:name w:val="Заголовок №2_"/>
    <w:link w:val="22"/>
    <w:uiPriority w:val="99"/>
    <w:locked/>
    <w:rsid w:val="00995EED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Normal"/>
    <w:link w:val="21"/>
    <w:uiPriority w:val="99"/>
    <w:rsid w:val="00995EED"/>
    <w:pPr>
      <w:widowControl w:val="0"/>
      <w:shd w:val="clear" w:color="auto" w:fill="FFFFFF"/>
      <w:spacing w:before="1020" w:after="480" w:line="240" w:lineRule="atLeast"/>
      <w:jc w:val="center"/>
      <w:outlineLvl w:val="1"/>
    </w:pPr>
    <w:rPr>
      <w:b/>
      <w:bCs/>
      <w:sz w:val="28"/>
      <w:szCs w:val="28"/>
    </w:rPr>
  </w:style>
  <w:style w:type="paragraph" w:customStyle="1" w:styleId="consplusnormal0">
    <w:name w:val="consplusnormal"/>
    <w:basedOn w:val="Normal"/>
    <w:uiPriority w:val="99"/>
    <w:rsid w:val="00EA2BE6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TableGrid">
    <w:name w:val="Table Grid"/>
    <w:basedOn w:val="TableNormal"/>
    <w:uiPriority w:val="99"/>
    <w:locked/>
    <w:rsid w:val="00EA2BE6"/>
    <w:rPr>
      <w:rFonts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E53014"/>
    <w:pPr>
      <w:spacing w:before="120" w:after="216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E530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08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1609</TotalTime>
  <Pages>1</Pages>
  <Words>270</Words>
  <Characters>1545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britvina</dc:creator>
  <cp:keywords/>
  <dc:description/>
  <cp:lastModifiedBy>user</cp:lastModifiedBy>
  <cp:revision>96</cp:revision>
  <cp:lastPrinted>2023-03-14T04:57:00Z</cp:lastPrinted>
  <dcterms:created xsi:type="dcterms:W3CDTF">2013-11-20T01:52:00Z</dcterms:created>
  <dcterms:modified xsi:type="dcterms:W3CDTF">2023-03-14T05:35:00Z</dcterms:modified>
</cp:coreProperties>
</file>